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F27EEF" w:rsidRDefault="00B9497E" w:rsidP="00BB7AB8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F27EEF">
        <w:rPr>
          <w:rFonts w:asciiTheme="minorHAnsi" w:hAnsiTheme="minorHAnsi" w:cstheme="minorHAnsi"/>
          <w:b/>
          <w:i/>
          <w:sz w:val="24"/>
          <w:szCs w:val="24"/>
        </w:rPr>
        <w:t xml:space="preserve">Allegato </w:t>
      </w:r>
      <w:r w:rsidR="00B428DC" w:rsidRPr="00F27EEF">
        <w:rPr>
          <w:rFonts w:asciiTheme="minorHAnsi" w:hAnsiTheme="minorHAnsi" w:cstheme="minorHAnsi"/>
          <w:b/>
          <w:i/>
          <w:sz w:val="24"/>
          <w:szCs w:val="24"/>
        </w:rPr>
        <w:t>C</w:t>
      </w:r>
      <w:r w:rsidRPr="00F27EEF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>DICHIARAZIONE SOSTITUTIVA DELL’ATTO DI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1F2A47">
        <w:rPr>
          <w:rFonts w:ascii="Arial" w:hAnsi="Arial" w:cs="Arial"/>
          <w:sz w:val="22"/>
          <w:szCs w:val="22"/>
        </w:rPr>
        <w:t>a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261C34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 xml:space="preserve">sono comprese tra quelle elencate negli allegati A o B </w:t>
      </w:r>
      <w:r w:rsidRPr="00261C34">
        <w:rPr>
          <w:rFonts w:asciiTheme="minorHAnsi" w:hAnsiTheme="minorHAnsi" w:cs="Arial"/>
          <w:sz w:val="22"/>
          <w:szCs w:val="22"/>
        </w:rPr>
        <w:t>della legge regionale n. 11</w:t>
      </w:r>
      <w:r w:rsidR="00694C94" w:rsidRPr="00261C34">
        <w:rPr>
          <w:rFonts w:asciiTheme="minorHAnsi" w:hAnsiTheme="minorHAnsi" w:cs="Arial"/>
          <w:sz w:val="22"/>
          <w:szCs w:val="22"/>
        </w:rPr>
        <w:t>/</w:t>
      </w:r>
      <w:r w:rsidRPr="00261C34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261C34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F3672D" w:rsidRPr="00261C34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>di essere a conoscenza dell</w:t>
      </w:r>
      <w:r w:rsidR="00D3441B" w:rsidRPr="00261C34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261C34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261C34">
        <w:rPr>
          <w:rFonts w:asciiTheme="minorHAnsi" w:hAnsiTheme="minorHAnsi" w:cs="Arial"/>
          <w:sz w:val="22"/>
          <w:szCs w:val="22"/>
        </w:rPr>
        <w:t>li aiuti</w:t>
      </w:r>
      <w:r w:rsidR="00D3441B" w:rsidRPr="00261C34">
        <w:rPr>
          <w:rFonts w:asciiTheme="minorHAnsi" w:hAnsiTheme="minorHAnsi" w:cs="Arial"/>
          <w:sz w:val="22"/>
          <w:szCs w:val="22"/>
        </w:rPr>
        <w:t xml:space="preserve"> </w:t>
      </w:r>
      <w:r w:rsidRPr="00261C34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261C34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261C34">
        <w:rPr>
          <w:rFonts w:asciiTheme="minorHAnsi" w:hAnsiTheme="minorHAnsi" w:cs="Arial"/>
          <w:sz w:val="22"/>
          <w:szCs w:val="22"/>
        </w:rPr>
        <w:t xml:space="preserve"> degli obblighi </w:t>
      </w:r>
      <w:r w:rsidRPr="00261C34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261C34">
        <w:rPr>
          <w:rFonts w:asciiTheme="minorHAnsi" w:hAnsiTheme="minorHAnsi" w:cs="Arial"/>
          <w:sz w:val="22"/>
          <w:szCs w:val="22"/>
        </w:rPr>
        <w:t xml:space="preserve"> bando</w:t>
      </w:r>
      <w:r w:rsidRPr="00261C34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Pr="00261C34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</w:t>
      </w:r>
      <w:r w:rsidRPr="00261C34">
        <w:rPr>
          <w:rFonts w:asciiTheme="minorHAnsi" w:hAnsiTheme="minorHAnsi" w:cs="Arial"/>
          <w:sz w:val="22"/>
          <w:szCs w:val="22"/>
        </w:rPr>
        <w:t>, tali trattamenti dovranno essere improntati ai principi di correttezza, liceità e trasparenza, e nel rispetto delle norme di sicurezza</w:t>
      </w:r>
      <w:r w:rsidR="00567FBF" w:rsidRPr="00261C34">
        <w:rPr>
          <w:rFonts w:asciiTheme="minorHAnsi" w:hAnsiTheme="minorHAnsi" w:cs="Arial"/>
          <w:sz w:val="22"/>
          <w:szCs w:val="22"/>
        </w:rPr>
        <w:t>;</w:t>
      </w:r>
    </w:p>
    <w:p w:rsidR="000C7EE8" w:rsidRPr="00261C34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261C34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dare consenso </w:t>
      </w:r>
      <w:r w:rsidR="000C7EE8" w:rsidRPr="00261C34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261C34">
        <w:rPr>
          <w:rFonts w:asciiTheme="minorHAnsi" w:hAnsiTheme="minorHAnsi" w:cs="Arial"/>
          <w:sz w:val="22"/>
          <w:szCs w:val="22"/>
        </w:rPr>
        <w:t>l’inserimento dell’impresa medesima nell’elenco dei beneficiari pubblici pubblicato in forma elettronica o in altra forma, contenente la denominazione dell’impresa e l’importo del finanziamento pubblico concesso;</w:t>
      </w:r>
    </w:p>
    <w:p w:rsidR="00B86F32" w:rsidRPr="00261C34" w:rsidRDefault="00B86F32" w:rsidP="00B86F32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</w:t>
      </w:r>
      <w:r w:rsidR="0007008B" w:rsidRPr="00261C34">
        <w:rPr>
          <w:rFonts w:asciiTheme="minorHAnsi" w:hAnsiTheme="minorHAnsi" w:cs="Arial"/>
          <w:sz w:val="22"/>
          <w:szCs w:val="22"/>
        </w:rPr>
        <w:t xml:space="preserve">essere a </w:t>
      </w:r>
      <w:r w:rsidRPr="00261C34">
        <w:rPr>
          <w:rFonts w:asciiTheme="minorHAnsi" w:hAnsiTheme="minorHAnsi" w:cs="Arial"/>
          <w:sz w:val="22"/>
          <w:szCs w:val="22"/>
        </w:rPr>
        <w:t>conosce</w:t>
      </w:r>
      <w:r w:rsidR="0007008B" w:rsidRPr="00261C34">
        <w:rPr>
          <w:rFonts w:asciiTheme="minorHAnsi" w:hAnsiTheme="minorHAnsi" w:cs="Arial"/>
          <w:sz w:val="22"/>
          <w:szCs w:val="22"/>
        </w:rPr>
        <w:t>nza</w:t>
      </w:r>
      <w:r w:rsidRPr="00261C34">
        <w:rPr>
          <w:rFonts w:asciiTheme="minorHAnsi" w:hAnsiTheme="minorHAnsi" w:cs="Arial"/>
          <w:sz w:val="22"/>
          <w:szCs w:val="22"/>
        </w:rPr>
        <w:t xml:space="preserve"> </w:t>
      </w:r>
      <w:r w:rsidR="0007008B" w:rsidRPr="00261C34">
        <w:rPr>
          <w:rFonts w:asciiTheme="minorHAnsi" w:hAnsiTheme="minorHAnsi" w:cs="Arial"/>
          <w:sz w:val="22"/>
          <w:szCs w:val="22"/>
        </w:rPr>
        <w:t>del</w:t>
      </w:r>
      <w:r w:rsidRPr="00261C34">
        <w:rPr>
          <w:rFonts w:asciiTheme="minorHAnsi" w:hAnsiTheme="minorHAnsi" w:cs="Arial"/>
          <w:sz w:val="22"/>
          <w:szCs w:val="22"/>
        </w:rPr>
        <w:t>la clausola compromissoria di cui all’art. 1</w:t>
      </w:r>
      <w:r w:rsidR="00DD7A76">
        <w:rPr>
          <w:rFonts w:asciiTheme="minorHAnsi" w:hAnsiTheme="minorHAnsi" w:cs="Arial"/>
          <w:sz w:val="22"/>
          <w:szCs w:val="22"/>
        </w:rPr>
        <w:t>8</w:t>
      </w:r>
      <w:r w:rsidRPr="00261C34">
        <w:rPr>
          <w:rFonts w:asciiTheme="minorHAnsi" w:hAnsiTheme="minorHAnsi" w:cs="Arial"/>
          <w:sz w:val="22"/>
          <w:szCs w:val="22"/>
        </w:rPr>
        <w:t xml:space="preserve">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A3" w:rsidRDefault="005D43A3" w:rsidP="003E70C2">
      <w:r>
        <w:separator/>
      </w:r>
    </w:p>
  </w:endnote>
  <w:endnote w:type="continuationSeparator" w:id="0">
    <w:p w:rsidR="005D43A3" w:rsidRDefault="005D43A3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FC" w:rsidRPr="00AD0CFC" w:rsidRDefault="00B83006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F27EEF"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A3" w:rsidRDefault="005D43A3" w:rsidP="003E70C2">
      <w:r>
        <w:separator/>
      </w:r>
    </w:p>
  </w:footnote>
  <w:footnote w:type="continuationSeparator" w:id="0">
    <w:p w:rsidR="005D43A3" w:rsidRDefault="005D43A3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7008B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1F7D6E"/>
    <w:rsid w:val="0021715C"/>
    <w:rsid w:val="00246CDB"/>
    <w:rsid w:val="002505FB"/>
    <w:rsid w:val="00256D28"/>
    <w:rsid w:val="00257508"/>
    <w:rsid w:val="00261C34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5F83"/>
    <w:rsid w:val="005B6063"/>
    <w:rsid w:val="005D43A3"/>
    <w:rsid w:val="005D5398"/>
    <w:rsid w:val="005E1B60"/>
    <w:rsid w:val="005E75A9"/>
    <w:rsid w:val="006070BF"/>
    <w:rsid w:val="0061679D"/>
    <w:rsid w:val="00621E86"/>
    <w:rsid w:val="00622238"/>
    <w:rsid w:val="006352CD"/>
    <w:rsid w:val="00691028"/>
    <w:rsid w:val="00694C94"/>
    <w:rsid w:val="00696C13"/>
    <w:rsid w:val="006C6E10"/>
    <w:rsid w:val="006E5BDD"/>
    <w:rsid w:val="00703E8A"/>
    <w:rsid w:val="00720EC5"/>
    <w:rsid w:val="007268AD"/>
    <w:rsid w:val="00730519"/>
    <w:rsid w:val="00735A65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0194A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428DC"/>
    <w:rsid w:val="00B62774"/>
    <w:rsid w:val="00B642BD"/>
    <w:rsid w:val="00B66B6E"/>
    <w:rsid w:val="00B7642A"/>
    <w:rsid w:val="00B76C37"/>
    <w:rsid w:val="00B80E8E"/>
    <w:rsid w:val="00B83006"/>
    <w:rsid w:val="00B836B4"/>
    <w:rsid w:val="00B86F32"/>
    <w:rsid w:val="00B9497E"/>
    <w:rsid w:val="00BA65E9"/>
    <w:rsid w:val="00BB2075"/>
    <w:rsid w:val="00BB7AB8"/>
    <w:rsid w:val="00BD7C77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D7A7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37C2"/>
    <w:rsid w:val="00EF6D4D"/>
    <w:rsid w:val="00F07358"/>
    <w:rsid w:val="00F27EEF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BDEFF-B0DB-49CE-BD79-D27438468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903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GAL FIOR D'OLIVI</cp:lastModifiedBy>
  <cp:revision>19</cp:revision>
  <cp:lastPrinted>2011-03-24T14:49:00Z</cp:lastPrinted>
  <dcterms:created xsi:type="dcterms:W3CDTF">2010-12-02T10:51:00Z</dcterms:created>
  <dcterms:modified xsi:type="dcterms:W3CDTF">2011-03-24T14:49:00Z</dcterms:modified>
</cp:coreProperties>
</file>