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B65" w:rsidRDefault="003F4B65" w:rsidP="00F47FFA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F</w:t>
      </w:r>
    </w:p>
    <w:p w:rsidR="003F4B65" w:rsidRDefault="003F4B65" w:rsidP="00F47FFA">
      <w:pPr>
        <w:rPr>
          <w:rFonts w:ascii="Calibri" w:hAnsi="Calibri" w:cs="Calibri"/>
          <w:i/>
          <w:iCs/>
          <w:sz w:val="24"/>
          <w:szCs w:val="24"/>
        </w:rPr>
      </w:pPr>
    </w:p>
    <w:p w:rsidR="003F4B65" w:rsidRPr="00F47FFA" w:rsidRDefault="003F4B65" w:rsidP="00F47FFA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</w:r>
      <w:r>
        <w:rPr>
          <w:rFonts w:ascii="Calibri" w:hAnsi="Calibri" w:cs="Calibri"/>
          <w:i/>
          <w:iCs/>
          <w:sz w:val="24"/>
          <w:szCs w:val="24"/>
        </w:rPr>
        <w:tab/>
      </w:r>
      <w:r w:rsidRPr="00F47FFA">
        <w:rPr>
          <w:rFonts w:ascii="Arial" w:hAnsi="Arial" w:cs="Arial"/>
          <w:sz w:val="22"/>
          <w:szCs w:val="22"/>
        </w:rPr>
        <w:t>Spett.le</w:t>
      </w:r>
    </w:p>
    <w:p w:rsidR="003F4B65" w:rsidRPr="00F47FFA" w:rsidRDefault="003F4B65" w:rsidP="00F47FF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  <w:t>Ambito Territoriale di</w:t>
      </w:r>
      <w:r w:rsidRPr="00F47FFA">
        <w:rPr>
          <w:rFonts w:ascii="Arial" w:hAnsi="Arial" w:cs="Arial"/>
          <w:sz w:val="22"/>
          <w:szCs w:val="22"/>
        </w:rPr>
        <w:tab/>
        <w:t>_______________________</w:t>
      </w:r>
    </w:p>
    <w:p w:rsidR="003F4B65" w:rsidRPr="00F47FFA" w:rsidRDefault="003F4B65" w:rsidP="00F47FF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  <w:t>c/o Comune di _________________________</w:t>
      </w:r>
    </w:p>
    <w:p w:rsidR="003F4B65" w:rsidRPr="00F47FFA" w:rsidRDefault="003F4B65" w:rsidP="00F47FF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  <w:t>capofila</w:t>
      </w:r>
    </w:p>
    <w:p w:rsidR="003F4B65" w:rsidRDefault="003F4B65" w:rsidP="00F47FFA">
      <w:pPr>
        <w:spacing w:after="240"/>
        <w:jc w:val="both"/>
        <w:rPr>
          <w:rFonts w:ascii="Arial" w:hAnsi="Arial" w:cs="Arial"/>
        </w:rPr>
      </w:pP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</w:r>
      <w:r w:rsidRPr="00F47FFA">
        <w:rPr>
          <w:rFonts w:ascii="Arial" w:hAnsi="Arial" w:cs="Arial"/>
          <w:sz w:val="22"/>
          <w:szCs w:val="22"/>
        </w:rPr>
        <w:tab/>
        <w:t>via</w:t>
      </w:r>
      <w:r>
        <w:rPr>
          <w:rFonts w:ascii="Arial" w:hAnsi="Arial" w:cs="Arial"/>
        </w:rPr>
        <w:t xml:space="preserve"> ____________________</w:t>
      </w:r>
    </w:p>
    <w:p w:rsidR="003F4B65" w:rsidRPr="00F47FFA" w:rsidRDefault="003F4B65" w:rsidP="00F47F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 città) ___________________</w:t>
      </w:r>
    </w:p>
    <w:p w:rsidR="003F4B65" w:rsidRPr="003D63F3" w:rsidRDefault="003F4B65" w:rsidP="00AB6F21">
      <w:pPr>
        <w:rPr>
          <w:rFonts w:ascii="Arial" w:hAnsi="Arial" w:cs="Arial"/>
          <w:b/>
          <w:bCs/>
          <w:sz w:val="22"/>
          <w:szCs w:val="22"/>
        </w:rPr>
      </w:pPr>
    </w:p>
    <w:p w:rsidR="003F4B65" w:rsidRDefault="003F4B65" w:rsidP="003741B5">
      <w:pPr>
        <w:rPr>
          <w:rFonts w:ascii="Calibri" w:hAnsi="Calibri" w:cs="Calibri"/>
          <w:sz w:val="22"/>
          <w:szCs w:val="22"/>
        </w:rPr>
      </w:pPr>
    </w:p>
    <w:p w:rsidR="003F4B65" w:rsidRDefault="003F4B65" w:rsidP="003741B5">
      <w:pPr>
        <w:rPr>
          <w:rFonts w:ascii="Calibri" w:hAnsi="Calibri" w:cs="Calibri"/>
          <w:sz w:val="22"/>
          <w:szCs w:val="22"/>
        </w:rPr>
      </w:pPr>
    </w:p>
    <w:p w:rsidR="003F4B65" w:rsidRPr="008F3387" w:rsidRDefault="003F4B65" w:rsidP="008F3387">
      <w:pPr>
        <w:spacing w:after="240"/>
        <w:jc w:val="both"/>
        <w:rPr>
          <w:rFonts w:ascii="Calibri" w:hAnsi="Calibri" w:cs="Calibri"/>
          <w:sz w:val="22"/>
          <w:szCs w:val="22"/>
        </w:rPr>
      </w:pPr>
      <w:r w:rsidRPr="008F3387">
        <w:rPr>
          <w:rFonts w:ascii="Arial" w:hAnsi="Arial" w:cs="Arial"/>
          <w:sz w:val="24"/>
          <w:szCs w:val="24"/>
        </w:rPr>
        <w:t>Oggetto</w:t>
      </w:r>
      <w:r w:rsidRPr="008F3387">
        <w:rPr>
          <w:rFonts w:ascii="Arial" w:hAnsi="Arial" w:cs="Arial"/>
        </w:rPr>
        <w:t xml:space="preserve">: </w:t>
      </w:r>
      <w:r w:rsidRPr="008F3387">
        <w:rPr>
          <w:rFonts w:ascii="Arial" w:hAnsi="Arial" w:cs="Arial"/>
          <w:sz w:val="22"/>
          <w:szCs w:val="22"/>
        </w:rPr>
        <w:t>richiesta di adesione. Avviso Pubblico</w:t>
      </w:r>
      <w:r w:rsidRPr="00F47FFA">
        <w:rPr>
          <w:rFonts w:ascii="Calibri" w:hAnsi="Calibri" w:cs="Calibri"/>
          <w:sz w:val="22"/>
          <w:szCs w:val="22"/>
        </w:rPr>
        <w:t xml:space="preserve"> __________________________________________</w:t>
      </w:r>
    </w:p>
    <w:p w:rsidR="003F4B65" w:rsidRPr="003D63F3" w:rsidRDefault="003F4B65" w:rsidP="003741B5">
      <w:pPr>
        <w:rPr>
          <w:rFonts w:ascii="Arial" w:hAnsi="Arial" w:cs="Arial"/>
          <w:b/>
          <w:bCs/>
          <w:sz w:val="22"/>
          <w:szCs w:val="22"/>
        </w:rPr>
      </w:pPr>
    </w:p>
    <w:p w:rsidR="003F4B65" w:rsidRPr="008F3387" w:rsidRDefault="003F4B65" w:rsidP="008D15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Il/la sottoscritto/a ………………………………….………………………………………..…………………</w:t>
      </w:r>
    </w:p>
    <w:p w:rsidR="003F4B65" w:rsidRPr="008F3387" w:rsidRDefault="003F4B65" w:rsidP="008D15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F4B65" w:rsidRPr="008F3387" w:rsidRDefault="003F4B65" w:rsidP="00F47FFA">
      <w:pPr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nato/a a …………………………………..…...……………..    Prov ………… il ………………………….</w:t>
      </w:r>
    </w:p>
    <w:p w:rsidR="003F4B65" w:rsidRPr="008F3387" w:rsidRDefault="003F4B65" w:rsidP="008D15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F4B65" w:rsidRPr="008F3387" w:rsidRDefault="003F4B65" w:rsidP="008D15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e residente nel comune di ………………………………………………… Prov . ..…….. C.A.P. …….…</w:t>
      </w:r>
    </w:p>
    <w:p w:rsidR="003F4B65" w:rsidRPr="008F3387" w:rsidRDefault="003F4B65" w:rsidP="008D15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F4B65" w:rsidRPr="008F3387" w:rsidRDefault="003F4B65" w:rsidP="008D15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in via/piazza ………………………………………………………………………………… n. ……...….….</w:t>
      </w:r>
    </w:p>
    <w:p w:rsidR="003F4B65" w:rsidRPr="008F3387" w:rsidRDefault="003F4B65" w:rsidP="008D1563">
      <w:pPr>
        <w:jc w:val="both"/>
        <w:rPr>
          <w:rFonts w:ascii="Arial" w:hAnsi="Arial" w:cs="Arial"/>
          <w:b/>
          <w:bCs/>
        </w:rPr>
      </w:pPr>
    </w:p>
    <w:p w:rsidR="003F4B65" w:rsidRPr="008F3387" w:rsidRDefault="003F4B65" w:rsidP="008D1563">
      <w:pPr>
        <w:spacing w:after="240"/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Codice Fiscale……………………………………….……………. Tel. ……………………………….……</w:t>
      </w:r>
    </w:p>
    <w:p w:rsidR="003F4B65" w:rsidRPr="008F3387" w:rsidRDefault="003F4B65" w:rsidP="008D1563">
      <w:pPr>
        <w:spacing w:after="120"/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cell. …… …………….….…………  email ………………………….…………………..………….……….</w:t>
      </w:r>
    </w:p>
    <w:p w:rsidR="003F4B65" w:rsidRPr="008F3387" w:rsidRDefault="003F4B65" w:rsidP="008D1563">
      <w:pPr>
        <w:spacing w:line="120" w:lineRule="auto"/>
        <w:jc w:val="both"/>
        <w:rPr>
          <w:rFonts w:ascii="Arial" w:hAnsi="Arial" w:cs="Arial"/>
        </w:rPr>
      </w:pPr>
    </w:p>
    <w:p w:rsidR="003F4B65" w:rsidRPr="008F3387" w:rsidRDefault="003F4B65" w:rsidP="008D1563">
      <w:pPr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 xml:space="preserve">nella sua qualità di </w:t>
      </w:r>
      <w:r w:rsidRPr="008F3387">
        <w:rPr>
          <w:rFonts w:ascii="Arial" w:hAnsi="Arial" w:cs="Arial"/>
          <w:b/>
          <w:bCs/>
          <w:vertAlign w:val="superscript"/>
        </w:rPr>
        <w:t>(</w:t>
      </w:r>
      <w:r>
        <w:rPr>
          <w:rFonts w:ascii="Arial" w:hAnsi="Arial" w:cs="Arial"/>
          <w:b/>
          <w:bCs/>
          <w:vertAlign w:val="superscript"/>
        </w:rPr>
        <w:t>2</w:t>
      </w:r>
      <w:r w:rsidRPr="008F3387">
        <w:rPr>
          <w:rFonts w:ascii="Arial" w:hAnsi="Arial" w:cs="Arial"/>
          <w:b/>
          <w:bCs/>
          <w:vertAlign w:val="superscript"/>
        </w:rPr>
        <w:t xml:space="preserve">)  </w:t>
      </w:r>
      <w:r w:rsidRPr="008F3387">
        <w:rPr>
          <w:rFonts w:ascii="Arial" w:hAnsi="Arial" w:cs="Arial"/>
        </w:rPr>
        <w:t>………………………………………………………………..……………..…………………</w:t>
      </w:r>
    </w:p>
    <w:p w:rsidR="003F4B65" w:rsidRPr="008F3387" w:rsidRDefault="003F4B65" w:rsidP="008D1563">
      <w:pPr>
        <w:jc w:val="both"/>
        <w:rPr>
          <w:rFonts w:ascii="Arial" w:hAnsi="Arial" w:cs="Arial"/>
        </w:rPr>
      </w:pPr>
    </w:p>
    <w:p w:rsidR="003F4B65" w:rsidRPr="008F3387" w:rsidRDefault="003F4B65" w:rsidP="008D1563">
      <w:pPr>
        <w:tabs>
          <w:tab w:val="left" w:pos="709"/>
        </w:tabs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 xml:space="preserve">della </w:t>
      </w:r>
      <w:r w:rsidRPr="008F3387">
        <w:rPr>
          <w:rFonts w:ascii="Arial" w:hAnsi="Arial" w:cs="Arial"/>
          <w:b/>
          <w:bCs/>
          <w:vertAlign w:val="superscript"/>
        </w:rPr>
        <w:t>(</w:t>
      </w:r>
      <w:r>
        <w:rPr>
          <w:rFonts w:ascii="Arial" w:hAnsi="Arial" w:cs="Arial"/>
          <w:b/>
          <w:bCs/>
          <w:vertAlign w:val="superscript"/>
        </w:rPr>
        <w:t>3</w:t>
      </w:r>
      <w:r w:rsidRPr="008F3387">
        <w:rPr>
          <w:rFonts w:ascii="Arial" w:hAnsi="Arial" w:cs="Arial"/>
          <w:b/>
          <w:bCs/>
          <w:vertAlign w:val="superscript"/>
        </w:rPr>
        <w:t xml:space="preserve">)  </w:t>
      </w:r>
      <w:r w:rsidRPr="008F3387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3F4B65" w:rsidRPr="008F3387" w:rsidRDefault="003F4B65" w:rsidP="008D1563">
      <w:pPr>
        <w:tabs>
          <w:tab w:val="left" w:pos="709"/>
        </w:tabs>
        <w:jc w:val="both"/>
        <w:rPr>
          <w:rFonts w:ascii="Arial" w:hAnsi="Arial" w:cs="Arial"/>
        </w:rPr>
      </w:pPr>
    </w:p>
    <w:p w:rsidR="003F4B65" w:rsidRPr="008F3387" w:rsidRDefault="003F4B65" w:rsidP="008D1563">
      <w:pPr>
        <w:spacing w:after="120"/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con Partita Iva n. ………………………………..……..  CUUA: ……….........................................................</w:t>
      </w:r>
    </w:p>
    <w:p w:rsidR="003F4B65" w:rsidRPr="008F3387" w:rsidRDefault="003F4B65" w:rsidP="008D1563">
      <w:pPr>
        <w:spacing w:line="120" w:lineRule="auto"/>
        <w:jc w:val="both"/>
        <w:rPr>
          <w:rFonts w:ascii="Arial" w:hAnsi="Arial" w:cs="Arial"/>
        </w:rPr>
      </w:pPr>
    </w:p>
    <w:p w:rsidR="003F4B65" w:rsidRPr="008F3387" w:rsidRDefault="003F4B65" w:rsidP="008D15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e sede legale nel comune di ……………………………………………… Prov . ..…….. C.A.P. …….…</w:t>
      </w:r>
    </w:p>
    <w:p w:rsidR="003F4B65" w:rsidRPr="008F3387" w:rsidRDefault="003F4B65" w:rsidP="008D156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F4B65" w:rsidRPr="008F3387" w:rsidRDefault="003F4B65" w:rsidP="008F338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F3387">
        <w:t>in via/piazza ………………………………………………………………………………… n. ……...….….</w:t>
      </w:r>
    </w:p>
    <w:p w:rsidR="003F4B65" w:rsidRPr="008F3387" w:rsidRDefault="003F4B65" w:rsidP="00F47FFA">
      <w:pPr>
        <w:pStyle w:val="BodyText"/>
        <w:spacing w:line="276" w:lineRule="auto"/>
        <w:ind w:left="567"/>
        <w:jc w:val="center"/>
        <w:rPr>
          <w:rFonts w:ascii="Calibri" w:hAnsi="Calibri" w:cs="Calibri"/>
          <w:sz w:val="20"/>
          <w:szCs w:val="20"/>
        </w:rPr>
      </w:pPr>
      <w:r w:rsidRPr="008F3387">
        <w:rPr>
          <w:rFonts w:ascii="Calibri" w:hAnsi="Calibri" w:cs="Calibri"/>
          <w:sz w:val="20"/>
          <w:szCs w:val="20"/>
        </w:rPr>
        <w:t>CHIEDE</w:t>
      </w:r>
    </w:p>
    <w:p w:rsidR="003F4B65" w:rsidRPr="008F3387" w:rsidRDefault="003F4B65" w:rsidP="008F3387">
      <w:pPr>
        <w:spacing w:after="240"/>
        <w:jc w:val="both"/>
        <w:rPr>
          <w:rFonts w:ascii="Arial" w:hAnsi="Arial" w:cs="Arial"/>
        </w:rPr>
      </w:pPr>
      <w:r w:rsidRPr="008F3387">
        <w:rPr>
          <w:rFonts w:ascii="Arial" w:hAnsi="Arial" w:cs="Arial"/>
        </w:rPr>
        <w:t>l’adesione di codesto A</w:t>
      </w:r>
      <w:r>
        <w:rPr>
          <w:rFonts w:ascii="Arial" w:hAnsi="Arial" w:cs="Arial"/>
        </w:rPr>
        <w:t>mbito alla proposta progettuale e</w:t>
      </w:r>
      <w:r w:rsidRPr="008F3387">
        <w:rPr>
          <w:rFonts w:ascii="Arial" w:hAnsi="Arial" w:cs="Arial"/>
        </w:rPr>
        <w:t xml:space="preserve"> non comporta </w:t>
      </w:r>
      <w:r>
        <w:rPr>
          <w:rFonts w:ascii="Arial" w:hAnsi="Arial" w:cs="Arial"/>
        </w:rPr>
        <w:t xml:space="preserve">alcun </w:t>
      </w:r>
      <w:r w:rsidRPr="008F3387">
        <w:rPr>
          <w:rFonts w:ascii="Arial" w:hAnsi="Arial" w:cs="Arial"/>
        </w:rPr>
        <w:t>impegno di spesa sul Bilancio dell’Ambito.</w:t>
      </w:r>
    </w:p>
    <w:p w:rsidR="003F4B65" w:rsidRPr="008F3387" w:rsidRDefault="003F4B65" w:rsidP="008F3387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3F4B65" w:rsidRDefault="003F4B65" w:rsidP="00F47FFA">
      <w:pPr>
        <w:pStyle w:val="BodyText"/>
        <w:spacing w:line="276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Distinti saluti</w:t>
      </w:r>
    </w:p>
    <w:p w:rsidR="003F4B65" w:rsidRDefault="003F4B65" w:rsidP="00F47FFA">
      <w:pPr>
        <w:pStyle w:val="BodyText"/>
        <w:spacing w:line="276" w:lineRule="auto"/>
        <w:jc w:val="left"/>
        <w:rPr>
          <w:rFonts w:ascii="Calibri" w:hAnsi="Calibri" w:cs="Calibri"/>
          <w:sz w:val="22"/>
          <w:szCs w:val="22"/>
        </w:rPr>
      </w:pPr>
    </w:p>
    <w:p w:rsidR="003F4B65" w:rsidRPr="003F5875" w:rsidRDefault="003F4B65" w:rsidP="008F3387">
      <w:pPr>
        <w:pStyle w:val="BodyText"/>
        <w:spacing w:line="276" w:lineRule="auto"/>
        <w:ind w:left="567"/>
        <w:jc w:val="right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_____________________________________</w:t>
      </w:r>
    </w:p>
    <w:p w:rsidR="003F4B65" w:rsidRDefault="003F4B65" w:rsidP="008F3387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3F5875"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tab/>
        <w:t xml:space="preserve">          Firma</w:t>
      </w:r>
      <w:r>
        <w:rPr>
          <w:rFonts w:ascii="Calibri" w:hAnsi="Calibri" w:cs="Calibri"/>
          <w:sz w:val="22"/>
          <w:szCs w:val="22"/>
        </w:rPr>
        <w:tab/>
      </w:r>
    </w:p>
    <w:p w:rsidR="003F4B65" w:rsidRPr="003F5875" w:rsidRDefault="003F4B65" w:rsidP="004212D8">
      <w:pPr>
        <w:pStyle w:val="BodyText"/>
        <w:spacing w:line="276" w:lineRule="auto"/>
        <w:ind w:left="567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>____________________________</w:t>
      </w:r>
    </w:p>
    <w:p w:rsidR="003F4B65" w:rsidRDefault="003F4B65" w:rsidP="008F3387">
      <w:pPr>
        <w:pStyle w:val="BodyText"/>
        <w:spacing w:line="276" w:lineRule="auto"/>
        <w:ind w:left="567"/>
        <w:jc w:val="left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 xml:space="preserve">       Luogo - data</w:t>
      </w:r>
      <w:r w:rsidRPr="003F5875">
        <w:rPr>
          <w:rFonts w:ascii="Calibri" w:hAnsi="Calibri" w:cs="Calibri"/>
          <w:sz w:val="22"/>
          <w:szCs w:val="22"/>
        </w:rPr>
        <w:tab/>
      </w:r>
      <w:r w:rsidRPr="003F5875">
        <w:rPr>
          <w:rFonts w:ascii="Calibri" w:hAnsi="Calibri" w:cs="Calibri"/>
          <w:sz w:val="22"/>
          <w:szCs w:val="22"/>
        </w:rPr>
        <w:tab/>
      </w:r>
    </w:p>
    <w:p w:rsidR="003F4B65" w:rsidRDefault="003F4B65" w:rsidP="008F3387">
      <w:pPr>
        <w:pStyle w:val="BodyText"/>
        <w:spacing w:line="276" w:lineRule="auto"/>
        <w:jc w:val="left"/>
        <w:rPr>
          <w:rFonts w:ascii="Calibri" w:hAnsi="Calibri" w:cs="Calibri"/>
          <w:sz w:val="22"/>
          <w:szCs w:val="22"/>
        </w:rPr>
      </w:pPr>
    </w:p>
    <w:p w:rsidR="003F4B65" w:rsidRDefault="003F4B65" w:rsidP="008F3387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8F3387">
        <w:rPr>
          <w:rFonts w:ascii="Calibri" w:hAnsi="Calibri" w:cs="Calibri"/>
          <w:sz w:val="18"/>
          <w:szCs w:val="18"/>
        </w:rPr>
        <w:t>Si allega bozza/sintesi della proposta progettuale.</w:t>
      </w:r>
      <w:r w:rsidRPr="008F3387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:rsidR="003F4B65" w:rsidRPr="008F3387" w:rsidRDefault="003F4B65" w:rsidP="008F3387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8F3387">
        <w:rPr>
          <w:rFonts w:ascii="Calibri" w:hAnsi="Calibri" w:cs="Calibri"/>
          <w:sz w:val="18"/>
          <w:szCs w:val="18"/>
        </w:rPr>
        <w:t>Indicare se “titolare” o “legale rappresentante”;</w:t>
      </w:r>
    </w:p>
    <w:p w:rsidR="003F4B65" w:rsidRPr="008F3387" w:rsidRDefault="003F4B65" w:rsidP="008F3387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8F3387">
        <w:rPr>
          <w:rFonts w:ascii="Calibri" w:hAnsi="Calibri" w:cs="Calibri"/>
          <w:sz w:val="18"/>
          <w:szCs w:val="18"/>
        </w:rPr>
        <w:t>Indicare l’esatta ragione sociale quale risulta dal certificato della CC.I.AA.;</w:t>
      </w:r>
    </w:p>
    <w:p w:rsidR="003F4B65" w:rsidRPr="003F5875" w:rsidRDefault="003F4B65" w:rsidP="008F3387">
      <w:pPr>
        <w:pStyle w:val="BodyText"/>
        <w:spacing w:line="276" w:lineRule="auto"/>
        <w:jc w:val="left"/>
        <w:rPr>
          <w:rFonts w:ascii="Calibri" w:hAnsi="Calibri" w:cs="Calibri"/>
          <w:sz w:val="22"/>
          <w:szCs w:val="22"/>
        </w:rPr>
      </w:pPr>
      <w:r w:rsidRPr="003F5875">
        <w:rPr>
          <w:rFonts w:ascii="Calibri" w:hAnsi="Calibri" w:cs="Calibri"/>
          <w:sz w:val="22"/>
          <w:szCs w:val="22"/>
        </w:rPr>
        <w:tab/>
      </w:r>
    </w:p>
    <w:sectPr w:rsidR="003F4B65" w:rsidRPr="003F5875" w:rsidSect="00364F8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B65" w:rsidRDefault="003F4B65" w:rsidP="003E70C2">
      <w:r>
        <w:separator/>
      </w:r>
    </w:p>
  </w:endnote>
  <w:endnote w:type="continuationSeparator" w:id="0">
    <w:p w:rsidR="003F4B65" w:rsidRDefault="003F4B65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65" w:rsidRPr="00AD0CFC" w:rsidRDefault="003F4B65">
    <w:pPr>
      <w:pStyle w:val="Footer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Pr="00AD0CFC">
      <w:rPr>
        <w:rFonts w:ascii="Arial" w:hAnsi="Arial" w:cs="Arial"/>
        <w:sz w:val="22"/>
        <w:szCs w:val="22"/>
      </w:rPr>
      <w:fldChar w:fldCharType="end"/>
    </w:r>
  </w:p>
  <w:p w:rsidR="003F4B65" w:rsidRDefault="003F4B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B65" w:rsidRDefault="003F4B65" w:rsidP="003E70C2">
      <w:r>
        <w:separator/>
      </w:r>
    </w:p>
  </w:footnote>
  <w:footnote w:type="continuationSeparator" w:id="0">
    <w:p w:rsidR="003F4B65" w:rsidRDefault="003F4B65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B2748F"/>
    <w:multiLevelType w:val="hybridMultilevel"/>
    <w:tmpl w:val="C226AC20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1"/>
  </w:num>
  <w:num w:numId="16">
    <w:abstractNumId w:val="2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F21"/>
    <w:rsid w:val="000010D9"/>
    <w:rsid w:val="0000224E"/>
    <w:rsid w:val="00017370"/>
    <w:rsid w:val="00030A2F"/>
    <w:rsid w:val="000318F3"/>
    <w:rsid w:val="00042075"/>
    <w:rsid w:val="0004376A"/>
    <w:rsid w:val="0004619D"/>
    <w:rsid w:val="0005296E"/>
    <w:rsid w:val="00063158"/>
    <w:rsid w:val="0007008B"/>
    <w:rsid w:val="00076641"/>
    <w:rsid w:val="00094728"/>
    <w:rsid w:val="000A1C58"/>
    <w:rsid w:val="000A7793"/>
    <w:rsid w:val="000C66C4"/>
    <w:rsid w:val="000C6FB5"/>
    <w:rsid w:val="000C7EE8"/>
    <w:rsid w:val="000F394C"/>
    <w:rsid w:val="00105815"/>
    <w:rsid w:val="001308E7"/>
    <w:rsid w:val="001352BC"/>
    <w:rsid w:val="00155FCB"/>
    <w:rsid w:val="0016526D"/>
    <w:rsid w:val="00165CF6"/>
    <w:rsid w:val="001808B0"/>
    <w:rsid w:val="00180F22"/>
    <w:rsid w:val="001829FD"/>
    <w:rsid w:val="001E39F7"/>
    <w:rsid w:val="001F21F8"/>
    <w:rsid w:val="001F2A47"/>
    <w:rsid w:val="001F7699"/>
    <w:rsid w:val="001F7D6E"/>
    <w:rsid w:val="0021715C"/>
    <w:rsid w:val="00246CDB"/>
    <w:rsid w:val="002505FB"/>
    <w:rsid w:val="00256D28"/>
    <w:rsid w:val="00257508"/>
    <w:rsid w:val="00261C34"/>
    <w:rsid w:val="00271983"/>
    <w:rsid w:val="00272207"/>
    <w:rsid w:val="00287621"/>
    <w:rsid w:val="00291FD0"/>
    <w:rsid w:val="002946BC"/>
    <w:rsid w:val="002A4900"/>
    <w:rsid w:val="002A7EC9"/>
    <w:rsid w:val="00301E41"/>
    <w:rsid w:val="00302526"/>
    <w:rsid w:val="00310119"/>
    <w:rsid w:val="00312ABF"/>
    <w:rsid w:val="00313CF5"/>
    <w:rsid w:val="00321E7C"/>
    <w:rsid w:val="00334A36"/>
    <w:rsid w:val="003418D0"/>
    <w:rsid w:val="003424C7"/>
    <w:rsid w:val="003454B7"/>
    <w:rsid w:val="003530E5"/>
    <w:rsid w:val="00364F84"/>
    <w:rsid w:val="00372C7B"/>
    <w:rsid w:val="003741B5"/>
    <w:rsid w:val="003755A4"/>
    <w:rsid w:val="003974EE"/>
    <w:rsid w:val="003A7220"/>
    <w:rsid w:val="003B3F93"/>
    <w:rsid w:val="003D5702"/>
    <w:rsid w:val="003D63F3"/>
    <w:rsid w:val="003D7392"/>
    <w:rsid w:val="003E70C2"/>
    <w:rsid w:val="003F4B65"/>
    <w:rsid w:val="003F5875"/>
    <w:rsid w:val="003F5C8A"/>
    <w:rsid w:val="004212D8"/>
    <w:rsid w:val="00425B0F"/>
    <w:rsid w:val="004263F3"/>
    <w:rsid w:val="004342D7"/>
    <w:rsid w:val="00442261"/>
    <w:rsid w:val="00454963"/>
    <w:rsid w:val="00467B68"/>
    <w:rsid w:val="004A2D8D"/>
    <w:rsid w:val="004A5611"/>
    <w:rsid w:val="004B46BB"/>
    <w:rsid w:val="004C2F94"/>
    <w:rsid w:val="004C5978"/>
    <w:rsid w:val="004D30C2"/>
    <w:rsid w:val="004D30E8"/>
    <w:rsid w:val="004E157F"/>
    <w:rsid w:val="004F11FB"/>
    <w:rsid w:val="004F2654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95F83"/>
    <w:rsid w:val="005B6063"/>
    <w:rsid w:val="005D43A3"/>
    <w:rsid w:val="005D5398"/>
    <w:rsid w:val="005E1B60"/>
    <w:rsid w:val="005E75A9"/>
    <w:rsid w:val="006070BF"/>
    <w:rsid w:val="0061679D"/>
    <w:rsid w:val="00621E86"/>
    <w:rsid w:val="00622238"/>
    <w:rsid w:val="006352CD"/>
    <w:rsid w:val="00691028"/>
    <w:rsid w:val="00694C94"/>
    <w:rsid w:val="00696C13"/>
    <w:rsid w:val="006C6E10"/>
    <w:rsid w:val="006E5BDD"/>
    <w:rsid w:val="00703E8A"/>
    <w:rsid w:val="00720EC5"/>
    <w:rsid w:val="007268AD"/>
    <w:rsid w:val="00730040"/>
    <w:rsid w:val="00730519"/>
    <w:rsid w:val="00735A65"/>
    <w:rsid w:val="0075537C"/>
    <w:rsid w:val="00756F36"/>
    <w:rsid w:val="00770107"/>
    <w:rsid w:val="00797B7E"/>
    <w:rsid w:val="007B0B37"/>
    <w:rsid w:val="007B37F1"/>
    <w:rsid w:val="007D04D3"/>
    <w:rsid w:val="007D2F82"/>
    <w:rsid w:val="007D320B"/>
    <w:rsid w:val="007D514A"/>
    <w:rsid w:val="00832D75"/>
    <w:rsid w:val="00833F24"/>
    <w:rsid w:val="00843CF0"/>
    <w:rsid w:val="0085247A"/>
    <w:rsid w:val="0087001C"/>
    <w:rsid w:val="008861F0"/>
    <w:rsid w:val="00891684"/>
    <w:rsid w:val="008A2B5E"/>
    <w:rsid w:val="008B2747"/>
    <w:rsid w:val="008C7DF4"/>
    <w:rsid w:val="008D1563"/>
    <w:rsid w:val="008D4AEA"/>
    <w:rsid w:val="008E3A88"/>
    <w:rsid w:val="008F3387"/>
    <w:rsid w:val="0090194A"/>
    <w:rsid w:val="00915EC8"/>
    <w:rsid w:val="00946E8D"/>
    <w:rsid w:val="0096174D"/>
    <w:rsid w:val="0096443B"/>
    <w:rsid w:val="00967BA5"/>
    <w:rsid w:val="00984D76"/>
    <w:rsid w:val="00986731"/>
    <w:rsid w:val="00997B8E"/>
    <w:rsid w:val="009A37AC"/>
    <w:rsid w:val="009A497F"/>
    <w:rsid w:val="009B6721"/>
    <w:rsid w:val="009C6D63"/>
    <w:rsid w:val="009E57EA"/>
    <w:rsid w:val="00A0567E"/>
    <w:rsid w:val="00A10F3A"/>
    <w:rsid w:val="00A17AEC"/>
    <w:rsid w:val="00A2329C"/>
    <w:rsid w:val="00A403B0"/>
    <w:rsid w:val="00A412CB"/>
    <w:rsid w:val="00A41A2A"/>
    <w:rsid w:val="00A41F11"/>
    <w:rsid w:val="00A4284D"/>
    <w:rsid w:val="00A44ECF"/>
    <w:rsid w:val="00A626AA"/>
    <w:rsid w:val="00A63D61"/>
    <w:rsid w:val="00A803AD"/>
    <w:rsid w:val="00A90518"/>
    <w:rsid w:val="00AB1F47"/>
    <w:rsid w:val="00AB6F21"/>
    <w:rsid w:val="00AC52A4"/>
    <w:rsid w:val="00AD0CFC"/>
    <w:rsid w:val="00AD4EE2"/>
    <w:rsid w:val="00AD7307"/>
    <w:rsid w:val="00AF0727"/>
    <w:rsid w:val="00AF0E02"/>
    <w:rsid w:val="00B03C46"/>
    <w:rsid w:val="00B238D5"/>
    <w:rsid w:val="00B255CB"/>
    <w:rsid w:val="00B2668D"/>
    <w:rsid w:val="00B3053F"/>
    <w:rsid w:val="00B36A76"/>
    <w:rsid w:val="00B428DC"/>
    <w:rsid w:val="00B62774"/>
    <w:rsid w:val="00B642BD"/>
    <w:rsid w:val="00B66B6E"/>
    <w:rsid w:val="00B7642A"/>
    <w:rsid w:val="00B76C37"/>
    <w:rsid w:val="00B80E8E"/>
    <w:rsid w:val="00B836B4"/>
    <w:rsid w:val="00B86F32"/>
    <w:rsid w:val="00B9497E"/>
    <w:rsid w:val="00BA65E9"/>
    <w:rsid w:val="00BB2075"/>
    <w:rsid w:val="00BB7AB8"/>
    <w:rsid w:val="00BD7C77"/>
    <w:rsid w:val="00C14147"/>
    <w:rsid w:val="00C41DAC"/>
    <w:rsid w:val="00C45C3A"/>
    <w:rsid w:val="00C567B5"/>
    <w:rsid w:val="00CA101D"/>
    <w:rsid w:val="00CF4ABD"/>
    <w:rsid w:val="00D127D6"/>
    <w:rsid w:val="00D138E7"/>
    <w:rsid w:val="00D32E34"/>
    <w:rsid w:val="00D3441B"/>
    <w:rsid w:val="00D347E0"/>
    <w:rsid w:val="00D623E0"/>
    <w:rsid w:val="00D65C88"/>
    <w:rsid w:val="00D7423F"/>
    <w:rsid w:val="00D802FB"/>
    <w:rsid w:val="00D945AD"/>
    <w:rsid w:val="00D96EF2"/>
    <w:rsid w:val="00DA76B8"/>
    <w:rsid w:val="00DB3DE5"/>
    <w:rsid w:val="00DB71CB"/>
    <w:rsid w:val="00DB76C4"/>
    <w:rsid w:val="00DC0AF2"/>
    <w:rsid w:val="00DC20CD"/>
    <w:rsid w:val="00DC6D74"/>
    <w:rsid w:val="00DC701F"/>
    <w:rsid w:val="00E013EF"/>
    <w:rsid w:val="00E11968"/>
    <w:rsid w:val="00E20E00"/>
    <w:rsid w:val="00E21178"/>
    <w:rsid w:val="00E25AC7"/>
    <w:rsid w:val="00E365CE"/>
    <w:rsid w:val="00E63FA8"/>
    <w:rsid w:val="00E678DD"/>
    <w:rsid w:val="00E8560A"/>
    <w:rsid w:val="00EB19F2"/>
    <w:rsid w:val="00EB2C74"/>
    <w:rsid w:val="00EF37C2"/>
    <w:rsid w:val="00EF6D4D"/>
    <w:rsid w:val="00F07358"/>
    <w:rsid w:val="00F34744"/>
    <w:rsid w:val="00F3672D"/>
    <w:rsid w:val="00F47CE2"/>
    <w:rsid w:val="00F47FFA"/>
    <w:rsid w:val="00F5390D"/>
    <w:rsid w:val="00F64CA6"/>
    <w:rsid w:val="00F716C6"/>
    <w:rsid w:val="00F86A87"/>
    <w:rsid w:val="00FA1CE3"/>
    <w:rsid w:val="00FC25C4"/>
    <w:rsid w:val="00FC38AB"/>
    <w:rsid w:val="00FC5BDA"/>
    <w:rsid w:val="00FD5982"/>
    <w:rsid w:val="00FF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F21"/>
    <w:rPr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AB6F21"/>
    <w:pPr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7642A"/>
    <w:rPr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Revision">
    <w:name w:val="Revision"/>
    <w:hidden/>
    <w:uiPriority w:val="99"/>
    <w:semiHidden/>
    <w:rsid w:val="00B255C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255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5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255CB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255C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255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255CB"/>
    <w:rPr>
      <w:b/>
      <w:bCs/>
    </w:rPr>
  </w:style>
  <w:style w:type="character" w:styleId="Hyperlink">
    <w:name w:val="Hyperlink"/>
    <w:basedOn w:val="DefaultParagraphFont"/>
    <w:uiPriority w:val="99"/>
    <w:rsid w:val="003974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70C2"/>
  </w:style>
  <w:style w:type="paragraph" w:styleId="Footer">
    <w:name w:val="footer"/>
    <w:basedOn w:val="Normal"/>
    <w:link w:val="FooterChar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70C2"/>
  </w:style>
  <w:style w:type="paragraph" w:styleId="NoSpacing">
    <w:name w:val="No Spacing"/>
    <w:link w:val="NoSpacingChar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ListParagraph">
    <w:name w:val="List Paragraph"/>
    <w:basedOn w:val="Normal"/>
    <w:uiPriority w:val="99"/>
    <w:qFormat/>
    <w:rsid w:val="003F587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1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224</Words>
  <Characters>1283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postazione</cp:lastModifiedBy>
  <cp:revision>3</cp:revision>
  <cp:lastPrinted>2010-07-02T10:44:00Z</cp:lastPrinted>
  <dcterms:created xsi:type="dcterms:W3CDTF">2011-04-20T07:10:00Z</dcterms:created>
  <dcterms:modified xsi:type="dcterms:W3CDTF">2011-04-20T07:32:00Z</dcterms:modified>
</cp:coreProperties>
</file>