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54" w:rsidRDefault="006C3054" w:rsidP="006C3054">
      <w:pPr>
        <w:tabs>
          <w:tab w:val="center" w:pos="4819"/>
          <w:tab w:val="left" w:pos="8175"/>
        </w:tabs>
        <w:spacing w:after="0" w:line="360" w:lineRule="auto"/>
        <w:rPr>
          <w:rFonts w:cs="Calibri"/>
          <w:color w:val="FF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D280FAC" wp14:editId="54EE0370">
            <wp:simplePos x="0" y="0"/>
            <wp:positionH relativeFrom="column">
              <wp:posOffset>784860</wp:posOffset>
            </wp:positionH>
            <wp:positionV relativeFrom="paragraph">
              <wp:posOffset>147955</wp:posOffset>
            </wp:positionV>
            <wp:extent cx="4608830" cy="914400"/>
            <wp:effectExtent l="0" t="0" r="1270" b="0"/>
            <wp:wrapTight wrapText="bothSides">
              <wp:wrapPolygon edited="0">
                <wp:start x="0" y="0"/>
                <wp:lineTo x="0" y="21150"/>
                <wp:lineTo x="21517" y="21150"/>
                <wp:lineTo x="21517" y="0"/>
                <wp:lineTo x="0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color w:val="FF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6C3054" w:rsidRDefault="006C3054" w:rsidP="006C3054">
      <w:pPr>
        <w:tabs>
          <w:tab w:val="center" w:pos="4819"/>
          <w:tab w:val="left" w:pos="8175"/>
        </w:tabs>
        <w:spacing w:after="0" w:line="360" w:lineRule="auto"/>
        <w:rPr>
          <w:rFonts w:cs="Calibri"/>
          <w:color w:val="FF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3054" w:rsidRDefault="00422084" w:rsidP="006C3054">
      <w:pPr>
        <w:tabs>
          <w:tab w:val="left" w:pos="70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031C6F73" wp14:editId="74EC367D">
            <wp:simplePos x="0" y="0"/>
            <wp:positionH relativeFrom="column">
              <wp:posOffset>2762250</wp:posOffset>
            </wp:positionH>
            <wp:positionV relativeFrom="paragraph">
              <wp:posOffset>141605</wp:posOffset>
            </wp:positionV>
            <wp:extent cx="1078865" cy="3416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2084" w:rsidRDefault="00422084" w:rsidP="006C3054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:rsidR="00422084" w:rsidRDefault="00422084" w:rsidP="006C3054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:rsidR="00422084" w:rsidRDefault="00422084" w:rsidP="006C3054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:rsidR="006C3054" w:rsidRDefault="006C3054" w:rsidP="006C3054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Programma di Sviluppo Rurale 2014 -2020</w:t>
      </w:r>
    </w:p>
    <w:p w:rsidR="006C3054" w:rsidRDefault="006C3054" w:rsidP="006C3054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Fondo Europeo Agricolo per lo Sviluppo Rurale </w:t>
      </w:r>
    </w:p>
    <w:p w:rsidR="006C3054" w:rsidRDefault="006C3054" w:rsidP="006C3054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“L’Europa investe nelle zone rurali”</w:t>
      </w:r>
    </w:p>
    <w:p w:rsidR="006C3054" w:rsidRDefault="006C3054" w:rsidP="006C3054">
      <w:pPr>
        <w:tabs>
          <w:tab w:val="left" w:pos="70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:rsidR="006C3054" w:rsidRDefault="006C3054" w:rsidP="006C3054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32"/>
          <w:szCs w:val="24"/>
          <w:lang w:eastAsia="it-IT"/>
        </w:rPr>
      </w:pPr>
      <w:r>
        <w:rPr>
          <w:rFonts w:eastAsia="Times New Roman" w:cs="Calibri"/>
          <w:sz w:val="32"/>
          <w:szCs w:val="24"/>
          <w:lang w:eastAsia="it-IT"/>
        </w:rPr>
        <w:t>Gruppo di Azione Locale</w:t>
      </w:r>
    </w:p>
    <w:p w:rsidR="006C3054" w:rsidRDefault="006C3054" w:rsidP="006C3054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32"/>
          <w:szCs w:val="24"/>
          <w:lang w:eastAsia="it-IT"/>
        </w:rPr>
      </w:pPr>
      <w:r>
        <w:rPr>
          <w:rFonts w:eastAsia="Times New Roman" w:cs="Calibri"/>
          <w:sz w:val="32"/>
          <w:szCs w:val="24"/>
          <w:lang w:eastAsia="it-IT"/>
        </w:rPr>
        <w:t>“ Riviera dei Fiori “</w:t>
      </w:r>
    </w:p>
    <w:p w:rsidR="006C3054" w:rsidRDefault="006C3054" w:rsidP="006C3054">
      <w:pPr>
        <w:tabs>
          <w:tab w:val="center" w:pos="4819"/>
          <w:tab w:val="left" w:pos="8175"/>
        </w:tabs>
        <w:spacing w:after="0" w:line="360" w:lineRule="auto"/>
        <w:jc w:val="center"/>
        <w:rPr>
          <w:rFonts w:cs="Calibr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3054" w:rsidRDefault="006C3054" w:rsidP="006C3054">
      <w:pPr>
        <w:tabs>
          <w:tab w:val="center" w:pos="4819"/>
          <w:tab w:val="left" w:pos="8175"/>
        </w:tabs>
        <w:spacing w:after="0" w:line="360" w:lineRule="auto"/>
        <w:jc w:val="center"/>
        <w:rPr>
          <w:rFonts w:cs="Calibr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Calibr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ALLEGATO 2 – SCHEDA TECNICA</w:t>
      </w:r>
    </w:p>
    <w:p w:rsidR="006C3054" w:rsidRDefault="006C3054" w:rsidP="006C3054">
      <w:pPr>
        <w:tabs>
          <w:tab w:val="center" w:pos="4819"/>
          <w:tab w:val="left" w:pos="8175"/>
        </w:tabs>
        <w:spacing w:after="0" w:line="360" w:lineRule="auto"/>
        <w:jc w:val="center"/>
        <w:rPr>
          <w:rFonts w:cs="Calibr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3054" w:rsidRDefault="006C3054" w:rsidP="006C3054">
      <w:pPr>
        <w:spacing w:after="0" w:line="360" w:lineRule="auto"/>
        <w:jc w:val="center"/>
        <w:rPr>
          <w:rFonts w:cs="Calibri"/>
          <w:b/>
          <w:color w:val="76923C"/>
          <w:sz w:val="32"/>
          <w:szCs w:val="32"/>
        </w:rPr>
      </w:pPr>
      <w:r>
        <w:rPr>
          <w:rFonts w:cs="Calibri"/>
          <w:b/>
          <w:color w:val="76923C"/>
          <w:sz w:val="32"/>
          <w:szCs w:val="32"/>
        </w:rPr>
        <w:t>Manifestazione di interesse per progetto 1.2.1</w:t>
      </w:r>
    </w:p>
    <w:p w:rsidR="004266FC" w:rsidRPr="00BF23A5" w:rsidRDefault="004266FC" w:rsidP="00614D1B">
      <w:pPr>
        <w:spacing w:after="0" w:line="360" w:lineRule="auto"/>
        <w:jc w:val="center"/>
        <w:rPr>
          <w:rFonts w:asciiTheme="minorHAnsi" w:hAnsiTheme="minorHAnsi" w:cstheme="minorHAnsi"/>
          <w:b/>
          <w:color w:val="76923C"/>
          <w:sz w:val="32"/>
          <w:szCs w:val="32"/>
        </w:rPr>
      </w:pPr>
    </w:p>
    <w:p w:rsidR="004964AC" w:rsidRPr="00813080" w:rsidRDefault="00DF0A02" w:rsidP="0081308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DF0A02">
        <w:rPr>
          <w:rFonts w:asciiTheme="minorHAnsi" w:hAnsiTheme="minorHAnsi" w:cstheme="minorHAnsi"/>
          <w:sz w:val="28"/>
          <w:szCs w:val="24"/>
        </w:rPr>
        <w:t>“</w:t>
      </w:r>
      <w:r w:rsidRPr="00DF0A02">
        <w:rPr>
          <w:rFonts w:asciiTheme="minorHAnsi" w:hAnsiTheme="minorHAnsi" w:cstheme="minorHAnsi"/>
          <w:i/>
          <w:sz w:val="28"/>
          <w:szCs w:val="24"/>
        </w:rPr>
        <w:t>Progetto pilota finalizzato alla applicazione e alla divulgazione di soluzioni tecnologiche per risolvere due criticità permanenti della filiera olivicola: la gestione delle acque di vegetazione, l’utilizzo ottimale dei sottoprodotti solidi quali sanse e nocciolino, la caratterizzazione genomica dell’oliva Taggiasca.”</w:t>
      </w:r>
      <w:r w:rsidR="004266FC" w:rsidRPr="00813080">
        <w:rPr>
          <w:rFonts w:asciiTheme="minorHAnsi" w:hAnsiTheme="minorHAnsi" w:cstheme="minorHAnsi"/>
          <w:sz w:val="28"/>
          <w:szCs w:val="24"/>
        </w:rPr>
        <w:t>”</w:t>
      </w: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 w:rsidP="00CC62C6">
      <w:pPr>
        <w:spacing w:after="0" w:line="240" w:lineRule="auto"/>
        <w:ind w:firstLine="708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CC62C6" w:rsidRPr="00BF23A5" w:rsidRDefault="00CC62C6" w:rsidP="00CC62C6">
      <w:pPr>
        <w:spacing w:after="0" w:line="240" w:lineRule="auto"/>
        <w:ind w:firstLine="708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812"/>
      </w:tblGrid>
      <w:tr w:rsidR="00CC62C6" w:rsidRPr="00BF23A5" w:rsidTr="00813080">
        <w:trPr>
          <w:cantSplit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16"/>
                <w:szCs w:val="24"/>
                <w:lang w:eastAsia="it-IT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  <w:t>TITOLO PROGETTO</w:t>
            </w:r>
            <w:r w:rsidR="00FA4224"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>(</w:t>
            </w:r>
            <w:proofErr w:type="spellStart"/>
            <w:r w:rsidR="00FA4224"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>max</w:t>
            </w:r>
            <w:proofErr w:type="spellEnd"/>
            <w:r w:rsidR="00FA4224"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 xml:space="preserve"> 200 caratteri)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CC62C6" w:rsidRPr="00BF23A5" w:rsidRDefault="00CC62C6" w:rsidP="00CC62C6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812"/>
      </w:tblGrid>
      <w:tr w:rsidR="00CC62C6" w:rsidRPr="00BF23A5" w:rsidTr="00813080">
        <w:trPr>
          <w:cantSplit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16"/>
                <w:szCs w:val="24"/>
                <w:lang w:eastAsia="it-IT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  <w:t>ACRONIMO</w:t>
            </w:r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 xml:space="preserve"> (</w:t>
            </w:r>
            <w:proofErr w:type="spellStart"/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>max</w:t>
            </w:r>
            <w:proofErr w:type="spellEnd"/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 xml:space="preserve"> 30 caratteri)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CC62C6" w:rsidRPr="00BF23A5" w:rsidRDefault="00CC62C6" w:rsidP="00CC62C6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SEZIONE I - ANAGRAFICA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9628"/>
      </w:tblGrid>
      <w:tr w:rsidR="00CC62C6" w:rsidRPr="00BF23A5" w:rsidTr="00813080">
        <w:tc>
          <w:tcPr>
            <w:tcW w:w="9628" w:type="dxa"/>
            <w:shd w:val="clear" w:color="auto" w:fill="B6DDE8" w:themeFill="accent5" w:themeFillTint="66"/>
          </w:tcPr>
          <w:p w:rsidR="00CC62C6" w:rsidRPr="00BF23A5" w:rsidRDefault="00CC62C6" w:rsidP="00DF0A02">
            <w:pPr>
              <w:keepNext/>
              <w:keepLines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/>
              <w:outlineLvl w:val="0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INFORMAZIONI GENERALI SUL</w:t>
            </w:r>
            <w:r w:rsidR="00DF0A0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PARTENARIATO (GRUPPO DI COOPERAZIONE)</w:t>
            </w:r>
          </w:p>
        </w:tc>
      </w:tr>
    </w:tbl>
    <w:p w:rsidR="00CC62C6" w:rsidRPr="00BF23A5" w:rsidRDefault="00CC62C6" w:rsidP="00CC62C6">
      <w:pPr>
        <w:keepNext/>
        <w:keepLines/>
        <w:suppressAutoHyphens/>
        <w:spacing w:before="120" w:after="60" w:line="240" w:lineRule="auto"/>
        <w:outlineLvl w:val="0"/>
        <w:rPr>
          <w:rFonts w:asciiTheme="minorHAnsi" w:eastAsia="Times New Roman" w:hAnsiTheme="minorHAnsi" w:cstheme="minorHAnsi"/>
          <w:b/>
          <w:bCs/>
          <w:lang w:eastAsia="ar-SA"/>
        </w:rPr>
      </w:pPr>
      <w:r w:rsidRPr="00BF23A5">
        <w:rPr>
          <w:rFonts w:asciiTheme="minorHAnsi" w:eastAsia="Times New Roman" w:hAnsiTheme="minorHAnsi" w:cstheme="minorHAnsi"/>
          <w:b/>
          <w:bCs/>
          <w:lang w:eastAsia="ar-SA"/>
        </w:rPr>
        <w:t>1.1 elenco dei soggetti aderenti al partenariato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4"/>
        <w:gridCol w:w="5361"/>
      </w:tblGrid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tipologia del beneficiario</w:t>
            </w:r>
          </w:p>
        </w:tc>
        <w:tc>
          <w:tcPr>
            <w:tcW w:w="272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denominazione</w:t>
            </w:r>
          </w:p>
        </w:tc>
      </w:tr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DF0A02" w:rsidP="00DF0A02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Theme="minorHAnsi" w:eastAsia="Times New Roman" w:hAnsiTheme="minorHAnsi" w:cstheme="minorHAnsi"/>
                <w:lang w:eastAsia="ar-SA"/>
              </w:rPr>
            </w:pPr>
            <w:r w:rsidRPr="00DF0A02">
              <w:rPr>
                <w:rFonts w:asciiTheme="minorHAnsi" w:eastAsia="Times New Roman" w:hAnsiTheme="minorHAnsi" w:cstheme="minorHAnsi"/>
                <w:lang w:eastAsia="ar-SA"/>
              </w:rPr>
              <w:t xml:space="preserve">imprenditori agricoli, singoli e associati; </w:t>
            </w:r>
          </w:p>
        </w:tc>
        <w:tc>
          <w:tcPr>
            <w:tcW w:w="2720" w:type="pct"/>
          </w:tcPr>
          <w:p w:rsidR="00CC62C6" w:rsidRPr="00BF23A5" w:rsidRDefault="00CC62C6" w:rsidP="00CC62C6">
            <w:pPr>
              <w:suppressAutoHyphens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BF23A5" w:rsidRPr="00BF23A5" w:rsidTr="00813080">
        <w:tc>
          <w:tcPr>
            <w:tcW w:w="2280" w:type="pct"/>
            <w:shd w:val="clear" w:color="auto" w:fill="B6DDE8" w:themeFill="accent5" w:themeFillTint="66"/>
          </w:tcPr>
          <w:p w:rsidR="00BF23A5" w:rsidRPr="00DF0A02" w:rsidRDefault="00DF0A02" w:rsidP="00DF0A02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Theme="minorHAnsi" w:eastAsia="Times New Roman" w:hAnsiTheme="minorHAnsi" w:cstheme="minorHAnsi"/>
                <w:lang w:eastAsia="ar-SA"/>
              </w:rPr>
            </w:pPr>
            <w:r w:rsidRPr="00DF0A02">
              <w:rPr>
                <w:rFonts w:asciiTheme="minorHAnsi" w:eastAsia="Times New Roman" w:hAnsiTheme="minorHAnsi" w:cstheme="minorHAnsi"/>
                <w:lang w:eastAsia="ar-SA"/>
              </w:rPr>
              <w:t xml:space="preserve">università, centri e istituti di ricerca, pubblici e privati; </w:t>
            </w:r>
          </w:p>
        </w:tc>
        <w:tc>
          <w:tcPr>
            <w:tcW w:w="2720" w:type="pct"/>
          </w:tcPr>
          <w:p w:rsidR="00BF23A5" w:rsidRPr="00BF23A5" w:rsidRDefault="00BF23A5" w:rsidP="00CC62C6">
            <w:pPr>
              <w:suppressAutoHyphens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DF0A02" w:rsidP="00DF0A02">
            <w:pPr>
              <w:numPr>
                <w:ilvl w:val="0"/>
                <w:numId w:val="6"/>
              </w:numPr>
              <w:spacing w:before="60" w:after="60" w:line="240" w:lineRule="auto"/>
              <w:ind w:left="284" w:hanging="142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  <w:r w:rsidRPr="00DF0A02">
              <w:rPr>
                <w:rFonts w:asciiTheme="minorHAnsi" w:eastAsia="Times New Roman" w:hAnsiTheme="minorHAnsi" w:cstheme="minorHAnsi"/>
                <w:lang w:eastAsia="ar-SA"/>
              </w:rPr>
              <w:t>Regione Liguria, tramite le proprie strutture specialistiche o propri Enti strumentali</w:t>
            </w:r>
          </w:p>
        </w:tc>
        <w:tc>
          <w:tcPr>
            <w:tcW w:w="2720" w:type="pct"/>
          </w:tcPr>
          <w:p w:rsidR="00CC62C6" w:rsidRPr="00BF23A5" w:rsidRDefault="00CC62C6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BF23A5" w:rsidRPr="00BF23A5" w:rsidTr="00813080">
        <w:tc>
          <w:tcPr>
            <w:tcW w:w="2280" w:type="pct"/>
            <w:shd w:val="clear" w:color="auto" w:fill="B6DDE8" w:themeFill="accent5" w:themeFillTint="66"/>
          </w:tcPr>
          <w:p w:rsidR="00BF23A5" w:rsidRPr="00BF23A5" w:rsidRDefault="00DF0A02" w:rsidP="00DF0A02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ind w:left="284" w:hanging="142"/>
              <w:rPr>
                <w:rFonts w:asciiTheme="minorHAnsi" w:eastAsia="Times New Roman" w:hAnsiTheme="minorHAnsi" w:cstheme="minorHAnsi"/>
                <w:lang w:eastAsia="ar-SA"/>
              </w:rPr>
            </w:pPr>
            <w:r w:rsidRPr="00DF0A02">
              <w:rPr>
                <w:rFonts w:asciiTheme="minorHAnsi" w:eastAsia="Times New Roman" w:hAnsiTheme="minorHAnsi" w:cstheme="minorHAnsi"/>
                <w:lang w:eastAsia="ar-SA"/>
              </w:rPr>
              <w:t xml:space="preserve">prestatori di servizi, riconosciuti dalla Regione, di cui alla misura 1 e 2 per le attività di   consulenza e formazione; </w:t>
            </w:r>
          </w:p>
        </w:tc>
        <w:tc>
          <w:tcPr>
            <w:tcW w:w="2720" w:type="pct"/>
          </w:tcPr>
          <w:p w:rsidR="00BF23A5" w:rsidRPr="00BF23A5" w:rsidRDefault="00BF23A5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DF0A02" w:rsidRDefault="00CC62C6" w:rsidP="00DF0A02">
            <w:pPr>
              <w:pStyle w:val="Paragrafoelenco"/>
              <w:numPr>
                <w:ilvl w:val="0"/>
                <w:numId w:val="18"/>
              </w:numPr>
              <w:spacing w:before="60" w:after="60" w:line="240" w:lineRule="auto"/>
              <w:ind w:left="284" w:hanging="142"/>
              <w:rPr>
                <w:rFonts w:asciiTheme="minorHAnsi" w:eastAsia="Times New Roman" w:hAnsiTheme="minorHAnsi" w:cstheme="minorHAnsi"/>
                <w:lang w:eastAsia="ar-SA"/>
              </w:rPr>
            </w:pPr>
            <w:r w:rsidRPr="00DF0A02">
              <w:rPr>
                <w:rFonts w:asciiTheme="minorHAnsi" w:eastAsia="Times New Roman" w:hAnsiTheme="minorHAnsi" w:cstheme="minorHAnsi"/>
                <w:lang w:eastAsia="ar-SA"/>
              </w:rPr>
              <w:t xml:space="preserve">altri soggetti </w:t>
            </w:r>
            <w:r w:rsidR="00C67581">
              <w:rPr>
                <w:rFonts w:asciiTheme="minorHAnsi" w:eastAsia="Times New Roman" w:hAnsiTheme="minorHAnsi" w:cstheme="minorHAnsi"/>
                <w:lang w:eastAsia="ar-SA"/>
              </w:rPr>
              <w:t xml:space="preserve"> della filiera </w:t>
            </w:r>
            <w:r w:rsidR="00C67581" w:rsidRPr="00DF0A02">
              <w:rPr>
                <w:rFonts w:asciiTheme="minorHAnsi" w:eastAsia="Times New Roman" w:hAnsiTheme="minorHAnsi" w:cstheme="minorHAnsi"/>
                <w:lang w:eastAsia="ar-SA"/>
              </w:rPr>
              <w:t xml:space="preserve">che sono necessari e rilevanti per l’attuazione del progetto. </w:t>
            </w:r>
            <w:r w:rsidRPr="00DF0A02">
              <w:rPr>
                <w:rFonts w:asciiTheme="minorHAnsi" w:eastAsia="Times New Roman" w:hAnsiTheme="minorHAnsi" w:cstheme="minorHAnsi"/>
                <w:lang w:eastAsia="ar-SA"/>
              </w:rPr>
              <w:t>(</w:t>
            </w:r>
            <w:r w:rsidRPr="00DF0A02">
              <w:rPr>
                <w:rFonts w:asciiTheme="minorHAnsi" w:eastAsia="Times New Roman" w:hAnsiTheme="minorHAnsi" w:cstheme="minorHAnsi"/>
                <w:i/>
                <w:lang w:eastAsia="ar-SA"/>
              </w:rPr>
              <w:t>specificare</w:t>
            </w:r>
            <w:r w:rsidRPr="00DF0A02">
              <w:rPr>
                <w:rFonts w:asciiTheme="minorHAnsi" w:eastAsia="Times New Roman" w:hAnsiTheme="minorHAnsi" w:cstheme="minorHAnsi"/>
                <w:lang w:eastAsia="ar-SA"/>
              </w:rPr>
              <w:t>)</w:t>
            </w:r>
          </w:p>
        </w:tc>
        <w:tc>
          <w:tcPr>
            <w:tcW w:w="2720" w:type="pct"/>
          </w:tcPr>
          <w:p w:rsidR="00CC62C6" w:rsidRPr="00BF23A5" w:rsidRDefault="00CC62C6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</w:tbl>
    <w:p w:rsidR="00CC62C6" w:rsidRDefault="00CC62C6" w:rsidP="00CC62C6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ar-SA"/>
        </w:rPr>
      </w:pPr>
    </w:p>
    <w:p w:rsidR="00DF0A02" w:rsidRDefault="00DF0A02" w:rsidP="00CC62C6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ar-SA"/>
        </w:rPr>
      </w:pPr>
    </w:p>
    <w:p w:rsidR="00DF0A02" w:rsidRPr="00BF23A5" w:rsidRDefault="00DF0A02" w:rsidP="00CC62C6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ar-SA"/>
        </w:rPr>
      </w:pPr>
    </w:p>
    <w:p w:rsidR="00CC62C6" w:rsidRPr="00BF23A5" w:rsidRDefault="00CC62C6" w:rsidP="00CC62C6">
      <w:pPr>
        <w:keepNext/>
        <w:keepLines/>
        <w:suppressAutoHyphens/>
        <w:spacing w:after="60" w:line="240" w:lineRule="auto"/>
        <w:outlineLvl w:val="0"/>
        <w:rPr>
          <w:rFonts w:asciiTheme="minorHAnsi" w:eastAsia="Times New Roman" w:hAnsiTheme="minorHAnsi" w:cstheme="minorHAnsi"/>
          <w:b/>
          <w:bCs/>
          <w:lang w:eastAsia="ar-SA"/>
        </w:rPr>
      </w:pPr>
      <w:r w:rsidRPr="00BF23A5">
        <w:rPr>
          <w:rFonts w:asciiTheme="minorHAnsi" w:eastAsia="Times New Roman" w:hAnsiTheme="minorHAnsi" w:cstheme="minorHAnsi"/>
          <w:b/>
          <w:bCs/>
          <w:lang w:eastAsia="ar-SA"/>
        </w:rPr>
        <w:t>1.2 soggetto capofila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6717"/>
      </w:tblGrid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denominazione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CUAA</w:t>
            </w:r>
            <w:r w:rsidR="00BF23A5"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 </w:t>
            </w:r>
            <w:r w:rsidR="00BF23A5" w:rsidRPr="00BF23A5">
              <w:rPr>
                <w:rFonts w:asciiTheme="minorHAnsi" w:eastAsia="Times New Roman" w:hAnsiTheme="minorHAnsi" w:cstheme="minorHAnsi"/>
                <w:lang w:eastAsia="ar-SA"/>
              </w:rPr>
              <w:t>(codice fiscale)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sede legale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PEC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legale rappresentante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codice fiscale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coordinatore del progetto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email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telefono/cellulare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spacing w:before="60" w:after="0" w:line="240" w:lineRule="auto"/>
        <w:jc w:val="both"/>
        <w:rPr>
          <w:rFonts w:asciiTheme="minorHAnsi" w:eastAsia="Times New Roman" w:hAnsiTheme="minorHAnsi" w:cstheme="minorHAnsi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lang w:eastAsia="it-IT"/>
        </w:rPr>
        <w:t>NOTA BENE</w:t>
      </w:r>
      <w:r w:rsidRPr="00BF23A5">
        <w:rPr>
          <w:rFonts w:asciiTheme="minorHAnsi" w:eastAsia="Times New Roman" w:hAnsiTheme="minorHAnsi" w:cstheme="minorHAnsi"/>
          <w:lang w:eastAsia="it-IT"/>
        </w:rPr>
        <w:t>: le comunicazioni sono inviate al soggetto capofila alla PEC indicata. Possono essere anticipate per email all’indirizzo email del coordinatore.</w:t>
      </w:r>
    </w:p>
    <w:p w:rsidR="00CC62C6" w:rsidRPr="00BF23A5" w:rsidRDefault="00CC62C6" w:rsidP="00CC62C6">
      <w:pPr>
        <w:numPr>
          <w:ilvl w:val="0"/>
          <w:numId w:val="5"/>
        </w:numPr>
        <w:spacing w:before="120" w:after="60" w:line="240" w:lineRule="auto"/>
        <w:ind w:left="284" w:hanging="284"/>
        <w:jc w:val="both"/>
        <w:rPr>
          <w:rFonts w:asciiTheme="minorHAnsi" w:eastAsia="Times New Roman" w:hAnsiTheme="minorHAnsi" w:cstheme="minorHAnsi"/>
          <w:b/>
          <w:i/>
          <w:lang w:eastAsia="it-IT"/>
        </w:rPr>
      </w:pPr>
      <w:r w:rsidRPr="00BF23A5">
        <w:rPr>
          <w:rFonts w:asciiTheme="minorHAnsi" w:eastAsia="Times New Roman" w:hAnsiTheme="minorHAnsi" w:cstheme="minorHAnsi"/>
          <w:b/>
          <w:i/>
          <w:lang w:eastAsia="it-IT"/>
        </w:rPr>
        <w:t>presentazione del soggetto capofila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CC62C6" w:rsidRPr="00BF23A5" w:rsidTr="00CC62C6">
        <w:tc>
          <w:tcPr>
            <w:tcW w:w="5000" w:type="pct"/>
          </w:tcPr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Pr="00BF23A5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FA4224" w:rsidRPr="00BF23A5" w:rsidRDefault="00FA4224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</w:tbl>
    <w:p w:rsidR="00FA4224" w:rsidRPr="00BF23A5" w:rsidRDefault="00FA4224" w:rsidP="00CC62C6">
      <w:pPr>
        <w:keepNext/>
        <w:keepLines/>
        <w:suppressAutoHyphens/>
        <w:spacing w:after="60" w:line="240" w:lineRule="auto"/>
        <w:outlineLvl w:val="0"/>
        <w:rPr>
          <w:rFonts w:asciiTheme="minorHAnsi" w:eastAsia="Times New Roman" w:hAnsiTheme="minorHAnsi" w:cstheme="minorHAnsi"/>
          <w:b/>
          <w:bCs/>
          <w:lang w:eastAsia="ar-SA"/>
        </w:rPr>
      </w:pPr>
    </w:p>
    <w:p w:rsidR="00CC62C6" w:rsidRPr="00BF23A5" w:rsidRDefault="00CC62C6" w:rsidP="00CC62C6">
      <w:pPr>
        <w:keepNext/>
        <w:keepLines/>
        <w:suppressAutoHyphens/>
        <w:spacing w:after="60" w:line="240" w:lineRule="auto"/>
        <w:outlineLvl w:val="0"/>
        <w:rPr>
          <w:rFonts w:asciiTheme="minorHAnsi" w:eastAsia="Times New Roman" w:hAnsiTheme="minorHAnsi" w:cstheme="minorHAnsi"/>
          <w:b/>
          <w:bCs/>
          <w:sz w:val="20"/>
          <w:szCs w:val="20"/>
          <w:lang w:eastAsia="ar-SA"/>
        </w:rPr>
      </w:pPr>
      <w:r w:rsidRPr="00BF23A5">
        <w:rPr>
          <w:rFonts w:asciiTheme="minorHAnsi" w:eastAsia="Times New Roman" w:hAnsiTheme="minorHAnsi" w:cstheme="minorHAnsi"/>
          <w:b/>
          <w:bCs/>
          <w:lang w:eastAsia="ar-SA"/>
        </w:rPr>
        <w:t xml:space="preserve">1.3 partner n. 1 </w:t>
      </w:r>
      <w:r w:rsidRPr="00BF23A5">
        <w:rPr>
          <w:rFonts w:asciiTheme="minorHAnsi" w:eastAsia="Times New Roman" w:hAnsiTheme="minorHAnsi" w:cstheme="minorHAnsi"/>
          <w:bCs/>
          <w:i/>
          <w:sz w:val="20"/>
          <w:szCs w:val="20"/>
          <w:lang w:eastAsia="ar-SA"/>
        </w:rPr>
        <w:t>(replicare la scheda per ciascun partner coinvolto)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6717"/>
      </w:tblGrid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denominazione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CUAA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sede legale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legale rappresentante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codice fiscale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referente del progetto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email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telefono/cellulare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numPr>
          <w:ilvl w:val="0"/>
          <w:numId w:val="5"/>
        </w:numPr>
        <w:spacing w:before="120" w:after="60" w:line="240" w:lineRule="auto"/>
        <w:ind w:left="284" w:hanging="284"/>
        <w:jc w:val="both"/>
        <w:rPr>
          <w:rFonts w:asciiTheme="minorHAnsi" w:eastAsia="Times New Roman" w:hAnsiTheme="minorHAnsi" w:cstheme="minorHAnsi"/>
          <w:b/>
          <w:i/>
          <w:lang w:eastAsia="it-IT"/>
        </w:rPr>
      </w:pPr>
      <w:r w:rsidRPr="00BF23A5">
        <w:rPr>
          <w:rFonts w:asciiTheme="minorHAnsi" w:eastAsia="Times New Roman" w:hAnsiTheme="minorHAnsi" w:cstheme="minorHAnsi"/>
          <w:b/>
          <w:i/>
          <w:lang w:eastAsia="it-IT"/>
        </w:rPr>
        <w:t>presentazione del partner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CC62C6" w:rsidRPr="00BF23A5" w:rsidTr="00CC62C6">
        <w:tc>
          <w:tcPr>
            <w:tcW w:w="5000" w:type="pct"/>
          </w:tcPr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</w:tbl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BF23A5" w:rsidRDefault="00BF23A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BF23A5" w:rsidRPr="00BF23A5" w:rsidRDefault="00BF23A5" w:rsidP="00BF23A5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lastRenderedPageBreak/>
        <w:t xml:space="preserve">SEZIONE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I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I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–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PROPOSTA PROGETTUALE</w:t>
      </w:r>
    </w:p>
    <w:p w:rsidR="004266FC" w:rsidRPr="00610DC0" w:rsidRDefault="00610DC0" w:rsidP="00990632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610DC0">
        <w:rPr>
          <w:rFonts w:asciiTheme="minorHAnsi" w:hAnsiTheme="minorHAnsi" w:cstheme="minorHAnsi"/>
          <w:b/>
          <w:sz w:val="24"/>
          <w:szCs w:val="24"/>
        </w:rPr>
        <w:t>2.</w:t>
      </w:r>
      <w:r>
        <w:rPr>
          <w:rFonts w:asciiTheme="minorHAnsi" w:hAnsiTheme="minorHAnsi" w:cstheme="minorHAnsi"/>
          <w:b/>
          <w:sz w:val="24"/>
          <w:szCs w:val="24"/>
        </w:rPr>
        <w:t xml:space="preserve">1 - </w:t>
      </w:r>
      <w:r w:rsidRPr="00610DC0">
        <w:rPr>
          <w:rFonts w:asciiTheme="minorHAnsi" w:hAnsiTheme="minorHAnsi" w:cstheme="minorHAnsi"/>
          <w:b/>
          <w:sz w:val="24"/>
          <w:szCs w:val="24"/>
        </w:rPr>
        <w:t>Descrizione generale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4964AC" w:rsidRPr="00BF23A5" w:rsidTr="00610DC0">
        <w:trPr>
          <w:trHeight w:val="509"/>
        </w:trPr>
        <w:tc>
          <w:tcPr>
            <w:tcW w:w="9855" w:type="dxa"/>
            <w:gridSpan w:val="2"/>
            <w:shd w:val="clear" w:color="auto" w:fill="B6DDE8" w:themeFill="accent5" w:themeFillTint="66"/>
          </w:tcPr>
          <w:p w:rsidR="00610DC0" w:rsidRP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610DC0">
              <w:rPr>
                <w:rFonts w:asciiTheme="minorHAnsi" w:hAnsiTheme="minorHAnsi" w:cstheme="minorHAnsi"/>
                <w:b/>
                <w:sz w:val="24"/>
              </w:rPr>
              <w:t xml:space="preserve">ANALISI 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DEI </w:t>
            </w:r>
            <w:r w:rsidRPr="00610DC0">
              <w:rPr>
                <w:rFonts w:asciiTheme="minorHAnsi" w:hAnsiTheme="minorHAnsi" w:cstheme="minorHAnsi"/>
                <w:b/>
                <w:sz w:val="24"/>
              </w:rPr>
              <w:t>FABBISOGNI</w:t>
            </w:r>
          </w:p>
        </w:tc>
      </w:tr>
      <w:tr w:rsidR="00610DC0" w:rsidRPr="00BF23A5" w:rsidTr="00AE7049">
        <w:tc>
          <w:tcPr>
            <w:tcW w:w="9855" w:type="dxa"/>
            <w:gridSpan w:val="2"/>
          </w:tcPr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BF23A5" w:rsidRDefault="00610DC0" w:rsidP="00AE704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964AC" w:rsidRPr="00BF23A5" w:rsidTr="00610DC0">
        <w:trPr>
          <w:trHeight w:val="510"/>
        </w:trPr>
        <w:tc>
          <w:tcPr>
            <w:tcW w:w="9855" w:type="dxa"/>
            <w:gridSpan w:val="2"/>
            <w:shd w:val="clear" w:color="auto" w:fill="B6DDE8" w:themeFill="accent5" w:themeFillTint="66"/>
          </w:tcPr>
          <w:p w:rsidR="004964AC" w:rsidRP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OBIETTIVI</w:t>
            </w:r>
          </w:p>
        </w:tc>
      </w:tr>
      <w:tr w:rsidR="00610DC0" w:rsidRPr="00BF23A5" w:rsidTr="00AE7049">
        <w:tc>
          <w:tcPr>
            <w:tcW w:w="9855" w:type="dxa"/>
            <w:gridSpan w:val="2"/>
          </w:tcPr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990632" w:rsidRPr="00610DC0" w:rsidRDefault="00990632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BF23A5" w:rsidRDefault="00610DC0" w:rsidP="00AE704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964AC" w:rsidRPr="00BF23A5" w:rsidTr="00610DC0">
        <w:tc>
          <w:tcPr>
            <w:tcW w:w="9855" w:type="dxa"/>
            <w:gridSpan w:val="2"/>
            <w:shd w:val="clear" w:color="auto" w:fill="B6DDE8" w:themeFill="accent5" w:themeFillTint="66"/>
          </w:tcPr>
          <w:p w:rsidR="004964AC" w:rsidRPr="00610DC0" w:rsidRDefault="004964AC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610DC0">
              <w:rPr>
                <w:rFonts w:asciiTheme="minorHAnsi" w:hAnsiTheme="minorHAnsi" w:cstheme="minorHAnsi"/>
                <w:b/>
                <w:sz w:val="24"/>
              </w:rPr>
              <w:t>RICADUTE</w:t>
            </w:r>
          </w:p>
          <w:p w:rsidR="00610DC0" w:rsidRP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610DC0" w:rsidRPr="00BF23A5" w:rsidTr="00AE7049">
        <w:tc>
          <w:tcPr>
            <w:tcW w:w="9855" w:type="dxa"/>
            <w:gridSpan w:val="2"/>
          </w:tcPr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990632" w:rsidRPr="00610DC0" w:rsidRDefault="00990632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BF23A5" w:rsidRDefault="00610DC0" w:rsidP="00AE704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387389" w:rsidTr="00387389">
        <w:tc>
          <w:tcPr>
            <w:tcW w:w="9855" w:type="dxa"/>
            <w:gridSpan w:val="2"/>
            <w:shd w:val="clear" w:color="auto" w:fill="B6DDE8" w:themeFill="accent5" w:themeFillTint="66"/>
          </w:tcPr>
          <w:p w:rsidR="00A96BA6" w:rsidRDefault="00387389" w:rsidP="0038738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CORRELAZIONE</w:t>
            </w:r>
            <w:r w:rsidRPr="00387389">
              <w:rPr>
                <w:rFonts w:asciiTheme="minorHAnsi" w:hAnsiTheme="minorHAnsi" w:cstheme="minorHAnsi"/>
                <w:b/>
                <w:sz w:val="24"/>
              </w:rPr>
              <w:t xml:space="preserve"> DEGLI INVESTIMENTI</w:t>
            </w:r>
          </w:p>
          <w:p w:rsidR="00387389" w:rsidRPr="00387389" w:rsidRDefault="00387389" w:rsidP="00387389">
            <w:p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Descrivere per ciascun partner l’integrazione tra l’investimento/attività proposta e il progetto</w:t>
            </w:r>
          </w:p>
          <w:p w:rsidR="00387389" w:rsidRPr="00387389" w:rsidRDefault="00387389" w:rsidP="0038738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CAPOFILA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Pr="00610DC0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N.1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N.2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N.3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N.___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610DC0" w:rsidRDefault="00610DC0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0C600E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2.2 - </w:t>
      </w:r>
      <w:r w:rsidR="000C600E" w:rsidRPr="00610DC0">
        <w:rPr>
          <w:rFonts w:asciiTheme="minorHAnsi" w:hAnsiTheme="minorHAnsi" w:cstheme="minorHAnsi"/>
          <w:b/>
          <w:sz w:val="24"/>
          <w:szCs w:val="24"/>
        </w:rPr>
        <w:t>Descrizione de</w:t>
      </w:r>
      <w:r w:rsidR="00C67581">
        <w:rPr>
          <w:rFonts w:asciiTheme="minorHAnsi" w:hAnsiTheme="minorHAnsi" w:cstheme="minorHAnsi"/>
          <w:b/>
          <w:sz w:val="24"/>
          <w:szCs w:val="24"/>
        </w:rPr>
        <w:t>l</w:t>
      </w:r>
      <w:r w:rsidR="000C600E" w:rsidRPr="00610DC0">
        <w:rPr>
          <w:rFonts w:asciiTheme="minorHAnsi" w:hAnsiTheme="minorHAnsi" w:cstheme="minorHAnsi"/>
          <w:b/>
          <w:sz w:val="24"/>
          <w:szCs w:val="24"/>
        </w:rPr>
        <w:t>l</w:t>
      </w:r>
      <w:r w:rsidR="00C67581">
        <w:rPr>
          <w:rFonts w:asciiTheme="minorHAnsi" w:hAnsiTheme="minorHAnsi" w:cstheme="minorHAnsi"/>
          <w:b/>
          <w:sz w:val="24"/>
          <w:szCs w:val="24"/>
        </w:rPr>
        <w:t xml:space="preserve">e attività e dei costi </w:t>
      </w:r>
      <w:r w:rsidR="000C600E" w:rsidRPr="00610DC0">
        <w:rPr>
          <w:rFonts w:asciiTheme="minorHAnsi" w:hAnsiTheme="minorHAnsi" w:cstheme="minorHAnsi"/>
          <w:b/>
          <w:sz w:val="24"/>
          <w:szCs w:val="24"/>
        </w:rPr>
        <w:t>per singolo partner</w:t>
      </w: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4111"/>
        <w:gridCol w:w="3761"/>
      </w:tblGrid>
      <w:tr w:rsidR="00610DC0" w:rsidRPr="00BF23A5" w:rsidTr="00A96BA6">
        <w:trPr>
          <w:jc w:val="center"/>
        </w:trPr>
        <w:tc>
          <w:tcPr>
            <w:tcW w:w="9681" w:type="dxa"/>
            <w:gridSpan w:val="3"/>
            <w:shd w:val="clear" w:color="auto" w:fill="B6DDE8" w:themeFill="accent5" w:themeFillTint="66"/>
          </w:tcPr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CAPOFILA</w:t>
            </w:r>
          </w:p>
        </w:tc>
      </w:tr>
      <w:tr w:rsidR="00610DC0" w:rsidRPr="00BF23A5" w:rsidTr="00A96BA6">
        <w:trPr>
          <w:jc w:val="center"/>
        </w:trPr>
        <w:tc>
          <w:tcPr>
            <w:tcW w:w="1809" w:type="dxa"/>
          </w:tcPr>
          <w:p w:rsid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610DC0" w:rsidRPr="00B43659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876AC0" w:rsidRDefault="00876A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C67581" w:rsidRPr="00BF23A5" w:rsidTr="00C67581">
        <w:trPr>
          <w:trHeight w:val="394"/>
          <w:jc w:val="center"/>
        </w:trPr>
        <w:tc>
          <w:tcPr>
            <w:tcW w:w="1809" w:type="dxa"/>
            <w:vAlign w:val="center"/>
          </w:tcPr>
          <w:p w:rsidR="00C67581" w:rsidRPr="00A96BA6" w:rsidRDefault="00C67581" w:rsidP="00C67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16.2</w:t>
            </w:r>
          </w:p>
        </w:tc>
        <w:tc>
          <w:tcPr>
            <w:tcW w:w="4111" w:type="dxa"/>
          </w:tcPr>
          <w:p w:rsidR="00C67581" w:rsidRPr="00A96BA6" w:rsidRDefault="00C67581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C67581" w:rsidRPr="00A96BA6" w:rsidRDefault="00C67581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A96BA6" w:rsidRDefault="00A96BA6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4111"/>
        <w:gridCol w:w="3761"/>
      </w:tblGrid>
      <w:tr w:rsidR="00A96BA6" w:rsidRPr="00BF23A5" w:rsidTr="00A96BA6">
        <w:trPr>
          <w:jc w:val="center"/>
        </w:trPr>
        <w:tc>
          <w:tcPr>
            <w:tcW w:w="9681" w:type="dxa"/>
            <w:gridSpan w:val="3"/>
            <w:shd w:val="clear" w:color="auto" w:fill="B6DDE8" w:themeFill="accent5" w:themeFillTint="66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PARTNER n.1</w:t>
            </w:r>
          </w:p>
        </w:tc>
      </w:tr>
      <w:tr w:rsidR="00A96BA6" w:rsidRPr="00BF23A5" w:rsidTr="00A96BA6">
        <w:trPr>
          <w:jc w:val="center"/>
        </w:trPr>
        <w:tc>
          <w:tcPr>
            <w:tcW w:w="1809" w:type="dxa"/>
          </w:tcPr>
          <w:p w:rsid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Default="00B43659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876AC0" w:rsidRPr="00B43659" w:rsidRDefault="00876AC0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C67581" w:rsidRPr="00BF23A5" w:rsidTr="00C67581">
        <w:trPr>
          <w:trHeight w:val="340"/>
          <w:jc w:val="center"/>
        </w:trPr>
        <w:tc>
          <w:tcPr>
            <w:tcW w:w="1809" w:type="dxa"/>
            <w:vAlign w:val="center"/>
          </w:tcPr>
          <w:p w:rsidR="00C67581" w:rsidRPr="00A96BA6" w:rsidRDefault="00C67581" w:rsidP="00C67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16.2</w:t>
            </w:r>
          </w:p>
        </w:tc>
        <w:tc>
          <w:tcPr>
            <w:tcW w:w="4111" w:type="dxa"/>
          </w:tcPr>
          <w:p w:rsidR="00C67581" w:rsidRPr="00A96BA6" w:rsidRDefault="00C67581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C67581" w:rsidRPr="00A96BA6" w:rsidRDefault="00C67581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876AC0" w:rsidRDefault="00876A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876AC0" w:rsidRDefault="00876A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4111"/>
        <w:gridCol w:w="3761"/>
      </w:tblGrid>
      <w:tr w:rsidR="00A96BA6" w:rsidRPr="00BF23A5" w:rsidTr="00A96BA6">
        <w:trPr>
          <w:jc w:val="center"/>
        </w:trPr>
        <w:tc>
          <w:tcPr>
            <w:tcW w:w="9681" w:type="dxa"/>
            <w:gridSpan w:val="3"/>
            <w:shd w:val="clear" w:color="auto" w:fill="B6DDE8" w:themeFill="accent5" w:themeFillTint="66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PARTNER n.2</w:t>
            </w:r>
          </w:p>
        </w:tc>
      </w:tr>
      <w:tr w:rsidR="00A96BA6" w:rsidRPr="00BF23A5" w:rsidTr="00A96BA6">
        <w:trPr>
          <w:jc w:val="center"/>
        </w:trPr>
        <w:tc>
          <w:tcPr>
            <w:tcW w:w="1809" w:type="dxa"/>
          </w:tcPr>
          <w:p w:rsid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876AC0" w:rsidRPr="00B43659" w:rsidRDefault="00876AC0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C67581" w:rsidRPr="00BF23A5" w:rsidTr="00C67581">
        <w:trPr>
          <w:trHeight w:val="585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81" w:rsidRPr="00C67581" w:rsidRDefault="00C67581" w:rsidP="00C67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16.2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81" w:rsidRPr="00C67581" w:rsidRDefault="00C67581" w:rsidP="00C67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81" w:rsidRPr="00C67581" w:rsidRDefault="00C67581" w:rsidP="00C67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4111"/>
        <w:gridCol w:w="3761"/>
      </w:tblGrid>
      <w:tr w:rsidR="00A96BA6" w:rsidRPr="00BF23A5" w:rsidTr="00A96BA6">
        <w:trPr>
          <w:jc w:val="center"/>
        </w:trPr>
        <w:tc>
          <w:tcPr>
            <w:tcW w:w="9681" w:type="dxa"/>
            <w:gridSpan w:val="3"/>
            <w:shd w:val="clear" w:color="auto" w:fill="B6DDE8" w:themeFill="accent5" w:themeFillTint="66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PARTNER n.__</w:t>
            </w:r>
          </w:p>
        </w:tc>
      </w:tr>
      <w:tr w:rsidR="00A96BA6" w:rsidRPr="00BF23A5" w:rsidTr="00A96BA6">
        <w:trPr>
          <w:jc w:val="center"/>
        </w:trPr>
        <w:tc>
          <w:tcPr>
            <w:tcW w:w="1809" w:type="dxa"/>
          </w:tcPr>
          <w:p w:rsid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C67581" w:rsidRPr="00BF23A5" w:rsidTr="00C67581">
        <w:trPr>
          <w:trHeight w:val="340"/>
          <w:jc w:val="center"/>
        </w:trPr>
        <w:tc>
          <w:tcPr>
            <w:tcW w:w="1809" w:type="dxa"/>
            <w:vAlign w:val="center"/>
          </w:tcPr>
          <w:p w:rsidR="00C67581" w:rsidRPr="00A96BA6" w:rsidRDefault="00C67581" w:rsidP="00C67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16.2</w:t>
            </w:r>
          </w:p>
        </w:tc>
        <w:tc>
          <w:tcPr>
            <w:tcW w:w="4111" w:type="dxa"/>
          </w:tcPr>
          <w:p w:rsidR="00C67581" w:rsidRPr="00A96BA6" w:rsidRDefault="00C67581" w:rsidP="00C675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C67581" w:rsidRPr="00A96BA6" w:rsidRDefault="00C67581" w:rsidP="00C675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A27AA3" w:rsidRDefault="00A27AA3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2.3 - </w:t>
      </w:r>
      <w:r w:rsidRPr="00610DC0">
        <w:rPr>
          <w:rFonts w:asciiTheme="minorHAnsi" w:hAnsiTheme="minorHAnsi" w:cstheme="minorHAnsi"/>
          <w:b/>
          <w:sz w:val="24"/>
          <w:szCs w:val="24"/>
        </w:rPr>
        <w:t>P</w:t>
      </w:r>
      <w:r w:rsidR="000C600E" w:rsidRPr="00610DC0">
        <w:rPr>
          <w:rFonts w:asciiTheme="minorHAnsi" w:hAnsiTheme="minorHAnsi" w:cstheme="minorHAnsi"/>
          <w:b/>
          <w:sz w:val="24"/>
          <w:szCs w:val="24"/>
        </w:rPr>
        <w:t xml:space="preserve">iano </w:t>
      </w:r>
      <w:r w:rsidRPr="00610DC0">
        <w:rPr>
          <w:rFonts w:asciiTheme="minorHAnsi" w:hAnsiTheme="minorHAnsi" w:cstheme="minorHAnsi"/>
          <w:b/>
          <w:sz w:val="24"/>
          <w:szCs w:val="24"/>
        </w:rPr>
        <w:t xml:space="preserve">finanziario </w:t>
      </w:r>
      <w:r w:rsidR="00D546A0">
        <w:rPr>
          <w:rFonts w:asciiTheme="minorHAnsi" w:hAnsiTheme="minorHAnsi" w:cstheme="minorHAnsi"/>
          <w:b/>
          <w:sz w:val="24"/>
          <w:szCs w:val="24"/>
        </w:rPr>
        <w:t>generale</w:t>
      </w:r>
    </w:p>
    <w:p w:rsidR="00D546A0" w:rsidRDefault="00D546A0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4945" w:type="pct"/>
        <w:tblLook w:val="04A0" w:firstRow="1" w:lastRow="0" w:firstColumn="1" w:lastColumn="0" w:noHBand="0" w:noVBand="1"/>
      </w:tblPr>
      <w:tblGrid>
        <w:gridCol w:w="3084"/>
        <w:gridCol w:w="3404"/>
        <w:gridCol w:w="3259"/>
      </w:tblGrid>
      <w:tr w:rsidR="00C67581" w:rsidRPr="00B43659" w:rsidTr="00A27AA3">
        <w:trPr>
          <w:trHeight w:val="390"/>
        </w:trPr>
        <w:tc>
          <w:tcPr>
            <w:tcW w:w="1582" w:type="pct"/>
            <w:vMerge w:val="restart"/>
            <w:shd w:val="clear" w:color="auto" w:fill="B6DDE8" w:themeFill="accent5" w:themeFillTint="66"/>
            <w:vAlign w:val="center"/>
          </w:tcPr>
          <w:p w:rsidR="00C67581" w:rsidRPr="00B43659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>CAPOFILA/PARTNER</w:t>
            </w:r>
          </w:p>
        </w:tc>
        <w:tc>
          <w:tcPr>
            <w:tcW w:w="3418" w:type="pct"/>
            <w:gridSpan w:val="2"/>
            <w:shd w:val="clear" w:color="auto" w:fill="B6DDE8" w:themeFill="accent5" w:themeFillTint="66"/>
            <w:vAlign w:val="center"/>
          </w:tcPr>
          <w:p w:rsidR="00C67581" w:rsidRPr="00B43659" w:rsidRDefault="00C67581" w:rsidP="00C67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MISURA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16.2</w:t>
            </w:r>
          </w:p>
        </w:tc>
      </w:tr>
      <w:tr w:rsidR="00C67581" w:rsidTr="00A27AA3">
        <w:trPr>
          <w:trHeight w:val="549"/>
        </w:trPr>
        <w:tc>
          <w:tcPr>
            <w:tcW w:w="1582" w:type="pct"/>
            <w:vMerge/>
            <w:vAlign w:val="center"/>
          </w:tcPr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6" w:type="pct"/>
            <w:vAlign w:val="center"/>
          </w:tcPr>
          <w:p w:rsidR="00C67581" w:rsidRPr="00B43659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SPESA</w:t>
            </w:r>
          </w:p>
        </w:tc>
        <w:tc>
          <w:tcPr>
            <w:tcW w:w="1672" w:type="pct"/>
            <w:vAlign w:val="center"/>
          </w:tcPr>
          <w:p w:rsidR="00C67581" w:rsidRPr="00B43659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CONTRIBUTO</w:t>
            </w:r>
          </w:p>
        </w:tc>
      </w:tr>
      <w:tr w:rsidR="00C67581" w:rsidTr="00A27AA3">
        <w:tc>
          <w:tcPr>
            <w:tcW w:w="1582" w:type="pct"/>
            <w:vAlign w:val="center"/>
          </w:tcPr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6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7581" w:rsidTr="00A27AA3">
        <w:tc>
          <w:tcPr>
            <w:tcW w:w="1582" w:type="pct"/>
            <w:vAlign w:val="center"/>
          </w:tcPr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6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7581" w:rsidTr="00A27AA3">
        <w:tc>
          <w:tcPr>
            <w:tcW w:w="1582" w:type="pct"/>
            <w:vAlign w:val="center"/>
          </w:tcPr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6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7581" w:rsidTr="00A27AA3">
        <w:tc>
          <w:tcPr>
            <w:tcW w:w="1582" w:type="pct"/>
            <w:vAlign w:val="center"/>
          </w:tcPr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6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7581" w:rsidTr="00A27AA3">
        <w:tc>
          <w:tcPr>
            <w:tcW w:w="1582" w:type="pct"/>
            <w:vAlign w:val="center"/>
          </w:tcPr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6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7581" w:rsidTr="00A27AA3">
        <w:tc>
          <w:tcPr>
            <w:tcW w:w="1582" w:type="pct"/>
            <w:vAlign w:val="center"/>
          </w:tcPr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67581" w:rsidRDefault="00C67581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46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7581" w:rsidTr="00A27AA3">
        <w:trPr>
          <w:trHeight w:val="544"/>
        </w:trPr>
        <w:tc>
          <w:tcPr>
            <w:tcW w:w="1582" w:type="pct"/>
            <w:shd w:val="clear" w:color="auto" w:fill="B6DDE8" w:themeFill="accent5" w:themeFillTint="66"/>
            <w:vAlign w:val="center"/>
          </w:tcPr>
          <w:p w:rsidR="00C67581" w:rsidRDefault="00C67581" w:rsidP="0004370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4370C">
              <w:rPr>
                <w:rFonts w:asciiTheme="minorHAnsi" w:hAnsiTheme="minorHAnsi" w:cstheme="minorHAnsi"/>
                <w:b/>
                <w:sz w:val="24"/>
                <w:szCs w:val="24"/>
              </w:rPr>
              <w:t>TOTALE</w:t>
            </w:r>
          </w:p>
        </w:tc>
        <w:tc>
          <w:tcPr>
            <w:tcW w:w="1746" w:type="pct"/>
            <w:shd w:val="clear" w:color="auto" w:fill="B6DDE8" w:themeFill="accent5" w:themeFillTint="66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shd w:val="clear" w:color="auto" w:fill="B6DDE8" w:themeFill="accent5" w:themeFillTint="66"/>
            <w:vAlign w:val="center"/>
          </w:tcPr>
          <w:p w:rsidR="00C67581" w:rsidRPr="0004370C" w:rsidRDefault="00C67581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546A0" w:rsidRDefault="00D546A0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76AC0" w:rsidRDefault="00876AC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D546A0" w:rsidRPr="00D546A0" w:rsidRDefault="00D546A0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A96BA6" w:rsidRPr="00D546A0" w:rsidRDefault="00A96BA6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C4017" w:rsidRDefault="002721C8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2.4</w:t>
      </w:r>
      <w:r w:rsidR="003C4017" w:rsidRPr="003C40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C4017">
        <w:rPr>
          <w:rFonts w:asciiTheme="minorHAnsi" w:hAnsiTheme="minorHAnsi" w:cstheme="minorHAnsi"/>
          <w:b/>
          <w:sz w:val="24"/>
          <w:szCs w:val="24"/>
        </w:rPr>
        <w:t>–</w:t>
      </w:r>
      <w:r w:rsidR="003C4017" w:rsidRPr="003C40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C4017">
        <w:rPr>
          <w:rFonts w:asciiTheme="minorHAnsi" w:hAnsiTheme="minorHAnsi" w:cstheme="minorHAnsi"/>
          <w:b/>
          <w:sz w:val="24"/>
          <w:szCs w:val="24"/>
        </w:rPr>
        <w:t>Cantierabilità delle operazioni proposte</w:t>
      </w:r>
    </w:p>
    <w:p w:rsidR="003C4017" w:rsidRPr="003C4017" w:rsidRDefault="003C4017" w:rsidP="003C4017">
      <w:pPr>
        <w:spacing w:after="0" w:line="240" w:lineRule="auto"/>
        <w:ind w:left="708"/>
        <w:rPr>
          <w:rFonts w:ascii="Times New Roman" w:eastAsia="Times New Roman" w:hAnsi="Times New Roman"/>
          <w:i/>
          <w:lang w:eastAsia="it-IT"/>
        </w:rPr>
      </w:pPr>
      <w:r w:rsidRPr="003C4017">
        <w:rPr>
          <w:rFonts w:asciiTheme="minorHAnsi" w:hAnsiTheme="minorHAnsi" w:cstheme="minorHAnsi"/>
          <w:i/>
          <w:sz w:val="24"/>
          <w:szCs w:val="24"/>
        </w:rPr>
        <w:t>Per ciascun intervento proposto</w:t>
      </w:r>
      <w:r w:rsidRPr="003C4017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3C4017">
        <w:rPr>
          <w:rFonts w:asciiTheme="minorHAnsi" w:hAnsiTheme="minorHAnsi" w:cstheme="minorHAnsi"/>
          <w:i/>
          <w:sz w:val="24"/>
          <w:szCs w:val="24"/>
        </w:rPr>
        <w:t xml:space="preserve">indicare la tipologia di autorizzazione e il tempo necessario all’ottenimento </w:t>
      </w:r>
    </w:p>
    <w:p w:rsidR="00A96BA6" w:rsidRDefault="00A96BA6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2599"/>
        <w:gridCol w:w="2079"/>
        <w:gridCol w:w="1984"/>
      </w:tblGrid>
      <w:tr w:rsidR="003C4017" w:rsidRPr="003C4017" w:rsidTr="00A27AA3">
        <w:trPr>
          <w:trHeight w:val="542"/>
        </w:trPr>
        <w:tc>
          <w:tcPr>
            <w:tcW w:w="3119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it-IT"/>
              </w:rPr>
              <w:t>CAPOFILA/PARTNER</w:t>
            </w:r>
          </w:p>
        </w:tc>
        <w:tc>
          <w:tcPr>
            <w:tcW w:w="2599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hAnsiTheme="minorHAnsi" w:cstheme="minorHAnsi"/>
                <w:b/>
                <w:sz w:val="24"/>
                <w:szCs w:val="24"/>
              </w:rPr>
              <w:t>Intervento previsto</w:t>
            </w:r>
          </w:p>
        </w:tc>
        <w:tc>
          <w:tcPr>
            <w:tcW w:w="2079" w:type="dxa"/>
            <w:shd w:val="clear" w:color="auto" w:fill="B6DDE8" w:themeFill="accent5" w:themeFillTint="66"/>
            <w:vAlign w:val="center"/>
          </w:tcPr>
          <w:p w:rsidR="003C4017" w:rsidRPr="003C4017" w:rsidRDefault="002721C8" w:rsidP="002721C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Eventuali a</w:t>
            </w:r>
            <w:r w:rsidR="003C4017" w:rsidRPr="003C401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utorizzazione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necessarie</w:t>
            </w:r>
          </w:p>
        </w:tc>
        <w:tc>
          <w:tcPr>
            <w:tcW w:w="1984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hAnsiTheme="minorHAnsi" w:cstheme="minorHAnsi"/>
                <w:b/>
                <w:sz w:val="24"/>
                <w:szCs w:val="24"/>
              </w:rPr>
              <w:t>Tempo ottenimento</w:t>
            </w:r>
          </w:p>
        </w:tc>
      </w:tr>
      <w:tr w:rsidR="003C4017" w:rsidTr="00A27AA3">
        <w:trPr>
          <w:trHeight w:hRule="exact" w:val="567"/>
        </w:trPr>
        <w:tc>
          <w:tcPr>
            <w:tcW w:w="311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9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7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A27AA3">
        <w:trPr>
          <w:trHeight w:hRule="exact" w:val="567"/>
        </w:trPr>
        <w:tc>
          <w:tcPr>
            <w:tcW w:w="311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9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7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A27AA3">
        <w:trPr>
          <w:trHeight w:hRule="exact" w:val="567"/>
        </w:trPr>
        <w:tc>
          <w:tcPr>
            <w:tcW w:w="311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9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7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A27AA3">
        <w:trPr>
          <w:trHeight w:hRule="exact" w:val="567"/>
        </w:trPr>
        <w:tc>
          <w:tcPr>
            <w:tcW w:w="311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9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7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A27AA3">
        <w:trPr>
          <w:trHeight w:hRule="exact" w:val="567"/>
        </w:trPr>
        <w:tc>
          <w:tcPr>
            <w:tcW w:w="311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9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7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A27AA3">
        <w:trPr>
          <w:trHeight w:hRule="exact" w:val="567"/>
        </w:trPr>
        <w:tc>
          <w:tcPr>
            <w:tcW w:w="311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9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79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C4017" w:rsidRDefault="003C4017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76AC0" w:rsidRDefault="00876AC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A27AA3" w:rsidRDefault="00A27AA3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5786D" w:rsidRPr="00387389" w:rsidRDefault="002721C8" w:rsidP="00D546A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2.5</w:t>
      </w:r>
      <w:r w:rsidR="0035786D" w:rsidRPr="003C4017"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="0035786D" w:rsidRPr="00387389">
        <w:rPr>
          <w:rFonts w:asciiTheme="minorHAnsi" w:hAnsiTheme="minorHAnsi" w:cstheme="minorHAnsi"/>
          <w:b/>
          <w:sz w:val="24"/>
          <w:szCs w:val="24"/>
        </w:rPr>
        <w:t>Tempi di realizzazione e durata del progetto</w:t>
      </w:r>
    </w:p>
    <w:p w:rsidR="0035786D" w:rsidRPr="00D546A0" w:rsidRDefault="0035786D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Ind w:w="-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3"/>
        <w:gridCol w:w="2126"/>
        <w:gridCol w:w="2126"/>
        <w:gridCol w:w="1384"/>
      </w:tblGrid>
      <w:tr w:rsidR="0035786D" w:rsidRPr="00887F59" w:rsidTr="00876AC0">
        <w:trPr>
          <w:jc w:val="center"/>
        </w:trPr>
        <w:tc>
          <w:tcPr>
            <w:tcW w:w="4163" w:type="dxa"/>
            <w:shd w:val="clear" w:color="auto" w:fill="B6DDE8" w:themeFill="accent5" w:themeFillTint="66"/>
            <w:vAlign w:val="center"/>
          </w:tcPr>
          <w:p w:rsidR="0035786D" w:rsidRPr="00887F59" w:rsidRDefault="0035786D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CAPOFILA/PARTNER</w:t>
            </w:r>
          </w:p>
        </w:tc>
        <w:tc>
          <w:tcPr>
            <w:tcW w:w="2126" w:type="dxa"/>
            <w:shd w:val="clear" w:color="auto" w:fill="B6DDE8" w:themeFill="accent5" w:themeFillTint="66"/>
            <w:vAlign w:val="center"/>
          </w:tcPr>
          <w:p w:rsidR="0035786D" w:rsidRPr="00887F59" w:rsidRDefault="00887F59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I</w:t>
            </w:r>
            <w:r w:rsidR="0035786D"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nizio</w:t>
            </w:r>
          </w:p>
        </w:tc>
        <w:tc>
          <w:tcPr>
            <w:tcW w:w="2126" w:type="dxa"/>
            <w:shd w:val="clear" w:color="auto" w:fill="B6DDE8" w:themeFill="accent5" w:themeFillTint="66"/>
            <w:vAlign w:val="center"/>
          </w:tcPr>
          <w:p w:rsidR="0035786D" w:rsidRPr="00887F59" w:rsidRDefault="00887F59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F</w:t>
            </w:r>
            <w:r w:rsidR="0035786D"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ine</w:t>
            </w:r>
          </w:p>
        </w:tc>
        <w:tc>
          <w:tcPr>
            <w:tcW w:w="1384" w:type="dxa"/>
            <w:shd w:val="clear" w:color="auto" w:fill="B6DDE8" w:themeFill="accent5" w:themeFillTint="66"/>
            <w:vAlign w:val="center"/>
          </w:tcPr>
          <w:p w:rsidR="0035786D" w:rsidRPr="00887F59" w:rsidRDefault="00887F59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D</w:t>
            </w:r>
            <w:r w:rsidR="0035786D"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urata (mesi)</w:t>
            </w:r>
          </w:p>
        </w:tc>
      </w:tr>
      <w:tr w:rsidR="0035786D" w:rsidRPr="000C600E" w:rsidTr="00876AC0">
        <w:trPr>
          <w:trHeight w:val="567"/>
          <w:jc w:val="center"/>
        </w:trPr>
        <w:tc>
          <w:tcPr>
            <w:tcW w:w="4163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876AC0">
        <w:trPr>
          <w:trHeight w:val="567"/>
          <w:jc w:val="center"/>
        </w:trPr>
        <w:tc>
          <w:tcPr>
            <w:tcW w:w="4163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876AC0">
        <w:trPr>
          <w:trHeight w:val="567"/>
          <w:jc w:val="center"/>
        </w:trPr>
        <w:tc>
          <w:tcPr>
            <w:tcW w:w="4163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876AC0">
        <w:trPr>
          <w:trHeight w:val="567"/>
          <w:jc w:val="center"/>
        </w:trPr>
        <w:tc>
          <w:tcPr>
            <w:tcW w:w="4163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876AC0">
        <w:trPr>
          <w:trHeight w:val="567"/>
          <w:jc w:val="center"/>
        </w:trPr>
        <w:tc>
          <w:tcPr>
            <w:tcW w:w="4163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</w:tbl>
    <w:p w:rsidR="004266FC" w:rsidRPr="00BF23A5" w:rsidRDefault="004266FC">
      <w:pPr>
        <w:spacing w:after="0" w:line="240" w:lineRule="auto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br w:type="page"/>
      </w:r>
    </w:p>
    <w:p w:rsidR="00990632" w:rsidRPr="00BF23A5" w:rsidRDefault="00990632" w:rsidP="00990632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lastRenderedPageBreak/>
        <w:t>SEZIONE I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II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–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VALUTAZIONE DEL PROGETTO</w:t>
      </w:r>
    </w:p>
    <w:p w:rsidR="004964AC" w:rsidRPr="005D241E" w:rsidRDefault="005D241E" w:rsidP="002E314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3.1 - </w:t>
      </w:r>
      <w:r w:rsidRPr="005D241E">
        <w:rPr>
          <w:rFonts w:asciiTheme="minorHAnsi" w:hAnsiTheme="minorHAnsi" w:cstheme="minorHAnsi"/>
          <w:b/>
        </w:rPr>
        <w:t>Criteri di selezione</w:t>
      </w: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559"/>
        <w:gridCol w:w="2552"/>
      </w:tblGrid>
      <w:tr w:rsidR="002721C8" w:rsidRPr="00990632" w:rsidTr="00B10908">
        <w:trPr>
          <w:trHeight w:val="591"/>
        </w:trPr>
        <w:tc>
          <w:tcPr>
            <w:tcW w:w="4111" w:type="dxa"/>
            <w:shd w:val="clear" w:color="auto" w:fill="B6DDE8" w:themeFill="accent5" w:themeFillTint="66"/>
            <w:vAlign w:val="center"/>
          </w:tcPr>
          <w:p w:rsidR="002721C8" w:rsidRPr="00990632" w:rsidRDefault="002721C8" w:rsidP="009906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90632">
              <w:rPr>
                <w:rFonts w:asciiTheme="minorHAnsi" w:hAnsiTheme="minorHAnsi" w:cstheme="minorHAnsi"/>
                <w:b/>
                <w:sz w:val="24"/>
              </w:rPr>
              <w:t>DESCRIZIONE</w:t>
            </w:r>
          </w:p>
        </w:tc>
        <w:tc>
          <w:tcPr>
            <w:tcW w:w="1559" w:type="dxa"/>
            <w:shd w:val="clear" w:color="auto" w:fill="B6DDE8" w:themeFill="accent5" w:themeFillTint="66"/>
          </w:tcPr>
          <w:p w:rsidR="002721C8" w:rsidRPr="00990632" w:rsidRDefault="002721C8" w:rsidP="00B91E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552" w:type="dxa"/>
            <w:shd w:val="clear" w:color="auto" w:fill="B6DDE8" w:themeFill="accent5" w:themeFillTint="66"/>
            <w:vAlign w:val="center"/>
          </w:tcPr>
          <w:p w:rsidR="002721C8" w:rsidRPr="00990632" w:rsidRDefault="002721C8" w:rsidP="009906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VALUTAZIONE DELLA COMMISSIONE</w:t>
            </w:r>
          </w:p>
        </w:tc>
      </w:tr>
      <w:tr w:rsidR="005D241E" w:rsidRPr="00B91EE5" w:rsidTr="00B10908">
        <w:trPr>
          <w:trHeight w:val="332"/>
        </w:trPr>
        <w:tc>
          <w:tcPr>
            <w:tcW w:w="8222" w:type="dxa"/>
            <w:gridSpan w:val="3"/>
            <w:vAlign w:val="center"/>
          </w:tcPr>
          <w:p w:rsidR="005D241E" w:rsidRPr="005D241E" w:rsidRDefault="00263626" w:rsidP="005D241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Criterio 1</w:t>
            </w:r>
            <w:r w:rsidR="005D241E" w:rsidRPr="005D241E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</w:tr>
      <w:tr w:rsidR="001C3EC1" w:rsidTr="00B10908">
        <w:trPr>
          <w:trHeight w:val="483"/>
        </w:trPr>
        <w:tc>
          <w:tcPr>
            <w:tcW w:w="8222" w:type="dxa"/>
            <w:gridSpan w:val="3"/>
            <w:vAlign w:val="center"/>
          </w:tcPr>
          <w:p w:rsidR="001C3EC1" w:rsidRDefault="001C3EC1" w:rsidP="001C3E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Analisi fattibilità tecnica</w:t>
            </w:r>
          </w:p>
        </w:tc>
      </w:tr>
      <w:tr w:rsidR="002721C8" w:rsidTr="00B10908">
        <w:trPr>
          <w:trHeight w:val="343"/>
        </w:trPr>
        <w:tc>
          <w:tcPr>
            <w:tcW w:w="8222" w:type="dxa"/>
            <w:gridSpan w:val="3"/>
            <w:vAlign w:val="center"/>
          </w:tcPr>
          <w:p w:rsidR="002721C8" w:rsidRDefault="001C3EC1" w:rsidP="002721C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1.1 - </w:t>
            </w:r>
            <w:r w:rsidR="002721C8" w:rsidRPr="002721C8">
              <w:rPr>
                <w:rFonts w:asciiTheme="minorHAnsi" w:hAnsiTheme="minorHAnsi" w:cstheme="minorHAnsi"/>
              </w:rPr>
              <w:t>Qualità nella dimostrazione della presenza di prove e sperimentazioni già avviate</w:t>
            </w:r>
          </w:p>
        </w:tc>
      </w:tr>
      <w:tr w:rsidR="002721C8" w:rsidTr="00B10908">
        <w:trPr>
          <w:trHeight w:val="343"/>
        </w:trPr>
        <w:tc>
          <w:tcPr>
            <w:tcW w:w="4111" w:type="dxa"/>
            <w:vAlign w:val="center"/>
          </w:tcPr>
          <w:p w:rsidR="002721C8" w:rsidRPr="002721C8" w:rsidRDefault="002721C8" w:rsidP="002721C8">
            <w:pPr>
              <w:pStyle w:val="Paragrafoelenco"/>
              <w:spacing w:after="0" w:line="240" w:lineRule="auto"/>
              <w:ind w:left="426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Align w:val="center"/>
          </w:tcPr>
          <w:p w:rsidR="002721C8" w:rsidRDefault="002721C8" w:rsidP="008712B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Punti</w:t>
            </w:r>
          </w:p>
        </w:tc>
        <w:tc>
          <w:tcPr>
            <w:tcW w:w="2552" w:type="dxa"/>
            <w:vAlign w:val="center"/>
          </w:tcPr>
          <w:p w:rsidR="002721C8" w:rsidRDefault="002721C8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PUNTEGGIO</w:t>
            </w:r>
          </w:p>
        </w:tc>
      </w:tr>
      <w:tr w:rsidR="002721C8" w:rsidTr="00B10908">
        <w:trPr>
          <w:trHeight w:val="343"/>
        </w:trPr>
        <w:tc>
          <w:tcPr>
            <w:tcW w:w="4111" w:type="dxa"/>
            <w:vAlign w:val="center"/>
          </w:tcPr>
          <w:p w:rsidR="002721C8" w:rsidRPr="008712BC" w:rsidRDefault="002721C8" w:rsidP="0026362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26" w:hanging="437"/>
              <w:rPr>
                <w:rFonts w:asciiTheme="minorHAnsi" w:hAnsiTheme="minorHAnsi" w:cstheme="minorHAnsi"/>
              </w:rPr>
            </w:pPr>
            <w:r w:rsidRPr="002721C8">
              <w:rPr>
                <w:rFonts w:asciiTheme="minorHAnsi" w:hAnsiTheme="minorHAnsi" w:cstheme="minorHAnsi"/>
              </w:rPr>
              <w:t>Alta (presenza di documentazione a corredo e/o  dati ed elementi di valutazione completi ed esaustivi, già pubblicati)</w:t>
            </w:r>
          </w:p>
        </w:tc>
        <w:tc>
          <w:tcPr>
            <w:tcW w:w="1559" w:type="dxa"/>
            <w:vAlign w:val="center"/>
          </w:tcPr>
          <w:p w:rsidR="002721C8" w:rsidRDefault="002721C8" w:rsidP="008712B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552" w:type="dxa"/>
            <w:vAlign w:val="center"/>
          </w:tcPr>
          <w:p w:rsidR="002721C8" w:rsidRDefault="002721C8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21C8" w:rsidTr="00B10908">
        <w:tc>
          <w:tcPr>
            <w:tcW w:w="4111" w:type="dxa"/>
            <w:vAlign w:val="center"/>
          </w:tcPr>
          <w:p w:rsidR="002721C8" w:rsidRPr="00E85279" w:rsidRDefault="002721C8" w:rsidP="0026362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ind w:left="426" w:hanging="437"/>
              <w:rPr>
                <w:rFonts w:asciiTheme="minorHAnsi" w:hAnsiTheme="minorHAnsi" w:cstheme="minorHAnsi"/>
              </w:rPr>
            </w:pPr>
            <w:r w:rsidRPr="002721C8">
              <w:rPr>
                <w:rFonts w:asciiTheme="minorHAnsi" w:hAnsiTheme="minorHAnsi" w:cstheme="minorHAnsi"/>
              </w:rPr>
              <w:t>Media (citazione di esempi o riferimenti a dati e notizie sul WEB)</w:t>
            </w:r>
          </w:p>
        </w:tc>
        <w:tc>
          <w:tcPr>
            <w:tcW w:w="1559" w:type="dxa"/>
            <w:vAlign w:val="center"/>
          </w:tcPr>
          <w:p w:rsidR="002721C8" w:rsidRDefault="002721C8" w:rsidP="008712B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552" w:type="dxa"/>
            <w:vAlign w:val="center"/>
          </w:tcPr>
          <w:p w:rsidR="002721C8" w:rsidRDefault="002721C8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21C8" w:rsidTr="00B10908">
        <w:trPr>
          <w:trHeight w:val="735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2721C8" w:rsidRPr="002721C8" w:rsidRDefault="002721C8" w:rsidP="002721C8">
            <w:pPr>
              <w:pStyle w:val="Paragrafoelenco"/>
              <w:numPr>
                <w:ilvl w:val="0"/>
                <w:numId w:val="16"/>
              </w:numPr>
              <w:spacing w:line="240" w:lineRule="auto"/>
              <w:ind w:left="426" w:hanging="4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Bassa</w:t>
            </w:r>
            <w:r w:rsidRPr="002721C8">
              <w:rPr>
                <w:rFonts w:asciiTheme="minorHAnsi" w:hAnsiTheme="minorHAnsi" w:cstheme="minorHAnsi"/>
              </w:rPr>
              <w:t xml:space="preserve"> (semplice illustrazione non suffragata da elementi concreti)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721C8" w:rsidRDefault="002721C8" w:rsidP="0026362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721C8" w:rsidRDefault="002721C8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21C8" w:rsidTr="00B10908">
        <w:trPr>
          <w:trHeight w:val="488"/>
        </w:trPr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2721C8" w:rsidRDefault="002721C8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Totale Criterio 1</w:t>
            </w:r>
            <w:r w:rsidR="00876AC0">
              <w:rPr>
                <w:rFonts w:asciiTheme="minorHAnsi" w:hAnsiTheme="minorHAnsi" w:cstheme="minorHAnsi"/>
                <w:b/>
              </w:rPr>
              <w:t>.1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721C8" w:rsidRDefault="002721C8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27AA3" w:rsidTr="00B10908">
        <w:trPr>
          <w:trHeight w:val="243"/>
        </w:trPr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7AA3" w:rsidRDefault="00A27AA3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7AA3" w:rsidRDefault="00A27AA3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Grigliatabella1"/>
        <w:tblW w:w="82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54"/>
        <w:gridCol w:w="1559"/>
        <w:gridCol w:w="2609"/>
      </w:tblGrid>
      <w:tr w:rsidR="00876AC0" w:rsidRPr="00876AC0" w:rsidTr="00B10908">
        <w:trPr>
          <w:trHeight w:val="343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C0" w:rsidRPr="00876AC0" w:rsidRDefault="00876AC0" w:rsidP="00876AC0">
            <w:pPr>
              <w:spacing w:line="240" w:lineRule="auto"/>
              <w:ind w:left="29"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</w:rPr>
              <w:t>1.2 - Illustrazione completa ed esaustiva del tema da trattare:</w:t>
            </w:r>
          </w:p>
        </w:tc>
      </w:tr>
      <w:tr w:rsidR="00876AC0" w:rsidRPr="00876AC0" w:rsidTr="00B10908">
        <w:trPr>
          <w:trHeight w:val="521"/>
        </w:trPr>
        <w:tc>
          <w:tcPr>
            <w:tcW w:w="4054" w:type="dxa"/>
            <w:tcBorders>
              <w:top w:val="single" w:sz="4" w:space="0" w:color="auto"/>
            </w:tcBorders>
            <w:vAlign w:val="center"/>
          </w:tcPr>
          <w:p w:rsidR="00876AC0" w:rsidRPr="00876AC0" w:rsidRDefault="00876AC0" w:rsidP="00876AC0">
            <w:pPr>
              <w:spacing w:after="0" w:line="240" w:lineRule="auto"/>
              <w:ind w:left="426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</w:rPr>
              <w:t>Punti</w:t>
            </w:r>
          </w:p>
        </w:tc>
        <w:tc>
          <w:tcPr>
            <w:tcW w:w="2609" w:type="dxa"/>
            <w:tcBorders>
              <w:top w:val="single" w:sz="4" w:space="0" w:color="auto"/>
            </w:tcBorders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</w:rPr>
              <w:t>TOTALE PUNTEGGIO</w:t>
            </w:r>
          </w:p>
        </w:tc>
      </w:tr>
      <w:tr w:rsidR="00876AC0" w:rsidRPr="00876AC0" w:rsidTr="00B10908">
        <w:trPr>
          <w:trHeight w:val="343"/>
        </w:trPr>
        <w:tc>
          <w:tcPr>
            <w:tcW w:w="4054" w:type="dxa"/>
            <w:vAlign w:val="center"/>
          </w:tcPr>
          <w:p w:rsidR="00876AC0" w:rsidRPr="00876AC0" w:rsidRDefault="00876AC0" w:rsidP="00876AC0">
            <w:pPr>
              <w:numPr>
                <w:ilvl w:val="0"/>
                <w:numId w:val="16"/>
              </w:numPr>
              <w:spacing w:after="0" w:line="240" w:lineRule="auto"/>
              <w:ind w:left="426" w:hanging="437"/>
              <w:contextualSpacing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</w:rPr>
              <w:t>Alta (presenza di documentazione a corredo e/o  dati ed elementi di valutazione completi ed esaustivi, già pubblicati)</w:t>
            </w:r>
          </w:p>
        </w:tc>
        <w:tc>
          <w:tcPr>
            <w:tcW w:w="155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60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6AC0" w:rsidRPr="00876AC0" w:rsidTr="00B10908">
        <w:tc>
          <w:tcPr>
            <w:tcW w:w="4054" w:type="dxa"/>
            <w:vAlign w:val="center"/>
          </w:tcPr>
          <w:p w:rsidR="00876AC0" w:rsidRPr="00876AC0" w:rsidRDefault="00876AC0" w:rsidP="00876AC0">
            <w:pPr>
              <w:numPr>
                <w:ilvl w:val="0"/>
                <w:numId w:val="16"/>
              </w:numPr>
              <w:spacing w:after="0" w:line="240" w:lineRule="auto"/>
              <w:ind w:left="426" w:hanging="437"/>
              <w:contextualSpacing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</w:rPr>
              <w:t>Media (citazione di esempi o riferimenti a dati e notizie sul WEB)</w:t>
            </w:r>
          </w:p>
        </w:tc>
        <w:tc>
          <w:tcPr>
            <w:tcW w:w="155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60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6AC0" w:rsidRPr="00876AC0" w:rsidTr="00B10908">
        <w:trPr>
          <w:trHeight w:val="785"/>
        </w:trPr>
        <w:tc>
          <w:tcPr>
            <w:tcW w:w="4054" w:type="dxa"/>
            <w:vAlign w:val="center"/>
          </w:tcPr>
          <w:p w:rsidR="00876AC0" w:rsidRPr="00876AC0" w:rsidRDefault="00876AC0" w:rsidP="00876AC0">
            <w:pPr>
              <w:numPr>
                <w:ilvl w:val="0"/>
                <w:numId w:val="16"/>
              </w:numPr>
              <w:spacing w:line="240" w:lineRule="auto"/>
              <w:ind w:left="426" w:hanging="437"/>
              <w:contextualSpacing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</w:rPr>
              <w:t>Bassa (semplice illustrazione non suffragata da elementi concreti)</w:t>
            </w:r>
          </w:p>
        </w:tc>
        <w:tc>
          <w:tcPr>
            <w:tcW w:w="155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60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76AC0" w:rsidRPr="00876AC0" w:rsidTr="00B10908">
        <w:trPr>
          <w:trHeight w:val="488"/>
        </w:trPr>
        <w:tc>
          <w:tcPr>
            <w:tcW w:w="5613" w:type="dxa"/>
            <w:gridSpan w:val="2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876AC0">
              <w:rPr>
                <w:rFonts w:asciiTheme="minorHAnsi" w:hAnsiTheme="minorHAnsi" w:cstheme="minorHAnsi"/>
                <w:b/>
              </w:rPr>
              <w:t>Totale Criterio 1</w:t>
            </w:r>
            <w:r>
              <w:rPr>
                <w:rFonts w:asciiTheme="minorHAnsi" w:hAnsiTheme="minorHAnsi" w:cstheme="minorHAnsi"/>
                <w:b/>
              </w:rPr>
              <w:t>.2</w:t>
            </w:r>
          </w:p>
        </w:tc>
        <w:tc>
          <w:tcPr>
            <w:tcW w:w="260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p w:rsidR="00876AC0" w:rsidRDefault="00876AC0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Grigliatabella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559"/>
        <w:gridCol w:w="2552"/>
      </w:tblGrid>
      <w:tr w:rsidR="00876AC0" w:rsidRPr="00876AC0" w:rsidTr="00B10908">
        <w:trPr>
          <w:trHeight w:val="325"/>
        </w:trPr>
        <w:tc>
          <w:tcPr>
            <w:tcW w:w="8222" w:type="dxa"/>
            <w:gridSpan w:val="3"/>
            <w:tcBorders>
              <w:top w:val="single" w:sz="4" w:space="0" w:color="auto"/>
            </w:tcBorders>
            <w:vAlign w:val="center"/>
          </w:tcPr>
          <w:p w:rsidR="00876AC0" w:rsidRPr="00876AC0" w:rsidRDefault="00876AC0" w:rsidP="00876A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76AC0">
              <w:rPr>
                <w:rFonts w:asciiTheme="minorHAnsi" w:hAnsiTheme="minorHAnsi" w:cstheme="minorHAnsi"/>
                <w:b/>
                <w:sz w:val="24"/>
                <w:szCs w:val="22"/>
              </w:rPr>
              <w:t>Criterio 2</w:t>
            </w:r>
          </w:p>
        </w:tc>
      </w:tr>
      <w:tr w:rsidR="00876AC0" w:rsidRPr="00876AC0" w:rsidTr="00B10908">
        <w:tc>
          <w:tcPr>
            <w:tcW w:w="4111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876AC0">
              <w:rPr>
                <w:rFonts w:asciiTheme="minorHAnsi" w:hAnsiTheme="minorHAnsi" w:cstheme="minorHAnsi"/>
                <w:b/>
                <w:szCs w:val="22"/>
              </w:rPr>
              <w:t>Composizione del partenariato del progetto di cooperazione:</w:t>
            </w:r>
          </w:p>
        </w:tc>
        <w:tc>
          <w:tcPr>
            <w:tcW w:w="1559" w:type="dxa"/>
            <w:vAlign w:val="center"/>
          </w:tcPr>
          <w:p w:rsidR="00876AC0" w:rsidRPr="00876AC0" w:rsidRDefault="00B10908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Punti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AC0" w:rsidRPr="00876AC0" w:rsidRDefault="00B10908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876AC0">
              <w:rPr>
                <w:rFonts w:asciiTheme="minorHAnsi" w:hAnsiTheme="minorHAnsi" w:cstheme="minorHAnsi"/>
              </w:rPr>
              <w:t>TOTALE PUNTEGGIO</w:t>
            </w:r>
          </w:p>
        </w:tc>
      </w:tr>
      <w:tr w:rsidR="00876AC0" w:rsidRPr="00876AC0" w:rsidTr="00B10908">
        <w:trPr>
          <w:trHeight w:val="293"/>
        </w:trPr>
        <w:tc>
          <w:tcPr>
            <w:tcW w:w="4111" w:type="dxa"/>
            <w:vAlign w:val="center"/>
          </w:tcPr>
          <w:p w:rsidR="00876AC0" w:rsidRPr="00876AC0" w:rsidRDefault="00876AC0" w:rsidP="00876AC0">
            <w:pPr>
              <w:numPr>
                <w:ilvl w:val="0"/>
                <w:numId w:val="20"/>
              </w:numPr>
              <w:spacing w:after="0" w:line="240" w:lineRule="auto"/>
              <w:ind w:left="459"/>
              <w:contextualSpacing/>
              <w:rPr>
                <w:rFonts w:asciiTheme="minorHAnsi" w:hAnsiTheme="minorHAnsi" w:cstheme="minorHAnsi"/>
                <w:szCs w:val="22"/>
              </w:rPr>
            </w:pPr>
            <w:r w:rsidRPr="00876AC0">
              <w:rPr>
                <w:rFonts w:asciiTheme="minorHAnsi" w:hAnsiTheme="minorHAnsi" w:cstheme="minorHAnsi"/>
                <w:szCs w:val="22"/>
              </w:rPr>
              <w:t>Presenza di associazioni di settore</w:t>
            </w:r>
          </w:p>
        </w:tc>
        <w:tc>
          <w:tcPr>
            <w:tcW w:w="155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876AC0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76AC0" w:rsidRPr="00876AC0" w:rsidTr="00B10908">
        <w:trPr>
          <w:trHeight w:val="325"/>
        </w:trPr>
        <w:tc>
          <w:tcPr>
            <w:tcW w:w="4111" w:type="dxa"/>
            <w:vAlign w:val="center"/>
          </w:tcPr>
          <w:p w:rsidR="00876AC0" w:rsidRPr="00876AC0" w:rsidRDefault="00876AC0" w:rsidP="00876AC0">
            <w:pPr>
              <w:numPr>
                <w:ilvl w:val="0"/>
                <w:numId w:val="20"/>
              </w:numPr>
              <w:spacing w:after="0" w:line="240" w:lineRule="auto"/>
              <w:ind w:left="426"/>
              <w:contextualSpacing/>
              <w:rPr>
                <w:rFonts w:asciiTheme="minorHAnsi" w:hAnsiTheme="minorHAnsi" w:cstheme="minorHAnsi"/>
                <w:szCs w:val="22"/>
              </w:rPr>
            </w:pPr>
            <w:r w:rsidRPr="00876AC0">
              <w:rPr>
                <w:rFonts w:asciiTheme="minorHAnsi" w:hAnsiTheme="minorHAnsi" w:cstheme="minorHAnsi"/>
                <w:szCs w:val="22"/>
              </w:rPr>
              <w:t>Presenza di soggetti pubblici con competenze specifiche</w:t>
            </w:r>
          </w:p>
        </w:tc>
        <w:tc>
          <w:tcPr>
            <w:tcW w:w="155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876AC0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76AC0" w:rsidRPr="00876AC0" w:rsidTr="00B10908">
        <w:trPr>
          <w:trHeight w:val="325"/>
        </w:trPr>
        <w:tc>
          <w:tcPr>
            <w:tcW w:w="4111" w:type="dxa"/>
            <w:vAlign w:val="center"/>
          </w:tcPr>
          <w:p w:rsidR="00876AC0" w:rsidRPr="00876AC0" w:rsidRDefault="00876AC0" w:rsidP="00876AC0">
            <w:pPr>
              <w:numPr>
                <w:ilvl w:val="0"/>
                <w:numId w:val="20"/>
              </w:numPr>
              <w:spacing w:after="0" w:line="240" w:lineRule="auto"/>
              <w:ind w:left="426"/>
              <w:contextualSpacing/>
              <w:rPr>
                <w:rFonts w:asciiTheme="minorHAnsi" w:hAnsiTheme="minorHAnsi" w:cstheme="minorHAnsi"/>
                <w:szCs w:val="22"/>
              </w:rPr>
            </w:pPr>
            <w:r w:rsidRPr="00876AC0">
              <w:rPr>
                <w:rFonts w:asciiTheme="minorHAnsi" w:hAnsiTheme="minorHAnsi" w:cstheme="minorHAnsi"/>
                <w:szCs w:val="22"/>
              </w:rPr>
              <w:t>Società di gestione dei depuratori e/o unioni di comuni</w:t>
            </w:r>
          </w:p>
        </w:tc>
        <w:tc>
          <w:tcPr>
            <w:tcW w:w="1559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876AC0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76AC0" w:rsidRPr="00876AC0" w:rsidTr="00B10908">
        <w:trPr>
          <w:trHeight w:val="385"/>
        </w:trPr>
        <w:tc>
          <w:tcPr>
            <w:tcW w:w="5670" w:type="dxa"/>
            <w:gridSpan w:val="2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76AC0">
              <w:rPr>
                <w:rFonts w:asciiTheme="minorHAnsi" w:hAnsiTheme="minorHAnsi" w:cstheme="minorHAnsi"/>
                <w:b/>
                <w:sz w:val="22"/>
                <w:szCs w:val="22"/>
              </w:rPr>
              <w:t>Totale Criterio 2</w:t>
            </w:r>
          </w:p>
        </w:tc>
        <w:tc>
          <w:tcPr>
            <w:tcW w:w="2552" w:type="dxa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6AC0" w:rsidRPr="00876AC0" w:rsidTr="00B10908">
        <w:tc>
          <w:tcPr>
            <w:tcW w:w="5670" w:type="dxa"/>
            <w:gridSpan w:val="2"/>
            <w:vAlign w:val="center"/>
          </w:tcPr>
          <w:p w:rsidR="00876AC0" w:rsidRPr="00876AC0" w:rsidRDefault="00876AC0" w:rsidP="00876AC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6AC0">
              <w:rPr>
                <w:rFonts w:asciiTheme="minorHAnsi" w:hAnsiTheme="minorHAnsi" w:cstheme="minorHAnsi"/>
                <w:b/>
                <w:sz w:val="22"/>
                <w:szCs w:val="22"/>
              </w:rPr>
              <w:t>PUNTEGGIO TOTALE PROGETTO</w:t>
            </w:r>
          </w:p>
          <w:p w:rsidR="00876AC0" w:rsidRPr="00876AC0" w:rsidRDefault="00876AC0" w:rsidP="00876AC0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76AC0">
              <w:rPr>
                <w:rFonts w:asciiTheme="minorHAnsi" w:hAnsiTheme="minorHAnsi" w:cstheme="minorHAnsi"/>
                <w:sz w:val="22"/>
                <w:szCs w:val="22"/>
              </w:rPr>
              <w:t>(Minimo 25 punti)</w:t>
            </w:r>
          </w:p>
          <w:p w:rsidR="00876AC0" w:rsidRPr="00876AC0" w:rsidRDefault="00876AC0" w:rsidP="00876AC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6AC0">
              <w:rPr>
                <w:rFonts w:asciiTheme="minorHAnsi" w:hAnsiTheme="minorHAnsi" w:cstheme="minorHAnsi"/>
                <w:sz w:val="22"/>
                <w:szCs w:val="22"/>
              </w:rPr>
              <w:t>(Massimo 45punti)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76AC0" w:rsidRPr="00876AC0" w:rsidRDefault="00876AC0" w:rsidP="00876AC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76AC0" w:rsidRDefault="00876AC0">
      <w:pPr>
        <w:spacing w:after="0" w:line="240" w:lineRule="auto"/>
        <w:rPr>
          <w:rFonts w:asciiTheme="minorHAnsi" w:hAnsiTheme="minorHAnsi" w:cstheme="minorHAnsi"/>
          <w:b/>
        </w:rPr>
      </w:pPr>
    </w:p>
    <w:p w:rsidR="00EF30A2" w:rsidRDefault="00EF30A2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EF30A2" w:rsidRDefault="00EF30A2">
      <w:pPr>
        <w:spacing w:after="0" w:line="240" w:lineRule="auto"/>
        <w:rPr>
          <w:rFonts w:asciiTheme="minorHAnsi" w:hAnsiTheme="minorHAnsi" w:cstheme="minorHAnsi"/>
          <w:b/>
        </w:rPr>
      </w:pPr>
    </w:p>
    <w:p w:rsidR="008A017F" w:rsidRPr="008A017F" w:rsidRDefault="008A017F" w:rsidP="008A017F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8A017F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SEZ</w:t>
      </w:r>
      <w:r w:rsidR="00B10908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IONE IV – TRASMISSIONE E DOCUME</w:t>
      </w:r>
      <w:r w:rsidRPr="008A017F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N</w:t>
      </w:r>
      <w:r w:rsidR="00B10908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T</w:t>
      </w:r>
      <w:r w:rsidRPr="008A017F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AZIONE ALLEGATA</w:t>
      </w:r>
    </w:p>
    <w:p w:rsidR="008A017F" w:rsidRDefault="008A017F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</w:p>
    <w:p w:rsidR="008A017F" w:rsidRPr="008A017F" w:rsidRDefault="008A017F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8A017F">
        <w:rPr>
          <w:rFonts w:eastAsia="Times New Roman" w:cs="Calibri"/>
          <w:b/>
          <w:sz w:val="24"/>
          <w:szCs w:val="24"/>
          <w:lang w:eastAsia="it-IT"/>
        </w:rPr>
        <w:t xml:space="preserve">4.1 - </w:t>
      </w:r>
    </w:p>
    <w:p w:rsidR="008A017F" w:rsidRDefault="008A017F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8A017F">
        <w:rPr>
          <w:rFonts w:eastAsia="Times New Roman" w:cs="Calibri"/>
          <w:sz w:val="24"/>
          <w:szCs w:val="24"/>
          <w:lang w:eastAsia="it-IT"/>
        </w:rPr>
        <w:t>L</w:t>
      </w:r>
      <w:r>
        <w:rPr>
          <w:rFonts w:eastAsia="Times New Roman" w:cs="Calibri"/>
          <w:sz w:val="24"/>
          <w:szCs w:val="24"/>
          <w:lang w:eastAsia="it-IT"/>
        </w:rPr>
        <w:t>a</w:t>
      </w:r>
      <w:r w:rsidRPr="008A017F">
        <w:rPr>
          <w:rFonts w:eastAsia="Times New Roman" w:cs="Calibri"/>
          <w:sz w:val="24"/>
          <w:szCs w:val="24"/>
          <w:lang w:eastAsia="it-IT"/>
        </w:rPr>
        <w:t xml:space="preserve"> </w:t>
      </w:r>
      <w:r>
        <w:rPr>
          <w:rFonts w:eastAsia="Times New Roman" w:cs="Calibri"/>
          <w:sz w:val="24"/>
          <w:szCs w:val="24"/>
          <w:lang w:eastAsia="it-IT"/>
        </w:rPr>
        <w:t>presente scheda dovrà pervenire, con le modalità previste dal bando, al GAL Riviera dei fiori Via T. Schiva, 29 - 18100 Imperia, entro il ______________  corredata della seguente documentazione:</w:t>
      </w:r>
    </w:p>
    <w:p w:rsidR="008A017F" w:rsidRDefault="008A017F" w:rsidP="008A017F">
      <w:pPr>
        <w:pStyle w:val="Paragrafoelenco"/>
        <w:numPr>
          <w:ilvl w:val="0"/>
          <w:numId w:val="13"/>
        </w:num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8A017F">
        <w:rPr>
          <w:rFonts w:eastAsia="Times New Roman" w:cs="Calibri"/>
          <w:sz w:val="24"/>
          <w:szCs w:val="24"/>
          <w:lang w:eastAsia="it-IT"/>
        </w:rPr>
        <w:t>Copia del documento di identità del Legale rappresentante del soggetto Capofila</w:t>
      </w:r>
      <w:r>
        <w:rPr>
          <w:rFonts w:eastAsia="Times New Roman" w:cs="Calibri"/>
          <w:sz w:val="24"/>
          <w:szCs w:val="24"/>
          <w:lang w:eastAsia="it-IT"/>
        </w:rPr>
        <w:t>;</w:t>
      </w:r>
    </w:p>
    <w:p w:rsidR="008A017F" w:rsidRDefault="008A017F" w:rsidP="008A017F">
      <w:pPr>
        <w:pStyle w:val="Paragrafoelenco"/>
        <w:numPr>
          <w:ilvl w:val="0"/>
          <w:numId w:val="13"/>
        </w:num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Accordo di partenari</w:t>
      </w:r>
      <w:r w:rsidR="00EF30A2">
        <w:rPr>
          <w:rFonts w:eastAsia="Times New Roman" w:cs="Calibri"/>
          <w:sz w:val="24"/>
          <w:szCs w:val="24"/>
          <w:lang w:eastAsia="it-IT"/>
        </w:rPr>
        <w:t>a</w:t>
      </w:r>
      <w:r>
        <w:rPr>
          <w:rFonts w:eastAsia="Times New Roman" w:cs="Calibri"/>
          <w:sz w:val="24"/>
          <w:szCs w:val="24"/>
          <w:lang w:eastAsia="it-IT"/>
        </w:rPr>
        <w:t>to sottoscritto da tutti i partner</w:t>
      </w:r>
    </w:p>
    <w:p w:rsidR="008A017F" w:rsidRPr="008A017F" w:rsidRDefault="0027564C" w:rsidP="008A017F">
      <w:pPr>
        <w:pStyle w:val="Paragrafoelenco"/>
        <w:numPr>
          <w:ilvl w:val="0"/>
          <w:numId w:val="13"/>
        </w:num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Dichiarazione relativa al regime IVA</w:t>
      </w:r>
    </w:p>
    <w:p w:rsidR="004266FC" w:rsidRPr="00BF23A5" w:rsidRDefault="004266FC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asciiTheme="minorHAnsi" w:hAnsiTheme="minorHAnsi" w:cstheme="minorHAnsi"/>
          <w:b/>
        </w:rPr>
      </w:pPr>
    </w:p>
    <w:p w:rsidR="005F278B" w:rsidRPr="00EF30A2" w:rsidRDefault="005F278B" w:rsidP="00EF30A2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EF30A2">
        <w:rPr>
          <w:rFonts w:eastAsia="Times New Roman" w:cs="Calibri"/>
          <w:sz w:val="24"/>
          <w:szCs w:val="24"/>
          <w:lang w:eastAsia="it-IT"/>
        </w:rPr>
        <w:t xml:space="preserve">Entro </w:t>
      </w:r>
      <w:r w:rsidR="00EF30A2">
        <w:rPr>
          <w:rFonts w:eastAsia="Times New Roman" w:cs="Calibri"/>
          <w:sz w:val="24"/>
          <w:szCs w:val="24"/>
          <w:lang w:eastAsia="it-IT"/>
        </w:rPr>
        <w:t>il ____________</w:t>
      </w:r>
      <w:r w:rsidRPr="00EF30A2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Pr="00EF30A2">
        <w:rPr>
          <w:rFonts w:eastAsia="Times New Roman" w:cs="Calibri"/>
          <w:sz w:val="24"/>
          <w:szCs w:val="24"/>
          <w:lang w:eastAsia="it-IT"/>
        </w:rPr>
        <w:t>il</w:t>
      </w:r>
      <w:proofErr w:type="spellEnd"/>
      <w:r w:rsidRPr="00EF30A2">
        <w:rPr>
          <w:rFonts w:eastAsia="Times New Roman" w:cs="Calibri"/>
          <w:sz w:val="24"/>
          <w:szCs w:val="24"/>
          <w:lang w:eastAsia="it-IT"/>
        </w:rPr>
        <w:t xml:space="preserve"> GAL  comunicherà ai soggetti interessati l’esito della valutazione delle iniziative pervenute. I potenziali beneficiari individuati potranno presentare le domande sulle rispettive Misure PSR entro il </w:t>
      </w:r>
      <w:r w:rsidR="00EF30A2">
        <w:rPr>
          <w:rFonts w:eastAsia="Times New Roman" w:cs="Calibri"/>
          <w:sz w:val="24"/>
          <w:szCs w:val="24"/>
          <w:lang w:eastAsia="it-IT"/>
        </w:rPr>
        <w:t>_______________</w:t>
      </w:r>
    </w:p>
    <w:p w:rsidR="005F278B" w:rsidRDefault="005F278B" w:rsidP="005F278B">
      <w:pPr>
        <w:spacing w:after="120" w:line="240" w:lineRule="auto"/>
        <w:rPr>
          <w:rFonts w:asciiTheme="minorHAnsi" w:hAnsiTheme="minorHAnsi" w:cstheme="minorHAnsi"/>
        </w:rPr>
      </w:pPr>
    </w:p>
    <w:p w:rsidR="00EF30A2" w:rsidRDefault="00EF30A2" w:rsidP="005F278B">
      <w:pPr>
        <w:spacing w:after="120" w:line="240" w:lineRule="auto"/>
        <w:rPr>
          <w:rFonts w:asciiTheme="minorHAnsi" w:hAnsiTheme="minorHAnsi" w:cstheme="minorHAnsi"/>
        </w:rPr>
      </w:pPr>
    </w:p>
    <w:p w:rsidR="00EF30A2" w:rsidRDefault="00EF30A2" w:rsidP="005F278B">
      <w:pPr>
        <w:spacing w:after="120" w:line="240" w:lineRule="auto"/>
        <w:rPr>
          <w:rFonts w:asciiTheme="minorHAnsi" w:hAnsiTheme="minorHAnsi" w:cstheme="minorHAnsi"/>
        </w:rPr>
      </w:pPr>
    </w:p>
    <w:p w:rsidR="00EF30A2" w:rsidRPr="00BF23A5" w:rsidRDefault="00EF30A2" w:rsidP="005F278B">
      <w:pPr>
        <w:spacing w:after="120" w:line="240" w:lineRule="auto"/>
        <w:rPr>
          <w:rFonts w:asciiTheme="minorHAnsi" w:hAnsiTheme="minorHAnsi" w:cstheme="minorHAnsi"/>
        </w:rPr>
      </w:pPr>
    </w:p>
    <w:p w:rsidR="005F278B" w:rsidRPr="00BF23A5" w:rsidRDefault="005F278B" w:rsidP="005F278B">
      <w:pPr>
        <w:tabs>
          <w:tab w:val="left" w:pos="1080"/>
        </w:tabs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Luogo e data____________________________________________</w:t>
      </w:r>
    </w:p>
    <w:p w:rsidR="005F278B" w:rsidRPr="00BF23A5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</w:p>
    <w:p w:rsidR="005F278B" w:rsidRPr="00BF23A5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___________________________</w:t>
      </w:r>
    </w:p>
    <w:p w:rsidR="005F278B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 xml:space="preserve">Firma </w:t>
      </w:r>
      <w:r>
        <w:rPr>
          <w:rFonts w:asciiTheme="minorHAnsi" w:hAnsiTheme="minorHAnsi" w:cstheme="minorHAnsi"/>
        </w:rPr>
        <w:t>del Capofila</w:t>
      </w:r>
    </w:p>
    <w:p w:rsidR="005F278B" w:rsidRPr="00BF23A5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(per esteso e leggibile)</w:t>
      </w:r>
    </w:p>
    <w:p w:rsidR="005F278B" w:rsidRPr="00BF23A5" w:rsidRDefault="005F278B" w:rsidP="005F278B">
      <w:pPr>
        <w:tabs>
          <w:tab w:val="left" w:pos="1080"/>
        </w:tabs>
        <w:jc w:val="right"/>
        <w:rPr>
          <w:rFonts w:asciiTheme="minorHAnsi" w:hAnsiTheme="minorHAnsi" w:cstheme="minorHAnsi"/>
        </w:rPr>
      </w:pPr>
    </w:p>
    <w:p w:rsidR="005F278B" w:rsidRPr="00BF23A5" w:rsidRDefault="005F278B" w:rsidP="005F278B">
      <w:pPr>
        <w:tabs>
          <w:tab w:val="left" w:pos="1080"/>
        </w:tabs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Dichiara altresì di essere informato/a, ai sensi e per gli effetti di cui all’articolo 13 della legge 196/2003, che i dati personali raccolti saranno trattati, anche con strumenti informatici, esclusivamente nell’ambito del procedimento per il quale la presente dichiarazione viene resa.</w:t>
      </w:r>
    </w:p>
    <w:p w:rsidR="005F278B" w:rsidRPr="00BF23A5" w:rsidRDefault="005F278B" w:rsidP="005F278B">
      <w:pPr>
        <w:tabs>
          <w:tab w:val="left" w:pos="1080"/>
        </w:tabs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Luogo e data____________________________________________</w:t>
      </w:r>
    </w:p>
    <w:p w:rsidR="005F278B" w:rsidRPr="00BF23A5" w:rsidRDefault="005F278B" w:rsidP="005F278B">
      <w:pPr>
        <w:rPr>
          <w:rFonts w:asciiTheme="minorHAnsi" w:hAnsiTheme="minorHAnsi" w:cstheme="minorHAnsi"/>
        </w:rPr>
      </w:pPr>
    </w:p>
    <w:sectPr w:rsidR="005F278B" w:rsidRPr="00BF23A5" w:rsidSect="00876AC0">
      <w:headerReference w:type="default" r:id="rId10"/>
      <w:footerReference w:type="default" r:id="rId11"/>
      <w:pgSz w:w="11907" w:h="16839" w:code="9"/>
      <w:pgMar w:top="1276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C0" w:rsidRDefault="00876AC0" w:rsidP="004266FC">
      <w:pPr>
        <w:spacing w:after="0" w:line="240" w:lineRule="auto"/>
      </w:pPr>
      <w:r>
        <w:separator/>
      </w:r>
    </w:p>
  </w:endnote>
  <w:endnote w:type="continuationSeparator" w:id="0">
    <w:p w:rsidR="00876AC0" w:rsidRDefault="00876AC0" w:rsidP="00426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377555"/>
      <w:docPartObj>
        <w:docPartGallery w:val="Page Numbers (Bottom of Page)"/>
        <w:docPartUnique/>
      </w:docPartObj>
    </w:sdtPr>
    <w:sdtEndPr/>
    <w:sdtContent>
      <w:p w:rsidR="00876AC0" w:rsidRDefault="00876A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084">
          <w:rPr>
            <w:noProof/>
          </w:rPr>
          <w:t>4</w:t>
        </w:r>
        <w:r>
          <w:fldChar w:fldCharType="end"/>
        </w:r>
      </w:p>
    </w:sdtContent>
  </w:sdt>
  <w:p w:rsidR="00876AC0" w:rsidRDefault="00876A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C0" w:rsidRDefault="00876AC0" w:rsidP="004266FC">
      <w:pPr>
        <w:spacing w:after="0" w:line="240" w:lineRule="auto"/>
      </w:pPr>
      <w:r>
        <w:separator/>
      </w:r>
    </w:p>
  </w:footnote>
  <w:footnote w:type="continuationSeparator" w:id="0">
    <w:p w:rsidR="00876AC0" w:rsidRDefault="00876AC0" w:rsidP="00426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C0" w:rsidRDefault="00876AC0">
    <w:pPr>
      <w:pStyle w:val="Intestazione"/>
    </w:pPr>
    <w:r>
      <w:t>allegato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5"/>
    <w:lvl w:ilvl="0">
      <w:start w:val="1"/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Times New Roman" w:hAnsi="Times New Roman" w:cs="Calibri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Calibri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785AAC"/>
    <w:multiLevelType w:val="multilevel"/>
    <w:tmpl w:val="5672CD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79F7E18"/>
    <w:multiLevelType w:val="hybridMultilevel"/>
    <w:tmpl w:val="7CCE60E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27BA2"/>
    <w:multiLevelType w:val="hybridMultilevel"/>
    <w:tmpl w:val="3BFEDC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31118"/>
    <w:multiLevelType w:val="hybridMultilevel"/>
    <w:tmpl w:val="6FF6AAE2"/>
    <w:lvl w:ilvl="0" w:tplc="3EEE936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C2529B6"/>
    <w:multiLevelType w:val="hybridMultilevel"/>
    <w:tmpl w:val="E8B86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2772B"/>
    <w:multiLevelType w:val="hybridMultilevel"/>
    <w:tmpl w:val="6FF6AAE2"/>
    <w:lvl w:ilvl="0" w:tplc="3EEE936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C1E6654"/>
    <w:multiLevelType w:val="hybridMultilevel"/>
    <w:tmpl w:val="076C3CA8"/>
    <w:lvl w:ilvl="0" w:tplc="E6E6A6D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40CBF"/>
    <w:multiLevelType w:val="hybridMultilevel"/>
    <w:tmpl w:val="E3500E3E"/>
    <w:lvl w:ilvl="0" w:tplc="9DCC45F2">
      <w:start w:val="2"/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32A05"/>
    <w:multiLevelType w:val="hybridMultilevel"/>
    <w:tmpl w:val="B784DC1A"/>
    <w:lvl w:ilvl="0" w:tplc="20DA91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DB66896"/>
    <w:multiLevelType w:val="hybridMultilevel"/>
    <w:tmpl w:val="19FA033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72635"/>
    <w:multiLevelType w:val="hybridMultilevel"/>
    <w:tmpl w:val="DAF475A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952073"/>
    <w:multiLevelType w:val="hybridMultilevel"/>
    <w:tmpl w:val="2CB6CE4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C56741"/>
    <w:multiLevelType w:val="hybridMultilevel"/>
    <w:tmpl w:val="E63AD362"/>
    <w:lvl w:ilvl="0" w:tplc="B73863CC">
      <w:start w:val="1"/>
      <w:numFmt w:val="decimal"/>
      <w:lvlText w:val="%1)"/>
      <w:lvlJc w:val="left"/>
      <w:pPr>
        <w:ind w:left="67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4">
    <w:nsid w:val="507D1D2B"/>
    <w:multiLevelType w:val="hybridMultilevel"/>
    <w:tmpl w:val="B784DC1A"/>
    <w:lvl w:ilvl="0" w:tplc="20DA91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46A3EB3"/>
    <w:multiLevelType w:val="hybridMultilevel"/>
    <w:tmpl w:val="58C03152"/>
    <w:lvl w:ilvl="0" w:tplc="0000002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83171"/>
    <w:multiLevelType w:val="hybridMultilevel"/>
    <w:tmpl w:val="11403A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FF3DF7"/>
    <w:multiLevelType w:val="multilevel"/>
    <w:tmpl w:val="0998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5C7DC0"/>
    <w:multiLevelType w:val="hybridMultilevel"/>
    <w:tmpl w:val="EFAEA54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CC64B5"/>
    <w:multiLevelType w:val="hybridMultilevel"/>
    <w:tmpl w:val="E1D685E6"/>
    <w:lvl w:ilvl="0" w:tplc="585A109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6"/>
  </w:num>
  <w:num w:numId="5">
    <w:abstractNumId w:val="17"/>
  </w:num>
  <w:num w:numId="6">
    <w:abstractNumId w:val="15"/>
  </w:num>
  <w:num w:numId="7">
    <w:abstractNumId w:val="2"/>
  </w:num>
  <w:num w:numId="8">
    <w:abstractNumId w:val="18"/>
  </w:num>
  <w:num w:numId="9">
    <w:abstractNumId w:val="13"/>
  </w:num>
  <w:num w:numId="10">
    <w:abstractNumId w:val="5"/>
  </w:num>
  <w:num w:numId="11">
    <w:abstractNumId w:val="12"/>
  </w:num>
  <w:num w:numId="12">
    <w:abstractNumId w:val="10"/>
  </w:num>
  <w:num w:numId="13">
    <w:abstractNumId w:val="19"/>
  </w:num>
  <w:num w:numId="14">
    <w:abstractNumId w:val="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9"/>
  </w:num>
  <w:num w:numId="18">
    <w:abstractNumId w:val="7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26"/>
    <w:rsid w:val="00021920"/>
    <w:rsid w:val="0004370C"/>
    <w:rsid w:val="00051227"/>
    <w:rsid w:val="000957FB"/>
    <w:rsid w:val="00095925"/>
    <w:rsid w:val="000C5C90"/>
    <w:rsid w:val="000C600E"/>
    <w:rsid w:val="000D26F3"/>
    <w:rsid w:val="000F6433"/>
    <w:rsid w:val="001443ED"/>
    <w:rsid w:val="00152461"/>
    <w:rsid w:val="00174C42"/>
    <w:rsid w:val="00190673"/>
    <w:rsid w:val="001A0CEC"/>
    <w:rsid w:val="001A7B34"/>
    <w:rsid w:val="001C3EC1"/>
    <w:rsid w:val="00220EB4"/>
    <w:rsid w:val="00221A2F"/>
    <w:rsid w:val="00226E1F"/>
    <w:rsid w:val="00231E2C"/>
    <w:rsid w:val="00235B75"/>
    <w:rsid w:val="002464CA"/>
    <w:rsid w:val="00263626"/>
    <w:rsid w:val="002649FB"/>
    <w:rsid w:val="00267A83"/>
    <w:rsid w:val="002721C8"/>
    <w:rsid w:val="0027564C"/>
    <w:rsid w:val="00280626"/>
    <w:rsid w:val="002A13B1"/>
    <w:rsid w:val="002A5A80"/>
    <w:rsid w:val="002D31A1"/>
    <w:rsid w:val="002E3146"/>
    <w:rsid w:val="002F23D3"/>
    <w:rsid w:val="0030214B"/>
    <w:rsid w:val="0035786D"/>
    <w:rsid w:val="003812C3"/>
    <w:rsid w:val="00387389"/>
    <w:rsid w:val="003C3537"/>
    <w:rsid w:val="003C4017"/>
    <w:rsid w:val="003F1409"/>
    <w:rsid w:val="00422084"/>
    <w:rsid w:val="004266FC"/>
    <w:rsid w:val="004340F8"/>
    <w:rsid w:val="00452FD0"/>
    <w:rsid w:val="00473931"/>
    <w:rsid w:val="004964AC"/>
    <w:rsid w:val="004A08EB"/>
    <w:rsid w:val="004C0FBD"/>
    <w:rsid w:val="004E22FB"/>
    <w:rsid w:val="00513B20"/>
    <w:rsid w:val="00522100"/>
    <w:rsid w:val="005752D4"/>
    <w:rsid w:val="005D241E"/>
    <w:rsid w:val="005F278B"/>
    <w:rsid w:val="00610DC0"/>
    <w:rsid w:val="00614D1B"/>
    <w:rsid w:val="006C3054"/>
    <w:rsid w:val="0072525E"/>
    <w:rsid w:val="00743C5E"/>
    <w:rsid w:val="00793CAD"/>
    <w:rsid w:val="007F573F"/>
    <w:rsid w:val="00813080"/>
    <w:rsid w:val="00820516"/>
    <w:rsid w:val="00826F27"/>
    <w:rsid w:val="00864107"/>
    <w:rsid w:val="008712BC"/>
    <w:rsid w:val="00876AC0"/>
    <w:rsid w:val="00887F59"/>
    <w:rsid w:val="008A017F"/>
    <w:rsid w:val="008C4A04"/>
    <w:rsid w:val="008E0509"/>
    <w:rsid w:val="00931BCB"/>
    <w:rsid w:val="00945FF2"/>
    <w:rsid w:val="009719AC"/>
    <w:rsid w:val="00984979"/>
    <w:rsid w:val="00990632"/>
    <w:rsid w:val="009A3549"/>
    <w:rsid w:val="00A16C26"/>
    <w:rsid w:val="00A27AA3"/>
    <w:rsid w:val="00A51316"/>
    <w:rsid w:val="00A71487"/>
    <w:rsid w:val="00A96BA6"/>
    <w:rsid w:val="00AE7049"/>
    <w:rsid w:val="00B10908"/>
    <w:rsid w:val="00B1597C"/>
    <w:rsid w:val="00B34AA1"/>
    <w:rsid w:val="00B43659"/>
    <w:rsid w:val="00B506DD"/>
    <w:rsid w:val="00B91EE5"/>
    <w:rsid w:val="00BC2980"/>
    <w:rsid w:val="00BE2E7E"/>
    <w:rsid w:val="00BF23A5"/>
    <w:rsid w:val="00C110AD"/>
    <w:rsid w:val="00C42AD8"/>
    <w:rsid w:val="00C61FBC"/>
    <w:rsid w:val="00C67581"/>
    <w:rsid w:val="00C82F19"/>
    <w:rsid w:val="00C90394"/>
    <w:rsid w:val="00CC62C6"/>
    <w:rsid w:val="00CE120C"/>
    <w:rsid w:val="00CF0E5C"/>
    <w:rsid w:val="00D21066"/>
    <w:rsid w:val="00D2672E"/>
    <w:rsid w:val="00D546A0"/>
    <w:rsid w:val="00D86B1C"/>
    <w:rsid w:val="00D94419"/>
    <w:rsid w:val="00DC6925"/>
    <w:rsid w:val="00DD68B1"/>
    <w:rsid w:val="00DF0A02"/>
    <w:rsid w:val="00E22385"/>
    <w:rsid w:val="00E66453"/>
    <w:rsid w:val="00E85279"/>
    <w:rsid w:val="00E93C1F"/>
    <w:rsid w:val="00EC7DE3"/>
    <w:rsid w:val="00EF30A2"/>
    <w:rsid w:val="00F43E6D"/>
    <w:rsid w:val="00F712F3"/>
    <w:rsid w:val="00FA4224"/>
    <w:rsid w:val="00FA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6AC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E31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3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40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8641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qFormat/>
    <w:locked/>
    <w:rsid w:val="00A5131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66FC"/>
    <w:rPr>
      <w:lang w:eastAsia="en-US"/>
    </w:rPr>
  </w:style>
  <w:style w:type="table" w:customStyle="1" w:styleId="Grigliatabella1">
    <w:name w:val="Griglia tabella1"/>
    <w:basedOn w:val="Tabellanormale"/>
    <w:next w:val="Grigliatabella"/>
    <w:uiPriority w:val="99"/>
    <w:rsid w:val="00876A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99"/>
    <w:rsid w:val="00876A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6AC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E31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3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40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8641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qFormat/>
    <w:locked/>
    <w:rsid w:val="00A5131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66FC"/>
    <w:rPr>
      <w:lang w:eastAsia="en-US"/>
    </w:rPr>
  </w:style>
  <w:style w:type="table" w:customStyle="1" w:styleId="Grigliatabella1">
    <w:name w:val="Griglia tabella1"/>
    <w:basedOn w:val="Tabellanormale"/>
    <w:next w:val="Grigliatabella"/>
    <w:uiPriority w:val="99"/>
    <w:rsid w:val="00876A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99"/>
    <w:rsid w:val="00876A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C5B19885.dotm</Template>
  <TotalTime>525</TotalTime>
  <Pages>10</Pages>
  <Words>741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ERDE S.r.l.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angelolumelli</dc:creator>
  <cp:lastModifiedBy>Sara Ioghà</cp:lastModifiedBy>
  <cp:revision>20</cp:revision>
  <cp:lastPrinted>2012-12-03T10:47:00Z</cp:lastPrinted>
  <dcterms:created xsi:type="dcterms:W3CDTF">2018-04-10T08:11:00Z</dcterms:created>
  <dcterms:modified xsi:type="dcterms:W3CDTF">2018-06-26T10:17:00Z</dcterms:modified>
</cp:coreProperties>
</file>