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13" w:rsidRPr="003F1CC0" w:rsidRDefault="00760313" w:rsidP="003C0D72">
      <w:pPr>
        <w:jc w:val="center"/>
        <w:rPr>
          <w:b/>
          <w:i/>
          <w:sz w:val="22"/>
          <w:u w:val="single"/>
        </w:rPr>
      </w:pPr>
      <w:r w:rsidRPr="003F1CC0">
        <w:rPr>
          <w:b/>
          <w:i/>
          <w:sz w:val="22"/>
          <w:u w:val="single"/>
        </w:rPr>
        <w:t xml:space="preserve">Domanda di </w:t>
      </w:r>
      <w:r w:rsidR="004043BE">
        <w:rPr>
          <w:b/>
          <w:i/>
          <w:sz w:val="22"/>
          <w:u w:val="single"/>
        </w:rPr>
        <w:t xml:space="preserve">partecipazione al Bando di cui </w:t>
      </w:r>
      <w:r w:rsidR="004043BE" w:rsidRPr="004C6DD3">
        <w:rPr>
          <w:b/>
          <w:i/>
          <w:sz w:val="22"/>
          <w:u w:val="single"/>
        </w:rPr>
        <w:t xml:space="preserve">al DGR n. </w:t>
      </w:r>
      <w:r w:rsidR="00B941BA">
        <w:rPr>
          <w:b/>
          <w:i/>
          <w:sz w:val="22"/>
          <w:u w:val="single"/>
        </w:rPr>
        <w:t xml:space="preserve">52 </w:t>
      </w:r>
      <w:r w:rsidR="004043BE" w:rsidRPr="004C6DD3">
        <w:rPr>
          <w:b/>
          <w:i/>
          <w:sz w:val="22"/>
          <w:u w:val="single"/>
        </w:rPr>
        <w:t>del</w:t>
      </w:r>
      <w:r w:rsidR="00B941BA">
        <w:rPr>
          <w:b/>
          <w:i/>
          <w:sz w:val="22"/>
          <w:u w:val="single"/>
        </w:rPr>
        <w:t xml:space="preserve"> 11 Febbraio 2013</w:t>
      </w:r>
    </w:p>
    <w:p w:rsidR="007E4D34" w:rsidRDefault="007E4D34" w:rsidP="003C0D72">
      <w:pPr>
        <w:jc w:val="center"/>
        <w:rPr>
          <w:b/>
          <w:i/>
          <w:sz w:val="22"/>
          <w:u w:val="single"/>
        </w:rPr>
      </w:pPr>
    </w:p>
    <w:p w:rsidR="005826DA" w:rsidRDefault="00760313" w:rsidP="003C0D72">
      <w:pPr>
        <w:jc w:val="center"/>
        <w:rPr>
          <w:b/>
          <w:i/>
          <w:sz w:val="22"/>
          <w:u w:val="single"/>
        </w:rPr>
      </w:pPr>
      <w:r w:rsidRPr="003F1CC0">
        <w:rPr>
          <w:b/>
          <w:i/>
          <w:sz w:val="22"/>
          <w:u w:val="single"/>
        </w:rPr>
        <w:t xml:space="preserve">   </w:t>
      </w:r>
    </w:p>
    <w:p w:rsidR="00E92713" w:rsidRPr="003F1CC0" w:rsidRDefault="00ED14E1" w:rsidP="003C0D72">
      <w:pPr>
        <w:jc w:val="center"/>
        <w:rPr>
          <w:b/>
          <w:i/>
          <w:sz w:val="22"/>
          <w:u w:val="single"/>
        </w:rPr>
      </w:pPr>
      <w:r w:rsidRPr="003F1CC0">
        <w:rPr>
          <w:b/>
          <w:i/>
          <w:sz w:val="22"/>
          <w:u w:val="single"/>
        </w:rPr>
        <w:t>Dichiarazione sostitutiva dell’atto di notorietà</w:t>
      </w:r>
    </w:p>
    <w:p w:rsidR="00FD6021" w:rsidRPr="00704EB5" w:rsidRDefault="00FD6021" w:rsidP="003C0D72">
      <w:pPr>
        <w:jc w:val="center"/>
        <w:rPr>
          <w:b/>
          <w:sz w:val="20"/>
          <w:szCs w:val="20"/>
        </w:rPr>
      </w:pPr>
    </w:p>
    <w:bookmarkStart w:id="0" w:name="Testo1"/>
    <w:p w:rsidR="00344493" w:rsidRPr="00704EB5" w:rsidRDefault="00D06FB5" w:rsidP="00704EB5">
      <w:pPr>
        <w:shd w:val="clear" w:color="auto" w:fill="FFFFFF"/>
        <w:jc w:val="both"/>
        <w:rPr>
          <w:sz w:val="20"/>
          <w:szCs w:val="20"/>
        </w:rPr>
      </w:pPr>
      <w:r w:rsidRPr="00704EB5">
        <w:rPr>
          <w:sz w:val="20"/>
          <w:szCs w:val="20"/>
        </w:rPr>
        <w:fldChar w:fldCharType="begin">
          <w:ffData>
            <w:name w:val="Testo1"/>
            <w:enabled w:val="0"/>
            <w:calcOnExit w:val="0"/>
            <w:textInput>
              <w:default w:val="Il sottoscritto"/>
            </w:textInput>
          </w:ffData>
        </w:fldChar>
      </w:r>
      <w:r w:rsidR="00E92713" w:rsidRPr="00704EB5">
        <w:rPr>
          <w:sz w:val="20"/>
          <w:szCs w:val="20"/>
        </w:rPr>
        <w:instrText xml:space="preserve"> FORMTEXT </w:instrText>
      </w:r>
      <w:r w:rsidRPr="00704EB5">
        <w:rPr>
          <w:sz w:val="20"/>
          <w:szCs w:val="20"/>
        </w:rPr>
      </w:r>
      <w:r w:rsidRPr="00704EB5">
        <w:rPr>
          <w:sz w:val="20"/>
          <w:szCs w:val="20"/>
        </w:rPr>
        <w:fldChar w:fldCharType="separate"/>
      </w:r>
      <w:r w:rsidR="00E92713" w:rsidRPr="00704EB5">
        <w:rPr>
          <w:noProof/>
          <w:sz w:val="20"/>
          <w:szCs w:val="20"/>
        </w:rPr>
        <w:t>Il sottoscritto</w:t>
      </w:r>
      <w:r w:rsidRPr="00704EB5">
        <w:rPr>
          <w:sz w:val="20"/>
          <w:szCs w:val="20"/>
        </w:rPr>
        <w:fldChar w:fldCharType="end"/>
      </w:r>
      <w:bookmarkEnd w:id="0"/>
      <w:r w:rsidR="005D308C" w:rsidRPr="00704EB5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847737530"/>
          <w:placeholder>
            <w:docPart w:val="5F0AAF1E8A0D4317AD4C7B2F5932485B"/>
          </w:placeholder>
          <w:showingPlcHdr/>
          <w:text/>
        </w:sdtPr>
        <w:sdtContent>
          <w:r w:rsidR="00AE675E" w:rsidRPr="00AE675E">
            <w:rPr>
              <w:rStyle w:val="Testosegnaposto"/>
              <w:sz w:val="20"/>
              <w:szCs w:val="20"/>
            </w:rPr>
            <w:t>Fare clic qui per immettere testo.</w:t>
          </w:r>
        </w:sdtContent>
      </w:sdt>
      <w:r w:rsidR="00E32E8A" w:rsidRPr="00704EB5">
        <w:rPr>
          <w:sz w:val="20"/>
          <w:szCs w:val="20"/>
        </w:rPr>
        <w:t>, n</w:t>
      </w:r>
      <w:r w:rsidR="003C0D72" w:rsidRPr="00704EB5">
        <w:rPr>
          <w:sz w:val="20"/>
          <w:szCs w:val="20"/>
        </w:rPr>
        <w:t>ato</w:t>
      </w:r>
      <w:r w:rsidR="002B0A00" w:rsidRPr="00704EB5">
        <w:rPr>
          <w:sz w:val="20"/>
          <w:szCs w:val="20"/>
        </w:rPr>
        <w:t xml:space="preserve"> </w:t>
      </w:r>
      <w:r w:rsidR="003C0D72" w:rsidRPr="00704EB5">
        <w:rPr>
          <w:sz w:val="20"/>
          <w:szCs w:val="20"/>
        </w:rPr>
        <w:t>a</w:t>
      </w:r>
      <w:r w:rsidR="005D308C" w:rsidRPr="00704EB5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847737531"/>
          <w:placeholder>
            <w:docPart w:val="F53396E8A6A641E0BE6401BE0FBCD281"/>
          </w:placeholder>
          <w:showingPlcHdr/>
          <w:text/>
        </w:sdtPr>
        <w:sdtContent>
          <w:r w:rsidR="00AE675E" w:rsidRPr="00AE675E">
            <w:rPr>
              <w:rStyle w:val="Testosegnaposto"/>
              <w:sz w:val="20"/>
              <w:szCs w:val="20"/>
            </w:rPr>
            <w:t>Fare clic qui per immettere testo.</w:t>
          </w:r>
        </w:sdtContent>
      </w:sdt>
      <w:r w:rsidR="002B0A00" w:rsidRPr="00704EB5">
        <w:rPr>
          <w:sz w:val="20"/>
          <w:szCs w:val="20"/>
        </w:rPr>
        <w:t xml:space="preserve">, </w:t>
      </w:r>
      <w:r w:rsidR="003C0D72" w:rsidRPr="00704EB5">
        <w:rPr>
          <w:sz w:val="20"/>
          <w:szCs w:val="20"/>
        </w:rPr>
        <w:t>il</w:t>
      </w:r>
      <w:r w:rsidR="00AE675E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852929920"/>
          <w:placeholder>
            <w:docPart w:val="107731106D8C4F69B4B286D5DAB51198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Content>
          <w:r w:rsidR="00AE675E" w:rsidRPr="00AE675E">
            <w:rPr>
              <w:rStyle w:val="Testosegnaposto"/>
              <w:sz w:val="20"/>
              <w:szCs w:val="20"/>
            </w:rPr>
            <w:t>Fare clic qui per immettere una data.</w:t>
          </w:r>
        </w:sdtContent>
      </w:sdt>
      <w:r w:rsidR="003C0D72" w:rsidRPr="00704EB5">
        <w:rPr>
          <w:sz w:val="20"/>
          <w:szCs w:val="20"/>
        </w:rPr>
        <w:t>residente in</w:t>
      </w:r>
      <w:r w:rsidR="005D308C" w:rsidRPr="00704EB5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847737533"/>
          <w:placeholder>
            <w:docPart w:val="37DB2BFCF6D64E0EAA9D4AF884EC49F2"/>
          </w:placeholder>
          <w:showingPlcHdr/>
          <w:text/>
        </w:sdtPr>
        <w:sdtContent>
          <w:r w:rsidR="00CF7236" w:rsidRPr="00704EB5">
            <w:rPr>
              <w:rStyle w:val="Testosegnaposto"/>
              <w:sz w:val="20"/>
              <w:szCs w:val="20"/>
            </w:rPr>
            <w:t>Fare clic qui per immettere testo.</w:t>
          </w:r>
        </w:sdtContent>
      </w:sdt>
      <w:r w:rsidR="002B0A00" w:rsidRPr="00704EB5">
        <w:rPr>
          <w:sz w:val="20"/>
          <w:szCs w:val="20"/>
        </w:rPr>
        <w:t xml:space="preserve">, </w:t>
      </w:r>
      <w:r w:rsidR="003C0D72" w:rsidRPr="00704EB5">
        <w:rPr>
          <w:sz w:val="20"/>
          <w:szCs w:val="20"/>
        </w:rPr>
        <w:t>via</w:t>
      </w:r>
      <w:r w:rsidR="005D308C" w:rsidRPr="00704EB5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847737534"/>
          <w:placeholder>
            <w:docPart w:val="B2874504182F47B1A325D6043BCFC2B5"/>
          </w:placeholder>
          <w:showingPlcHdr/>
          <w:text/>
        </w:sdtPr>
        <w:sdtContent>
          <w:r w:rsidR="005D308C" w:rsidRPr="00704EB5">
            <w:rPr>
              <w:rStyle w:val="Testosegnaposto"/>
              <w:sz w:val="20"/>
              <w:szCs w:val="20"/>
            </w:rPr>
            <w:t>Fare clic qui per immettere testo.</w:t>
          </w:r>
        </w:sdtContent>
      </w:sdt>
      <w:r w:rsidR="003C0D72" w:rsidRPr="00704EB5">
        <w:rPr>
          <w:sz w:val="20"/>
          <w:szCs w:val="20"/>
        </w:rPr>
        <w:t>,</w:t>
      </w:r>
      <w:r w:rsidR="002B0A00" w:rsidRPr="00704EB5">
        <w:rPr>
          <w:sz w:val="20"/>
          <w:szCs w:val="20"/>
        </w:rPr>
        <w:t xml:space="preserve"> CF</w:t>
      </w:r>
      <w:r w:rsidR="005D308C" w:rsidRPr="00704EB5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847737535"/>
          <w:placeholder>
            <w:docPart w:val="B4A2F9C15CB3430F88A904E213C03427"/>
          </w:placeholder>
          <w:showingPlcHdr/>
          <w:text/>
        </w:sdtPr>
        <w:sdtContent>
          <w:r w:rsidR="005D308C" w:rsidRPr="00704EB5">
            <w:rPr>
              <w:rStyle w:val="Testosegnaposto"/>
              <w:sz w:val="20"/>
              <w:szCs w:val="20"/>
            </w:rPr>
            <w:t>Fare clic qui per immettere testo.</w:t>
          </w:r>
        </w:sdtContent>
      </w:sdt>
      <w:r w:rsidR="003C0D72" w:rsidRPr="00704EB5">
        <w:rPr>
          <w:sz w:val="20"/>
          <w:szCs w:val="20"/>
        </w:rPr>
        <w:t xml:space="preserve">, in qualità di </w:t>
      </w:r>
      <w:sdt>
        <w:sdtPr>
          <w:rPr>
            <w:sz w:val="20"/>
            <w:szCs w:val="20"/>
          </w:rPr>
          <w:alias w:val="Titolarità azienda"/>
          <w:tag w:val="Titolarità azienda"/>
          <w:id w:val="847737536"/>
          <w:placeholder>
            <w:docPart w:val="2E50E3FA9D714CADAB2E021B2A7A5F83"/>
          </w:placeholder>
          <w:showingPlcHdr/>
          <w:dropDownList>
            <w:listItem w:value="Scegliere un elemento."/>
            <w:listItem w:displayText="Titolare" w:value="Titolare"/>
            <w:listItem w:displayText="Rappresentante Legale" w:value="Rappresentante Legale"/>
            <w:listItem w:displayText="Amministratore Unico" w:value="Amministratore Unico"/>
            <w:listItem w:displayText="Procuratore speciale" w:value="Procuratore speciale"/>
            <w:listItem w:displayText="Amministratore Delegato" w:value="Amministratore Delegato"/>
            <w:listItem w:displayText="Presidente" w:value="Presidente"/>
          </w:dropDownList>
        </w:sdtPr>
        <w:sdtContent>
          <w:r w:rsidR="00AE675E" w:rsidRPr="00AE675E">
            <w:rPr>
              <w:rStyle w:val="Testosegnaposto"/>
              <w:sz w:val="20"/>
              <w:szCs w:val="20"/>
            </w:rPr>
            <w:t>Scegliere un elemento.</w:t>
          </w:r>
        </w:sdtContent>
      </w:sdt>
      <w:r w:rsidR="003C0D72" w:rsidRPr="00704EB5">
        <w:rPr>
          <w:sz w:val="20"/>
          <w:szCs w:val="20"/>
        </w:rPr>
        <w:t xml:space="preserve"> d</w:t>
      </w:r>
      <w:r w:rsidR="002B0A00" w:rsidRPr="00704EB5">
        <w:rPr>
          <w:sz w:val="20"/>
          <w:szCs w:val="20"/>
        </w:rPr>
        <w:t>ella</w:t>
      </w:r>
      <w:r w:rsidR="005D308C" w:rsidRPr="00704EB5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847737540"/>
          <w:placeholder>
            <w:docPart w:val="C5D5C8F9A7C04411BA08E47DA41F3733"/>
          </w:placeholder>
          <w:showingPlcHdr/>
          <w:text/>
        </w:sdtPr>
        <w:sdtContent>
          <w:r w:rsidR="005D308C" w:rsidRPr="00704EB5">
            <w:rPr>
              <w:rStyle w:val="Testosegnaposto"/>
              <w:sz w:val="20"/>
              <w:szCs w:val="20"/>
            </w:rPr>
            <w:t>Fare clic qui per immettere testo.</w:t>
          </w:r>
        </w:sdtContent>
      </w:sdt>
      <w:r w:rsidR="003C0D72" w:rsidRPr="00704EB5">
        <w:rPr>
          <w:sz w:val="20"/>
          <w:szCs w:val="20"/>
        </w:rPr>
        <w:t>, con sede legale in</w:t>
      </w:r>
      <w:r w:rsidR="005D308C" w:rsidRPr="00704EB5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847737541"/>
          <w:placeholder>
            <w:docPart w:val="877FD6B3BAFA4D0391939990635A2D34"/>
          </w:placeholder>
          <w:showingPlcHdr/>
          <w:text/>
        </w:sdtPr>
        <w:sdtContent>
          <w:r w:rsidR="005D308C" w:rsidRPr="00704EB5">
            <w:rPr>
              <w:rStyle w:val="Testosegnaposto"/>
              <w:sz w:val="20"/>
              <w:szCs w:val="20"/>
            </w:rPr>
            <w:t>Fare clic qui per immettere testo.</w:t>
          </w:r>
        </w:sdtContent>
      </w:sdt>
      <w:r w:rsidR="003C0D72" w:rsidRPr="00704EB5">
        <w:rPr>
          <w:sz w:val="20"/>
          <w:szCs w:val="20"/>
        </w:rPr>
        <w:t>,</w:t>
      </w:r>
      <w:r w:rsidR="005D308C" w:rsidRPr="00704EB5">
        <w:rPr>
          <w:sz w:val="20"/>
          <w:szCs w:val="20"/>
        </w:rPr>
        <w:t xml:space="preserve"> </w:t>
      </w:r>
      <w:r w:rsidR="003C0D72" w:rsidRPr="00704EB5">
        <w:rPr>
          <w:sz w:val="20"/>
          <w:szCs w:val="20"/>
        </w:rPr>
        <w:t>via</w:t>
      </w:r>
      <w:r w:rsidR="005D308C" w:rsidRPr="00704EB5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847737542"/>
          <w:placeholder>
            <w:docPart w:val="982CB85428774D279E8C2E74F5D6A36D"/>
          </w:placeholder>
          <w:showingPlcHdr/>
          <w:text/>
        </w:sdtPr>
        <w:sdtContent>
          <w:r w:rsidR="005D308C" w:rsidRPr="00704EB5">
            <w:rPr>
              <w:rStyle w:val="Testosegnaposto"/>
              <w:sz w:val="20"/>
              <w:szCs w:val="20"/>
            </w:rPr>
            <w:t>Fare clic qui per immettere testo.</w:t>
          </w:r>
        </w:sdtContent>
      </w:sdt>
      <w:r w:rsidR="003C0D72" w:rsidRPr="00704EB5">
        <w:rPr>
          <w:sz w:val="20"/>
          <w:szCs w:val="20"/>
        </w:rPr>
        <w:t>,</w:t>
      </w:r>
      <w:r w:rsidR="002B0A00" w:rsidRPr="00704EB5">
        <w:rPr>
          <w:sz w:val="20"/>
          <w:szCs w:val="20"/>
        </w:rPr>
        <w:t xml:space="preserve"> </w:t>
      </w:r>
      <w:r w:rsidR="003C0D72" w:rsidRPr="00704EB5">
        <w:rPr>
          <w:sz w:val="20"/>
          <w:szCs w:val="20"/>
        </w:rPr>
        <w:t>PI</w:t>
      </w:r>
      <w:r w:rsidR="005D308C" w:rsidRPr="00704EB5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847737543"/>
          <w:placeholder>
            <w:docPart w:val="FFD33C966857428AB843C5B89A71C3EF"/>
          </w:placeholder>
          <w:showingPlcHdr/>
          <w:text/>
        </w:sdtPr>
        <w:sdtContent>
          <w:r w:rsidR="005D308C" w:rsidRPr="00704EB5">
            <w:rPr>
              <w:rStyle w:val="Testosegnaposto"/>
              <w:sz w:val="20"/>
              <w:szCs w:val="20"/>
            </w:rPr>
            <w:t>Fare clic qui per immettere testo.</w:t>
          </w:r>
        </w:sdtContent>
      </w:sdt>
      <w:r w:rsidR="003C0D72" w:rsidRPr="00704EB5">
        <w:rPr>
          <w:sz w:val="20"/>
          <w:szCs w:val="20"/>
        </w:rPr>
        <w:t>, e</w:t>
      </w:r>
      <w:r w:rsidR="002B0A00" w:rsidRPr="00704EB5">
        <w:rPr>
          <w:sz w:val="20"/>
          <w:szCs w:val="20"/>
        </w:rPr>
        <w:t>-</w:t>
      </w:r>
      <w:r w:rsidR="003C0D72" w:rsidRPr="00704EB5">
        <w:rPr>
          <w:sz w:val="20"/>
          <w:szCs w:val="20"/>
        </w:rPr>
        <w:t>mail</w:t>
      </w:r>
      <w:r w:rsidR="005D308C" w:rsidRPr="00704EB5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847737544"/>
          <w:placeholder>
            <w:docPart w:val="FBD982E419DC4CAF9CD9BFF304206971"/>
          </w:placeholder>
          <w:showingPlcHdr/>
          <w:text/>
        </w:sdtPr>
        <w:sdtContent>
          <w:r w:rsidR="005D308C" w:rsidRPr="00704EB5">
            <w:rPr>
              <w:rStyle w:val="Testosegnaposto"/>
              <w:sz w:val="20"/>
              <w:szCs w:val="20"/>
            </w:rPr>
            <w:t>Fare clic qui per immettere testo.</w:t>
          </w:r>
        </w:sdtContent>
      </w:sdt>
      <w:r w:rsidR="003C0D72" w:rsidRPr="00704EB5">
        <w:rPr>
          <w:sz w:val="20"/>
          <w:szCs w:val="20"/>
        </w:rPr>
        <w:t>, tel.</w:t>
      </w:r>
      <w:r w:rsidR="005D308C" w:rsidRPr="00704EB5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847737545"/>
          <w:placeholder>
            <w:docPart w:val="CA7575A68F4C4E45AB8107995315A4C6"/>
          </w:placeholder>
          <w:showingPlcHdr/>
          <w:text/>
        </w:sdtPr>
        <w:sdtContent>
          <w:r w:rsidR="005D308C" w:rsidRPr="00704EB5">
            <w:rPr>
              <w:rStyle w:val="Testosegnaposto"/>
              <w:sz w:val="20"/>
              <w:szCs w:val="20"/>
            </w:rPr>
            <w:t>Fare clic qui per immettere testo.</w:t>
          </w:r>
        </w:sdtContent>
      </w:sdt>
      <w:r w:rsidR="003C0D72" w:rsidRPr="00704EB5">
        <w:rPr>
          <w:sz w:val="20"/>
          <w:szCs w:val="20"/>
        </w:rPr>
        <w:t>, fax</w:t>
      </w:r>
      <w:sdt>
        <w:sdtPr>
          <w:rPr>
            <w:sz w:val="20"/>
            <w:szCs w:val="20"/>
          </w:rPr>
          <w:id w:val="847737546"/>
          <w:placeholder>
            <w:docPart w:val="23EE3B097C51487EA1A2E8211E585FF2"/>
          </w:placeholder>
          <w:showingPlcHdr/>
          <w:text/>
        </w:sdtPr>
        <w:sdtContent>
          <w:r w:rsidR="00704EB5" w:rsidRPr="00704EB5">
            <w:rPr>
              <w:rStyle w:val="Testosegnaposto"/>
              <w:sz w:val="20"/>
              <w:szCs w:val="20"/>
            </w:rPr>
            <w:t>Fare clic qui per immettere testo.</w:t>
          </w:r>
        </w:sdtContent>
      </w:sdt>
      <w:r w:rsidR="005D308C" w:rsidRPr="00704EB5">
        <w:rPr>
          <w:sz w:val="20"/>
          <w:szCs w:val="20"/>
        </w:rPr>
        <w:t xml:space="preserve">, </w:t>
      </w:r>
      <w:proofErr w:type="spellStart"/>
      <w:r w:rsidR="005D308C" w:rsidRPr="00704EB5">
        <w:rPr>
          <w:sz w:val="20"/>
          <w:szCs w:val="20"/>
        </w:rPr>
        <w:t>cell</w:t>
      </w:r>
      <w:proofErr w:type="spellEnd"/>
      <w:r w:rsidR="005D308C" w:rsidRPr="00704EB5">
        <w:rPr>
          <w:sz w:val="20"/>
          <w:szCs w:val="20"/>
        </w:rPr>
        <w:t>.</w:t>
      </w:r>
      <w:sdt>
        <w:sdtPr>
          <w:rPr>
            <w:sz w:val="20"/>
            <w:szCs w:val="20"/>
          </w:rPr>
          <w:id w:val="847737550"/>
          <w:placeholder>
            <w:docPart w:val="7D0A761C01C9444F97BAA9CA37F11F1C"/>
          </w:placeholder>
          <w:showingPlcHdr/>
          <w:text/>
        </w:sdtPr>
        <w:sdtContent>
          <w:r w:rsidR="00704EB5" w:rsidRPr="00704EB5">
            <w:rPr>
              <w:rStyle w:val="Testosegnaposto"/>
              <w:sz w:val="20"/>
              <w:szCs w:val="20"/>
            </w:rPr>
            <w:t>Fare clic qui per immettere testo.</w:t>
          </w:r>
        </w:sdtContent>
      </w:sdt>
      <w:r w:rsidR="005D308C" w:rsidRPr="00704EB5">
        <w:rPr>
          <w:sz w:val="20"/>
          <w:szCs w:val="20"/>
        </w:rPr>
        <w:t>.</w:t>
      </w:r>
      <w:r w:rsidR="00704EB5" w:rsidRPr="00704EB5">
        <w:rPr>
          <w:sz w:val="20"/>
          <w:szCs w:val="20"/>
        </w:rPr>
        <w:t xml:space="preserve"> </w:t>
      </w:r>
    </w:p>
    <w:p w:rsidR="00704EB5" w:rsidRDefault="00704EB5" w:rsidP="00704EB5">
      <w:pPr>
        <w:jc w:val="both"/>
        <w:rPr>
          <w:sz w:val="20"/>
          <w:szCs w:val="20"/>
        </w:rPr>
      </w:pPr>
    </w:p>
    <w:p w:rsidR="003C0D72" w:rsidRPr="00133D4E" w:rsidRDefault="003C0D72" w:rsidP="00704EB5">
      <w:pPr>
        <w:jc w:val="both"/>
        <w:rPr>
          <w:sz w:val="20"/>
          <w:szCs w:val="20"/>
        </w:rPr>
      </w:pPr>
      <w:r w:rsidRPr="00704EB5">
        <w:rPr>
          <w:sz w:val="20"/>
          <w:szCs w:val="20"/>
        </w:rPr>
        <w:t>Premesso:</w:t>
      </w:r>
    </w:p>
    <w:p w:rsidR="003C0D72" w:rsidRPr="00AA3AAF" w:rsidRDefault="003C0D72" w:rsidP="00AA3AAF">
      <w:pPr>
        <w:pStyle w:val="Corpodeltesto"/>
        <w:jc w:val="both"/>
        <w:rPr>
          <w:b w:val="0"/>
          <w:bCs w:val="0"/>
          <w:sz w:val="20"/>
          <w:szCs w:val="20"/>
        </w:rPr>
      </w:pPr>
      <w:r w:rsidRPr="00AA3AAF">
        <w:rPr>
          <w:b w:val="0"/>
          <w:bCs w:val="0"/>
          <w:sz w:val="20"/>
          <w:szCs w:val="20"/>
        </w:rPr>
        <w:t xml:space="preserve">che con </w:t>
      </w:r>
      <w:r w:rsidRPr="004C6DD3">
        <w:rPr>
          <w:b w:val="0"/>
          <w:bCs w:val="0"/>
          <w:sz w:val="20"/>
          <w:szCs w:val="20"/>
        </w:rPr>
        <w:t>D</w:t>
      </w:r>
      <w:r w:rsidR="004043BE" w:rsidRPr="004C6DD3">
        <w:rPr>
          <w:b w:val="0"/>
          <w:bCs w:val="0"/>
          <w:sz w:val="20"/>
          <w:szCs w:val="20"/>
        </w:rPr>
        <w:t>GR</w:t>
      </w:r>
      <w:r w:rsidRPr="004C6DD3">
        <w:rPr>
          <w:b w:val="0"/>
          <w:bCs w:val="0"/>
          <w:sz w:val="20"/>
          <w:szCs w:val="20"/>
        </w:rPr>
        <w:t xml:space="preserve"> n.</w:t>
      </w:r>
      <w:r w:rsidR="00B941BA">
        <w:rPr>
          <w:b w:val="0"/>
          <w:bCs w:val="0"/>
          <w:sz w:val="20"/>
          <w:szCs w:val="20"/>
        </w:rPr>
        <w:t xml:space="preserve"> 52</w:t>
      </w:r>
      <w:r w:rsidRPr="004C6DD3">
        <w:rPr>
          <w:b w:val="0"/>
          <w:bCs w:val="0"/>
          <w:sz w:val="20"/>
          <w:szCs w:val="20"/>
        </w:rPr>
        <w:t xml:space="preserve"> del</w:t>
      </w:r>
      <w:r w:rsidR="00B941BA">
        <w:rPr>
          <w:b w:val="0"/>
          <w:bCs w:val="0"/>
          <w:sz w:val="20"/>
          <w:szCs w:val="20"/>
        </w:rPr>
        <w:t xml:space="preserve"> 11 Febbraio 2013</w:t>
      </w:r>
      <w:r w:rsidRPr="004C6DD3">
        <w:rPr>
          <w:b w:val="0"/>
          <w:bCs w:val="0"/>
          <w:sz w:val="20"/>
          <w:szCs w:val="20"/>
        </w:rPr>
        <w:t>,</w:t>
      </w:r>
      <w:r w:rsidRPr="00AA3AAF">
        <w:rPr>
          <w:b w:val="0"/>
          <w:bCs w:val="0"/>
          <w:sz w:val="20"/>
          <w:szCs w:val="20"/>
        </w:rPr>
        <w:t xml:space="preserve"> la Regione Calabria ha previsto la possibilità di aprire i termini per </w:t>
      </w:r>
      <w:r w:rsidR="00591CB5" w:rsidRPr="00AA3AAF">
        <w:rPr>
          <w:b w:val="0"/>
          <w:bCs w:val="0"/>
          <w:sz w:val="20"/>
          <w:szCs w:val="20"/>
        </w:rPr>
        <w:t xml:space="preserve">la presentazione delle </w:t>
      </w:r>
      <w:r w:rsidR="00AA3AAF" w:rsidRPr="00AA3AAF">
        <w:rPr>
          <w:b w:val="0"/>
          <w:bCs w:val="0"/>
          <w:sz w:val="20"/>
          <w:szCs w:val="20"/>
        </w:rPr>
        <w:t xml:space="preserve">a favore degli investimenti nelle aziende ad indirizzo </w:t>
      </w:r>
      <w:proofErr w:type="spellStart"/>
      <w:r w:rsidR="00AA3AAF" w:rsidRPr="00AA3AAF">
        <w:rPr>
          <w:b w:val="0"/>
          <w:bCs w:val="0"/>
          <w:sz w:val="20"/>
          <w:szCs w:val="20"/>
        </w:rPr>
        <w:t>bergamotticolo</w:t>
      </w:r>
      <w:proofErr w:type="spellEnd"/>
      <w:r w:rsidR="00AA3AAF" w:rsidRPr="00AA3AAF">
        <w:rPr>
          <w:b w:val="0"/>
          <w:bCs w:val="0"/>
          <w:sz w:val="20"/>
          <w:szCs w:val="20"/>
        </w:rPr>
        <w:t xml:space="preserve">  - Legge regionale 14 ottobre 2002, n. 41</w:t>
      </w:r>
      <w:r w:rsidRPr="00AA3AAF">
        <w:rPr>
          <w:b w:val="0"/>
          <w:bCs w:val="0"/>
          <w:sz w:val="20"/>
          <w:szCs w:val="20"/>
        </w:rPr>
        <w:t>;</w:t>
      </w:r>
    </w:p>
    <w:p w:rsidR="00704EB5" w:rsidRDefault="00704EB5" w:rsidP="00704EB5">
      <w:pPr>
        <w:rPr>
          <w:sz w:val="20"/>
          <w:szCs w:val="20"/>
        </w:rPr>
      </w:pPr>
    </w:p>
    <w:p w:rsidR="00704EB5" w:rsidRDefault="00704EB5" w:rsidP="00704EB5">
      <w:pPr>
        <w:jc w:val="both"/>
        <w:rPr>
          <w:sz w:val="20"/>
          <w:szCs w:val="20"/>
        </w:rPr>
      </w:pPr>
      <w:r w:rsidRPr="00704EB5">
        <w:rPr>
          <w:sz w:val="20"/>
          <w:szCs w:val="20"/>
        </w:rPr>
        <w:t>ai sensi degli art. 46 e 47 del DPR 445 del 20 dicembre 2000, consapevole che in caso di dichiarazione mendace o non conforme al vero incorrerà nelle sanzioni previste dall’art. 76 e nella perdita dei benefici ai sensi dell’art. 75 della medesima norma, so</w:t>
      </w:r>
      <w:r w:rsidR="00ED14E1">
        <w:rPr>
          <w:sz w:val="20"/>
          <w:szCs w:val="20"/>
        </w:rPr>
        <w:t>tto la propria responsabilità,</w:t>
      </w:r>
    </w:p>
    <w:p w:rsidR="00133D4E" w:rsidRPr="00704EB5" w:rsidRDefault="00133D4E" w:rsidP="00704EB5">
      <w:pPr>
        <w:jc w:val="both"/>
        <w:rPr>
          <w:sz w:val="20"/>
          <w:szCs w:val="20"/>
        </w:rPr>
      </w:pPr>
    </w:p>
    <w:p w:rsidR="003C0D72" w:rsidRPr="00704EB5" w:rsidRDefault="003C0D72" w:rsidP="003C0D72">
      <w:pPr>
        <w:spacing w:after="240"/>
        <w:jc w:val="center"/>
        <w:rPr>
          <w:sz w:val="20"/>
          <w:szCs w:val="20"/>
        </w:rPr>
      </w:pPr>
      <w:r w:rsidRPr="00704EB5">
        <w:rPr>
          <w:sz w:val="20"/>
          <w:szCs w:val="20"/>
        </w:rPr>
        <w:t>CHIEDE</w:t>
      </w:r>
    </w:p>
    <w:p w:rsidR="003C0D72" w:rsidRPr="00704EB5" w:rsidRDefault="003C0D72" w:rsidP="003C0D72">
      <w:pPr>
        <w:spacing w:after="240"/>
        <w:jc w:val="both"/>
        <w:rPr>
          <w:sz w:val="20"/>
          <w:szCs w:val="20"/>
        </w:rPr>
      </w:pPr>
      <w:r w:rsidRPr="00704EB5">
        <w:rPr>
          <w:sz w:val="20"/>
          <w:szCs w:val="20"/>
        </w:rPr>
        <w:t xml:space="preserve">In </w:t>
      </w:r>
      <w:r w:rsidRPr="004C6DD3">
        <w:rPr>
          <w:sz w:val="20"/>
          <w:szCs w:val="20"/>
        </w:rPr>
        <w:t>conformità al DG</w:t>
      </w:r>
      <w:r w:rsidR="00591CB5" w:rsidRPr="004C6DD3">
        <w:rPr>
          <w:sz w:val="20"/>
          <w:szCs w:val="20"/>
        </w:rPr>
        <w:t>R</w:t>
      </w:r>
      <w:r w:rsidRPr="004C6DD3">
        <w:rPr>
          <w:sz w:val="20"/>
          <w:szCs w:val="20"/>
        </w:rPr>
        <w:t xml:space="preserve"> n. </w:t>
      </w:r>
      <w:r w:rsidR="00E772A0">
        <w:rPr>
          <w:sz w:val="20"/>
          <w:szCs w:val="20"/>
        </w:rPr>
        <w:t>52</w:t>
      </w:r>
      <w:r w:rsidR="00591CB5" w:rsidRPr="004C6DD3">
        <w:rPr>
          <w:sz w:val="20"/>
          <w:szCs w:val="20"/>
        </w:rPr>
        <w:t xml:space="preserve"> </w:t>
      </w:r>
      <w:r w:rsidRPr="004C6DD3">
        <w:rPr>
          <w:sz w:val="20"/>
          <w:szCs w:val="20"/>
        </w:rPr>
        <w:t>del</w:t>
      </w:r>
      <w:r w:rsidR="00E772A0">
        <w:rPr>
          <w:sz w:val="20"/>
          <w:szCs w:val="20"/>
        </w:rPr>
        <w:t xml:space="preserve"> 11 Febbraio 2013,</w:t>
      </w:r>
      <w:r w:rsidRPr="004C6DD3">
        <w:rPr>
          <w:sz w:val="20"/>
          <w:szCs w:val="20"/>
        </w:rPr>
        <w:t xml:space="preserve"> di essere ammesso a</w:t>
      </w:r>
      <w:r w:rsidR="004043BE" w:rsidRPr="004C6DD3">
        <w:rPr>
          <w:sz w:val="20"/>
          <w:szCs w:val="20"/>
        </w:rPr>
        <w:t xml:space="preserve"> partecipare al bando per la selezione </w:t>
      </w:r>
      <w:r w:rsidR="005D308C" w:rsidRPr="004C6DD3">
        <w:rPr>
          <w:sz w:val="20"/>
          <w:szCs w:val="20"/>
        </w:rPr>
        <w:t>dell</w:t>
      </w:r>
      <w:r w:rsidR="004043BE" w:rsidRPr="004C6DD3">
        <w:rPr>
          <w:sz w:val="20"/>
          <w:szCs w:val="20"/>
        </w:rPr>
        <w:t>e</w:t>
      </w:r>
      <w:r w:rsidR="005D308C" w:rsidRPr="004C6DD3">
        <w:rPr>
          <w:sz w:val="20"/>
          <w:szCs w:val="20"/>
        </w:rPr>
        <w:t xml:space="preserve"> domand</w:t>
      </w:r>
      <w:r w:rsidR="004043BE" w:rsidRPr="004C6DD3">
        <w:rPr>
          <w:sz w:val="20"/>
          <w:szCs w:val="20"/>
        </w:rPr>
        <w:t xml:space="preserve">e </w:t>
      </w:r>
      <w:r w:rsidR="005D308C" w:rsidRPr="004C6DD3">
        <w:rPr>
          <w:sz w:val="20"/>
          <w:szCs w:val="20"/>
        </w:rPr>
        <w:t xml:space="preserve">di aiuto </w:t>
      </w:r>
      <w:r w:rsidR="004043BE" w:rsidRPr="004C6DD3">
        <w:rPr>
          <w:sz w:val="20"/>
          <w:szCs w:val="20"/>
        </w:rPr>
        <w:t xml:space="preserve">per </w:t>
      </w:r>
      <w:r w:rsidR="00AA3AAF" w:rsidRPr="004C6DD3">
        <w:rPr>
          <w:sz w:val="20"/>
          <w:szCs w:val="20"/>
        </w:rPr>
        <w:t xml:space="preserve">l'Azione </w:t>
      </w:r>
      <w:sdt>
        <w:sdtPr>
          <w:rPr>
            <w:sz w:val="20"/>
            <w:szCs w:val="20"/>
          </w:rPr>
          <w:id w:val="4674898"/>
          <w:placeholder>
            <w:docPart w:val="EB2DDBD9955B4C3EB976570D003DFD87"/>
          </w:placeholder>
          <w:showingPlcHdr/>
          <w:text/>
        </w:sdtPr>
        <w:sdtContent>
          <w:r w:rsidR="00CF7236" w:rsidRPr="00AE675E">
            <w:rPr>
              <w:rStyle w:val="Testosegnaposto"/>
              <w:sz w:val="20"/>
              <w:szCs w:val="20"/>
            </w:rPr>
            <w:t>Fare clic qui per immettere testo.</w:t>
          </w:r>
        </w:sdtContent>
      </w:sdt>
    </w:p>
    <w:p w:rsidR="003C0D72" w:rsidRPr="00704EB5" w:rsidRDefault="003C0D72" w:rsidP="003C0D72">
      <w:pPr>
        <w:spacing w:after="240"/>
        <w:jc w:val="both"/>
        <w:rPr>
          <w:sz w:val="20"/>
          <w:szCs w:val="20"/>
        </w:rPr>
      </w:pPr>
      <w:r w:rsidRPr="00704EB5">
        <w:rPr>
          <w:sz w:val="20"/>
          <w:szCs w:val="20"/>
        </w:rPr>
        <w:t>A tal fine, produce la seguente documentazione:</w:t>
      </w:r>
    </w:p>
    <w:p w:rsidR="004043BE" w:rsidRPr="004043BE" w:rsidRDefault="00D06FB5" w:rsidP="004043BE">
      <w:pPr>
        <w:pStyle w:val="Paragrafoelenco"/>
        <w:numPr>
          <w:ilvl w:val="0"/>
          <w:numId w:val="14"/>
        </w:numPr>
        <w:spacing w:after="120" w:line="240" w:lineRule="auto"/>
        <w:ind w:left="1077" w:hanging="357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704EB5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  <w:checked w:val="0"/>
            </w:checkBox>
          </w:ffData>
        </w:fldChar>
      </w:r>
      <w:r w:rsidR="004043BE" w:rsidRPr="00704EB5">
        <w:rPr>
          <w:rFonts w:ascii="Times New Roman" w:hAnsi="Times New Roman"/>
          <w:sz w:val="20"/>
          <w:szCs w:val="20"/>
        </w:rPr>
        <w:instrText xml:space="preserve"> FORMCHECKBOX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Pr="00704EB5">
        <w:rPr>
          <w:rFonts w:ascii="Times New Roman" w:hAnsi="Times New Roman"/>
          <w:sz w:val="20"/>
          <w:szCs w:val="20"/>
        </w:rPr>
        <w:fldChar w:fldCharType="end"/>
      </w:r>
      <w:r w:rsidR="004043BE" w:rsidRPr="00704EB5">
        <w:rPr>
          <w:rFonts w:ascii="Times New Roman" w:hAnsi="Times New Roman"/>
          <w:sz w:val="20"/>
          <w:szCs w:val="20"/>
        </w:rPr>
        <w:t xml:space="preserve"> Allegato I</w:t>
      </w:r>
      <w:r w:rsidR="004043BE">
        <w:rPr>
          <w:rFonts w:ascii="Times New Roman" w:hAnsi="Times New Roman"/>
          <w:sz w:val="20"/>
          <w:szCs w:val="20"/>
        </w:rPr>
        <w:t>;</w:t>
      </w:r>
    </w:p>
    <w:p w:rsidR="003C0D72" w:rsidRPr="00704EB5" w:rsidRDefault="00D06FB5" w:rsidP="00133D4E">
      <w:pPr>
        <w:pStyle w:val="Paragrafoelenco"/>
        <w:numPr>
          <w:ilvl w:val="0"/>
          <w:numId w:val="14"/>
        </w:numPr>
        <w:spacing w:after="120" w:line="240" w:lineRule="auto"/>
        <w:ind w:left="1077" w:hanging="357"/>
        <w:contextualSpacing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  <w:checked w:val="0"/>
            </w:checkBox>
          </w:ffData>
        </w:fldChar>
      </w:r>
      <w:r w:rsidR="00133D4E">
        <w:rPr>
          <w:rFonts w:ascii="Times New Roman" w:hAnsi="Times New Roman"/>
          <w:sz w:val="20"/>
          <w:szCs w:val="20"/>
        </w:rPr>
        <w:instrText xml:space="preserve"> FORMCHECKBOX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>
        <w:rPr>
          <w:rFonts w:ascii="Times New Roman" w:hAnsi="Times New Roman"/>
          <w:sz w:val="20"/>
          <w:szCs w:val="20"/>
        </w:rPr>
        <w:fldChar w:fldCharType="end"/>
      </w:r>
      <w:r w:rsidR="004043BE">
        <w:rPr>
          <w:rFonts w:ascii="Times New Roman" w:hAnsi="Times New Roman"/>
          <w:sz w:val="20"/>
          <w:szCs w:val="20"/>
        </w:rPr>
        <w:t xml:space="preserve"> Allegato II - </w:t>
      </w:r>
      <w:r w:rsidR="003C0D72" w:rsidRPr="00704EB5">
        <w:rPr>
          <w:rFonts w:ascii="Times New Roman" w:hAnsi="Times New Roman"/>
          <w:sz w:val="20"/>
          <w:szCs w:val="20"/>
        </w:rPr>
        <w:t>Autocertificazione relativa all’iscrizione alla CCIAA resa ai sensi del DPR n. 445/2000</w:t>
      </w:r>
      <w:r w:rsidR="00133D4E">
        <w:rPr>
          <w:rFonts w:ascii="Times New Roman" w:hAnsi="Times New Roman"/>
          <w:sz w:val="20"/>
          <w:szCs w:val="20"/>
        </w:rPr>
        <w:t>;</w:t>
      </w:r>
    </w:p>
    <w:p w:rsidR="003C0D72" w:rsidRPr="004043BE" w:rsidRDefault="00D06FB5" w:rsidP="004043BE">
      <w:pPr>
        <w:pStyle w:val="Paragrafoelenco"/>
        <w:numPr>
          <w:ilvl w:val="0"/>
          <w:numId w:val="14"/>
        </w:numPr>
        <w:spacing w:after="120" w:line="240" w:lineRule="auto"/>
        <w:ind w:left="1077" w:hanging="357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704EB5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  <w:checked w:val="0"/>
            </w:checkBox>
          </w:ffData>
        </w:fldChar>
      </w:r>
      <w:r w:rsidR="00AE15CB" w:rsidRPr="00704EB5">
        <w:rPr>
          <w:rFonts w:ascii="Times New Roman" w:hAnsi="Times New Roman"/>
          <w:sz w:val="20"/>
          <w:szCs w:val="20"/>
        </w:rPr>
        <w:instrText xml:space="preserve"> FORMCHECKBOX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Pr="00704EB5">
        <w:rPr>
          <w:rFonts w:ascii="Times New Roman" w:hAnsi="Times New Roman"/>
          <w:sz w:val="20"/>
          <w:szCs w:val="20"/>
        </w:rPr>
        <w:fldChar w:fldCharType="end"/>
      </w:r>
      <w:r w:rsidR="003C0D72" w:rsidRPr="00704EB5">
        <w:rPr>
          <w:rFonts w:ascii="Times New Roman" w:hAnsi="Times New Roman"/>
          <w:sz w:val="20"/>
          <w:szCs w:val="20"/>
        </w:rPr>
        <w:t xml:space="preserve"> Allegato III</w:t>
      </w:r>
      <w:r w:rsidR="00133D4E">
        <w:rPr>
          <w:rFonts w:ascii="Times New Roman" w:hAnsi="Times New Roman"/>
          <w:sz w:val="20"/>
          <w:szCs w:val="20"/>
        </w:rPr>
        <w:t>;</w:t>
      </w:r>
    </w:p>
    <w:p w:rsidR="00591CB5" w:rsidRPr="00591CB5" w:rsidRDefault="00D06FB5" w:rsidP="00591CB5">
      <w:pPr>
        <w:pStyle w:val="Paragrafoelenco"/>
        <w:numPr>
          <w:ilvl w:val="0"/>
          <w:numId w:val="14"/>
        </w:numPr>
        <w:spacing w:after="120" w:line="240" w:lineRule="auto"/>
        <w:ind w:left="1077" w:hanging="357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704EB5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  <w:checked w:val="0"/>
            </w:checkBox>
          </w:ffData>
        </w:fldChar>
      </w:r>
      <w:r w:rsidR="003C0D72" w:rsidRPr="00704EB5">
        <w:rPr>
          <w:rFonts w:ascii="Times New Roman" w:hAnsi="Times New Roman"/>
          <w:sz w:val="20"/>
          <w:szCs w:val="20"/>
        </w:rPr>
        <w:instrText xml:space="preserve"> FORMCHECKBOX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Pr="00704EB5">
        <w:rPr>
          <w:rFonts w:ascii="Times New Roman" w:hAnsi="Times New Roman"/>
          <w:sz w:val="20"/>
          <w:szCs w:val="20"/>
        </w:rPr>
        <w:fldChar w:fldCharType="end"/>
      </w:r>
      <w:r w:rsidR="00ED14E1">
        <w:rPr>
          <w:rFonts w:ascii="Times New Roman" w:hAnsi="Times New Roman"/>
          <w:sz w:val="20"/>
          <w:szCs w:val="20"/>
        </w:rPr>
        <w:t xml:space="preserve"> </w:t>
      </w:r>
      <w:r w:rsidR="00591CB5" w:rsidRPr="00591CB5">
        <w:rPr>
          <w:rFonts w:ascii="Times New Roman" w:hAnsi="Times New Roman"/>
          <w:sz w:val="20"/>
          <w:szCs w:val="20"/>
        </w:rPr>
        <w:t>Titolo di disponibilità del terreno oggetto degli interventi, debitamente registrato, da cui si evinca la disponibilità del fondo per almeno 12 (dodici) anni dalla data di presentazione della domanda;</w:t>
      </w:r>
    </w:p>
    <w:p w:rsidR="00591CB5" w:rsidRPr="00591CB5" w:rsidRDefault="00D06FB5" w:rsidP="00591CB5">
      <w:pPr>
        <w:pStyle w:val="Paragrafoelenco"/>
        <w:numPr>
          <w:ilvl w:val="0"/>
          <w:numId w:val="14"/>
        </w:numPr>
        <w:spacing w:after="120" w:line="240" w:lineRule="auto"/>
        <w:ind w:left="1077" w:hanging="357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704EB5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  <w:checked w:val="0"/>
            </w:checkBox>
          </w:ffData>
        </w:fldChar>
      </w:r>
      <w:r w:rsidR="00591CB5" w:rsidRPr="00704EB5">
        <w:rPr>
          <w:rFonts w:ascii="Times New Roman" w:hAnsi="Times New Roman"/>
          <w:sz w:val="20"/>
          <w:szCs w:val="20"/>
        </w:rPr>
        <w:instrText xml:space="preserve"> FORMCHECKBOX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Pr="00704EB5">
        <w:rPr>
          <w:rFonts w:ascii="Times New Roman" w:hAnsi="Times New Roman"/>
          <w:sz w:val="20"/>
          <w:szCs w:val="20"/>
        </w:rPr>
        <w:fldChar w:fldCharType="end"/>
      </w:r>
      <w:r w:rsidR="00591CB5">
        <w:rPr>
          <w:rFonts w:ascii="Times New Roman" w:hAnsi="Times New Roman"/>
          <w:sz w:val="20"/>
          <w:szCs w:val="20"/>
        </w:rPr>
        <w:t xml:space="preserve">  </w:t>
      </w:r>
      <w:r w:rsidR="00591CB5" w:rsidRPr="00591CB5">
        <w:rPr>
          <w:rFonts w:ascii="Times New Roman" w:hAnsi="Times New Roman"/>
          <w:sz w:val="20"/>
          <w:szCs w:val="20"/>
        </w:rPr>
        <w:t>Principali elaborati grafici dell’intervento (situazione ex ante e situazione ex post): planimetrie, piante, sezioni e prospetti; computo metrico delle opere;</w:t>
      </w:r>
    </w:p>
    <w:p w:rsidR="00591CB5" w:rsidRPr="00591CB5" w:rsidRDefault="00D06FB5" w:rsidP="00591CB5">
      <w:pPr>
        <w:pStyle w:val="Paragrafoelenco"/>
        <w:numPr>
          <w:ilvl w:val="0"/>
          <w:numId w:val="14"/>
        </w:numPr>
        <w:spacing w:after="120" w:line="240" w:lineRule="auto"/>
        <w:ind w:left="1077" w:hanging="357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704EB5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  <w:checked w:val="0"/>
            </w:checkBox>
          </w:ffData>
        </w:fldChar>
      </w:r>
      <w:r w:rsidR="00591CB5" w:rsidRPr="00704EB5">
        <w:rPr>
          <w:rFonts w:ascii="Times New Roman" w:hAnsi="Times New Roman"/>
          <w:sz w:val="20"/>
          <w:szCs w:val="20"/>
        </w:rPr>
        <w:instrText xml:space="preserve"> FORMCHECKBOX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Pr="00704EB5">
        <w:rPr>
          <w:rFonts w:ascii="Times New Roman" w:hAnsi="Times New Roman"/>
          <w:sz w:val="20"/>
          <w:szCs w:val="20"/>
        </w:rPr>
        <w:fldChar w:fldCharType="end"/>
      </w:r>
      <w:r w:rsidR="00591CB5">
        <w:rPr>
          <w:rFonts w:ascii="Times New Roman" w:hAnsi="Times New Roman"/>
          <w:sz w:val="20"/>
          <w:szCs w:val="20"/>
        </w:rPr>
        <w:t xml:space="preserve"> </w:t>
      </w:r>
      <w:r w:rsidR="00591CB5" w:rsidRPr="00591CB5">
        <w:rPr>
          <w:rFonts w:ascii="Times New Roman" w:hAnsi="Times New Roman"/>
          <w:sz w:val="20"/>
          <w:szCs w:val="20"/>
        </w:rPr>
        <w:t xml:space="preserve">Dichiarazione, resa in forma di dichiarazione giurata da un tecnico abilitato, che per l’intervento in proposta nulla osta all’ottenimento ed al rilascio di tutti i permessi e le autorizzazioni necessarie, ovvero che per l’intervento in proposta  non sono necessari permessi o autorizzazioni e che nulla osta alla immediata </w:t>
      </w:r>
      <w:proofErr w:type="spellStart"/>
      <w:r w:rsidR="00591CB5" w:rsidRPr="00591CB5">
        <w:rPr>
          <w:rFonts w:ascii="Times New Roman" w:hAnsi="Times New Roman"/>
          <w:sz w:val="20"/>
          <w:szCs w:val="20"/>
        </w:rPr>
        <w:t>cantierabilità</w:t>
      </w:r>
      <w:proofErr w:type="spellEnd"/>
      <w:r w:rsidR="00591CB5" w:rsidRPr="00591CB5">
        <w:rPr>
          <w:rFonts w:ascii="Times New Roman" w:hAnsi="Times New Roman"/>
          <w:sz w:val="20"/>
          <w:szCs w:val="20"/>
        </w:rPr>
        <w:t xml:space="preserve"> delle opere previste;</w:t>
      </w:r>
    </w:p>
    <w:p w:rsidR="00591CB5" w:rsidRPr="00591CB5" w:rsidRDefault="00D06FB5" w:rsidP="00591CB5">
      <w:pPr>
        <w:pStyle w:val="Paragrafoelenco"/>
        <w:numPr>
          <w:ilvl w:val="0"/>
          <w:numId w:val="14"/>
        </w:numPr>
        <w:spacing w:after="120" w:line="240" w:lineRule="auto"/>
        <w:ind w:left="1077" w:hanging="357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704EB5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  <w:checked w:val="0"/>
            </w:checkBox>
          </w:ffData>
        </w:fldChar>
      </w:r>
      <w:r w:rsidR="00591CB5" w:rsidRPr="00704EB5">
        <w:rPr>
          <w:rFonts w:ascii="Times New Roman" w:hAnsi="Times New Roman"/>
          <w:sz w:val="20"/>
          <w:szCs w:val="20"/>
        </w:rPr>
        <w:instrText xml:space="preserve"> FORMCHECKBOX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Pr="00704EB5">
        <w:rPr>
          <w:rFonts w:ascii="Times New Roman" w:hAnsi="Times New Roman"/>
          <w:sz w:val="20"/>
          <w:szCs w:val="20"/>
        </w:rPr>
        <w:fldChar w:fldCharType="end"/>
      </w:r>
      <w:r w:rsidR="00591CB5">
        <w:rPr>
          <w:rFonts w:ascii="Times New Roman" w:hAnsi="Times New Roman"/>
          <w:sz w:val="20"/>
          <w:szCs w:val="20"/>
        </w:rPr>
        <w:t xml:space="preserve"> </w:t>
      </w:r>
      <w:r w:rsidR="00591CB5" w:rsidRPr="00591CB5">
        <w:rPr>
          <w:rFonts w:ascii="Times New Roman" w:hAnsi="Times New Roman"/>
          <w:sz w:val="20"/>
          <w:szCs w:val="20"/>
        </w:rPr>
        <w:t xml:space="preserve">Piano di Miglioramento Aziendale o Business </w:t>
      </w:r>
      <w:proofErr w:type="spellStart"/>
      <w:r w:rsidR="00591CB5" w:rsidRPr="00591CB5">
        <w:rPr>
          <w:rFonts w:ascii="Times New Roman" w:hAnsi="Times New Roman"/>
          <w:sz w:val="20"/>
          <w:szCs w:val="20"/>
        </w:rPr>
        <w:t>Plan</w:t>
      </w:r>
      <w:proofErr w:type="spellEnd"/>
      <w:r w:rsidR="00591CB5" w:rsidRPr="00591CB5">
        <w:rPr>
          <w:rFonts w:ascii="Times New Roman" w:hAnsi="Times New Roman"/>
          <w:sz w:val="20"/>
          <w:szCs w:val="20"/>
        </w:rPr>
        <w:t xml:space="preserve">. Per le imprese associate il Business </w:t>
      </w:r>
      <w:proofErr w:type="spellStart"/>
      <w:r w:rsidR="00591CB5" w:rsidRPr="00591CB5">
        <w:rPr>
          <w:rFonts w:ascii="Times New Roman" w:hAnsi="Times New Roman"/>
          <w:sz w:val="20"/>
          <w:szCs w:val="20"/>
        </w:rPr>
        <w:t>Plan</w:t>
      </w:r>
      <w:proofErr w:type="spellEnd"/>
      <w:r w:rsidR="00591CB5" w:rsidRPr="00591CB5">
        <w:rPr>
          <w:rFonts w:ascii="Times New Roman" w:hAnsi="Times New Roman"/>
          <w:sz w:val="20"/>
          <w:szCs w:val="20"/>
        </w:rPr>
        <w:t xml:space="preserve"> dovrà essere unico e riguardare l’intera iniziativa oggetto del finanziamento. Nel PMA o BP dovranno puntualmente essere associate le singole voci di spesa alle priorità di filiera, onde consentire la puntuale valutazione dell’attinenza delle spese con le priorità di filiera;</w:t>
      </w:r>
    </w:p>
    <w:p w:rsidR="00591CB5" w:rsidRPr="00591CB5" w:rsidRDefault="00D06FB5" w:rsidP="00591CB5">
      <w:pPr>
        <w:pStyle w:val="Paragrafoelenco"/>
        <w:numPr>
          <w:ilvl w:val="0"/>
          <w:numId w:val="14"/>
        </w:numPr>
        <w:spacing w:after="120" w:line="240" w:lineRule="auto"/>
        <w:ind w:left="1077" w:hanging="357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704EB5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  <w:checked w:val="0"/>
            </w:checkBox>
          </w:ffData>
        </w:fldChar>
      </w:r>
      <w:r w:rsidR="00591CB5" w:rsidRPr="00704EB5">
        <w:rPr>
          <w:rFonts w:ascii="Times New Roman" w:hAnsi="Times New Roman"/>
          <w:sz w:val="20"/>
          <w:szCs w:val="20"/>
        </w:rPr>
        <w:instrText xml:space="preserve"> FORMCHECKBOX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Pr="00704EB5">
        <w:rPr>
          <w:rFonts w:ascii="Times New Roman" w:hAnsi="Times New Roman"/>
          <w:sz w:val="20"/>
          <w:szCs w:val="20"/>
        </w:rPr>
        <w:fldChar w:fldCharType="end"/>
      </w:r>
      <w:r w:rsidR="00591CB5">
        <w:rPr>
          <w:rFonts w:ascii="Times New Roman" w:hAnsi="Times New Roman"/>
          <w:sz w:val="20"/>
          <w:szCs w:val="20"/>
        </w:rPr>
        <w:t xml:space="preserve"> </w:t>
      </w:r>
      <w:r w:rsidR="00591CB5" w:rsidRPr="00591CB5">
        <w:rPr>
          <w:rFonts w:ascii="Times New Roman" w:hAnsi="Times New Roman"/>
          <w:sz w:val="20"/>
          <w:szCs w:val="20"/>
        </w:rPr>
        <w:t>Allegato “</w:t>
      </w:r>
      <w:proofErr w:type="spellStart"/>
      <w:r w:rsidR="00591CB5" w:rsidRPr="00591CB5">
        <w:rPr>
          <w:rFonts w:ascii="Times New Roman" w:hAnsi="Times New Roman"/>
          <w:sz w:val="20"/>
          <w:szCs w:val="20"/>
        </w:rPr>
        <w:t>Val_Bergamotto</w:t>
      </w:r>
      <w:proofErr w:type="spellEnd"/>
      <w:r w:rsidR="00591CB5" w:rsidRPr="00591CB5">
        <w:rPr>
          <w:rFonts w:ascii="Times New Roman" w:hAnsi="Times New Roman"/>
          <w:sz w:val="20"/>
          <w:szCs w:val="20"/>
        </w:rPr>
        <w:t xml:space="preserve">”  per la determinazione, in forma </w:t>
      </w:r>
      <w:proofErr w:type="spellStart"/>
      <w:r w:rsidR="00591CB5" w:rsidRPr="00591CB5">
        <w:rPr>
          <w:rFonts w:ascii="Times New Roman" w:hAnsi="Times New Roman"/>
          <w:sz w:val="20"/>
          <w:szCs w:val="20"/>
        </w:rPr>
        <w:t>autovalutativa</w:t>
      </w:r>
      <w:proofErr w:type="spellEnd"/>
      <w:r w:rsidR="00591CB5" w:rsidRPr="00591CB5">
        <w:rPr>
          <w:rFonts w:ascii="Times New Roman" w:hAnsi="Times New Roman"/>
          <w:sz w:val="20"/>
          <w:szCs w:val="20"/>
        </w:rPr>
        <w:t>, dei punteggi relativi al progetto proposto;</w:t>
      </w:r>
    </w:p>
    <w:p w:rsidR="00591CB5" w:rsidRPr="00591CB5" w:rsidRDefault="00D06FB5" w:rsidP="00591CB5">
      <w:pPr>
        <w:pStyle w:val="Paragrafoelenco"/>
        <w:numPr>
          <w:ilvl w:val="0"/>
          <w:numId w:val="14"/>
        </w:numPr>
        <w:spacing w:after="120" w:line="240" w:lineRule="auto"/>
        <w:ind w:left="1077" w:hanging="357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704EB5">
        <w:rPr>
          <w:rFonts w:ascii="Times New Roman" w:hAnsi="Times New Roman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  <w:checked w:val="0"/>
            </w:checkBox>
          </w:ffData>
        </w:fldChar>
      </w:r>
      <w:r w:rsidR="00591CB5" w:rsidRPr="00704EB5">
        <w:rPr>
          <w:rFonts w:ascii="Times New Roman" w:hAnsi="Times New Roman"/>
          <w:sz w:val="20"/>
          <w:szCs w:val="20"/>
        </w:rPr>
        <w:instrText xml:space="preserve"> FORMCHECKBOX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Pr="00704EB5">
        <w:rPr>
          <w:rFonts w:ascii="Times New Roman" w:hAnsi="Times New Roman"/>
          <w:sz w:val="20"/>
          <w:szCs w:val="20"/>
        </w:rPr>
        <w:fldChar w:fldCharType="end"/>
      </w:r>
      <w:r w:rsidR="00591CB5">
        <w:rPr>
          <w:rFonts w:ascii="Times New Roman" w:hAnsi="Times New Roman"/>
          <w:sz w:val="20"/>
          <w:szCs w:val="20"/>
        </w:rPr>
        <w:t xml:space="preserve"> </w:t>
      </w:r>
      <w:r w:rsidR="00591CB5" w:rsidRPr="00591CB5">
        <w:rPr>
          <w:rFonts w:ascii="Times New Roman" w:hAnsi="Times New Roman"/>
          <w:sz w:val="20"/>
          <w:szCs w:val="20"/>
        </w:rPr>
        <w:t>Copia bilancio/dichiarazione dei redditi degli ultimi due anni o, nel caso di società di nuova costituzione il bilancio di previsione;</w:t>
      </w:r>
    </w:p>
    <w:p w:rsidR="00591CB5" w:rsidRPr="00591CB5" w:rsidRDefault="00D06FB5" w:rsidP="00591CB5">
      <w:pPr>
        <w:pStyle w:val="Paragrafoelenco"/>
        <w:numPr>
          <w:ilvl w:val="0"/>
          <w:numId w:val="14"/>
        </w:numPr>
        <w:spacing w:after="120" w:line="240" w:lineRule="auto"/>
        <w:ind w:left="1077" w:hanging="357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704EB5">
        <w:rPr>
          <w:rFonts w:ascii="Times New Roman" w:hAnsi="Times New Roman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16"/>
              <w:default w:val="0"/>
              <w:checked w:val="0"/>
            </w:checkBox>
          </w:ffData>
        </w:fldChar>
      </w:r>
      <w:r w:rsidR="00591CB5" w:rsidRPr="00704EB5">
        <w:rPr>
          <w:rFonts w:ascii="Times New Roman" w:hAnsi="Times New Roman"/>
          <w:sz w:val="20"/>
          <w:szCs w:val="20"/>
        </w:rPr>
        <w:instrText xml:space="preserve"> FORMCHECKBOX </w:instrTex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  <w:fldChar w:fldCharType="separate"/>
      </w:r>
      <w:r w:rsidRPr="00704EB5">
        <w:rPr>
          <w:rFonts w:ascii="Times New Roman" w:hAnsi="Times New Roman"/>
          <w:sz w:val="20"/>
          <w:szCs w:val="20"/>
        </w:rPr>
        <w:fldChar w:fldCharType="end"/>
      </w:r>
      <w:r w:rsidR="00591CB5">
        <w:rPr>
          <w:rFonts w:ascii="Times New Roman" w:hAnsi="Times New Roman"/>
          <w:sz w:val="20"/>
          <w:szCs w:val="20"/>
        </w:rPr>
        <w:t xml:space="preserve"> </w:t>
      </w:r>
      <w:r w:rsidR="00591CB5" w:rsidRPr="00591CB5">
        <w:rPr>
          <w:rFonts w:ascii="Times New Roman" w:hAnsi="Times New Roman"/>
          <w:sz w:val="20"/>
          <w:szCs w:val="20"/>
        </w:rPr>
        <w:t>Autocertificazione, resa ai sensi del D.P.R. 445/00, con cui si attesta di non essere un’impresa in difficoltà ai sensi degli orientamenti comunitari sugli aiuti di stato per il salvataggio e la ristrutturazione di imprese in difficoltà;</w:t>
      </w:r>
    </w:p>
    <w:p w:rsidR="00AE675E" w:rsidRPr="005826DA" w:rsidRDefault="009C169E" w:rsidP="00591CB5">
      <w:pPr>
        <w:pStyle w:val="Paragrafoelenco"/>
        <w:numPr>
          <w:ilvl w:val="0"/>
          <w:numId w:val="14"/>
        </w:numPr>
        <w:spacing w:after="120" w:line="240" w:lineRule="auto"/>
        <w:ind w:left="1077" w:hanging="357"/>
        <w:contextualSpacing w:val="0"/>
        <w:jc w:val="both"/>
        <w:rPr>
          <w:sz w:val="20"/>
          <w:szCs w:val="20"/>
        </w:rPr>
      </w:pPr>
      <w:r w:rsidRPr="00133D4E">
        <w:rPr>
          <w:rFonts w:ascii="Times New Roman" w:hAnsi="Times New Roman"/>
          <w:sz w:val="20"/>
          <w:szCs w:val="20"/>
        </w:rPr>
        <w:t>Altro(specificare</w:t>
      </w:r>
      <w:r w:rsidR="00133D4E">
        <w:rPr>
          <w:rFonts w:ascii="Times New Roman" w:hAnsi="Times New Roman"/>
          <w:sz w:val="20"/>
          <w:szCs w:val="20"/>
        </w:rPr>
        <w:t xml:space="preserve">) </w:t>
      </w:r>
      <w:sdt>
        <w:sdtPr>
          <w:rPr>
            <w:rFonts w:ascii="Times New Roman" w:hAnsi="Times New Roman"/>
            <w:sz w:val="20"/>
            <w:szCs w:val="20"/>
          </w:rPr>
          <w:id w:val="847737596"/>
          <w:placeholder>
            <w:docPart w:val="6248E43AF34343A39D7261022B1A7B1E"/>
          </w:placeholder>
          <w:showingPlcHdr/>
          <w:text w:multiLine="1"/>
        </w:sdtPr>
        <w:sdtContent>
          <w:r w:rsidR="00133D4E" w:rsidRPr="00ED14E1">
            <w:rPr>
              <w:rStyle w:val="Testosegnaposto"/>
              <w:rFonts w:ascii="Times New Roman" w:hAnsi="Times New Roman"/>
              <w:sz w:val="20"/>
              <w:szCs w:val="20"/>
            </w:rPr>
            <w:t>Fare clic qui per immettere testo.</w:t>
          </w:r>
        </w:sdtContent>
      </w:sdt>
    </w:p>
    <w:p w:rsidR="005D1560" w:rsidRDefault="005D1560" w:rsidP="00133D4E">
      <w:pPr>
        <w:spacing w:after="240"/>
        <w:jc w:val="center"/>
        <w:rPr>
          <w:sz w:val="20"/>
          <w:szCs w:val="20"/>
        </w:rPr>
      </w:pPr>
    </w:p>
    <w:p w:rsidR="00133D4E" w:rsidRDefault="00133D4E" w:rsidP="00133D4E">
      <w:pPr>
        <w:spacing w:after="240"/>
        <w:jc w:val="center"/>
        <w:rPr>
          <w:sz w:val="20"/>
          <w:szCs w:val="20"/>
        </w:rPr>
      </w:pPr>
      <w:r>
        <w:rPr>
          <w:sz w:val="20"/>
          <w:szCs w:val="20"/>
        </w:rPr>
        <w:t>DICHIARA</w:t>
      </w:r>
    </w:p>
    <w:p w:rsidR="00345C52" w:rsidRDefault="00ED14E1" w:rsidP="00133D4E">
      <w:pPr>
        <w:pStyle w:val="Paragrafoelenco"/>
        <w:numPr>
          <w:ilvl w:val="0"/>
          <w:numId w:val="16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</w:t>
      </w:r>
      <w:r w:rsidR="00345C52">
        <w:rPr>
          <w:rFonts w:ascii="Times New Roman" w:hAnsi="Times New Roman"/>
          <w:sz w:val="20"/>
          <w:szCs w:val="20"/>
        </w:rPr>
        <w:t>he è a conoscenza</w:t>
      </w:r>
      <w:r w:rsidR="00335657">
        <w:rPr>
          <w:rFonts w:ascii="Times New Roman" w:hAnsi="Times New Roman"/>
          <w:sz w:val="20"/>
          <w:szCs w:val="20"/>
        </w:rPr>
        <w:t>,</w:t>
      </w:r>
      <w:r w:rsidR="00345C52">
        <w:rPr>
          <w:rFonts w:ascii="Times New Roman" w:hAnsi="Times New Roman"/>
          <w:sz w:val="20"/>
          <w:szCs w:val="20"/>
        </w:rPr>
        <w:t xml:space="preserve"> ed accetta</w:t>
      </w:r>
      <w:r w:rsidR="00335657">
        <w:rPr>
          <w:rFonts w:ascii="Times New Roman" w:hAnsi="Times New Roman"/>
          <w:sz w:val="20"/>
          <w:szCs w:val="20"/>
        </w:rPr>
        <w:t>,</w:t>
      </w:r>
      <w:r w:rsidR="00345C52">
        <w:rPr>
          <w:rFonts w:ascii="Times New Roman" w:hAnsi="Times New Roman"/>
          <w:sz w:val="20"/>
          <w:szCs w:val="20"/>
        </w:rPr>
        <w:t xml:space="preserve"> quanto previsto dalle disposizioni attuative e dalle disposizioni procedurali allegate al </w:t>
      </w:r>
      <w:r w:rsidR="00345C52" w:rsidRPr="004C6DD3">
        <w:rPr>
          <w:rFonts w:ascii="Times New Roman" w:hAnsi="Times New Roman"/>
          <w:sz w:val="20"/>
          <w:szCs w:val="20"/>
        </w:rPr>
        <w:t>DG</w:t>
      </w:r>
      <w:r w:rsidR="005D1560" w:rsidRPr="004C6DD3">
        <w:rPr>
          <w:rFonts w:ascii="Times New Roman" w:hAnsi="Times New Roman"/>
          <w:sz w:val="20"/>
          <w:szCs w:val="20"/>
        </w:rPr>
        <w:t>R</w:t>
      </w:r>
      <w:r w:rsidR="00345C52" w:rsidRPr="004C6DD3">
        <w:rPr>
          <w:rFonts w:ascii="Times New Roman" w:hAnsi="Times New Roman"/>
          <w:sz w:val="20"/>
          <w:szCs w:val="20"/>
        </w:rPr>
        <w:t xml:space="preserve"> n.</w:t>
      </w:r>
      <w:r w:rsidR="00E772A0">
        <w:rPr>
          <w:rFonts w:ascii="Times New Roman" w:hAnsi="Times New Roman"/>
          <w:sz w:val="20"/>
          <w:szCs w:val="20"/>
        </w:rPr>
        <w:t xml:space="preserve"> 52 </w:t>
      </w:r>
      <w:r w:rsidR="00345C52" w:rsidRPr="004C6DD3">
        <w:rPr>
          <w:rFonts w:ascii="Times New Roman" w:hAnsi="Times New Roman"/>
          <w:sz w:val="20"/>
          <w:szCs w:val="20"/>
        </w:rPr>
        <w:t>del</w:t>
      </w:r>
      <w:r w:rsidR="00E772A0">
        <w:rPr>
          <w:rFonts w:ascii="Times New Roman" w:hAnsi="Times New Roman"/>
          <w:sz w:val="20"/>
          <w:szCs w:val="20"/>
        </w:rPr>
        <w:t xml:space="preserve"> 11 Febbraio 2013</w:t>
      </w:r>
      <w:r w:rsidR="00345C52" w:rsidRPr="004C6DD3">
        <w:rPr>
          <w:rFonts w:ascii="Times New Roman" w:hAnsi="Times New Roman"/>
          <w:sz w:val="20"/>
          <w:szCs w:val="20"/>
        </w:rPr>
        <w:t>. In</w:t>
      </w:r>
      <w:r w:rsidR="00345C52">
        <w:rPr>
          <w:rFonts w:ascii="Times New Roman" w:hAnsi="Times New Roman"/>
          <w:sz w:val="20"/>
          <w:szCs w:val="20"/>
        </w:rPr>
        <w:t xml:space="preserve"> particolare dichiara di essere a conoscenza della disciplina inerente i procedimenti di concessione delle proroghe, di concessione delle varianti  e del regime delle rev</w:t>
      </w:r>
      <w:r w:rsidR="002132D6">
        <w:rPr>
          <w:rFonts w:ascii="Times New Roman" w:hAnsi="Times New Roman"/>
          <w:sz w:val="20"/>
          <w:szCs w:val="20"/>
        </w:rPr>
        <w:t>oche;</w:t>
      </w:r>
    </w:p>
    <w:p w:rsidR="00760313" w:rsidRPr="00760313" w:rsidRDefault="00ED14E1" w:rsidP="00760313">
      <w:pPr>
        <w:pStyle w:val="Paragrafoelenco"/>
        <w:numPr>
          <w:ilvl w:val="0"/>
          <w:numId w:val="16"/>
        </w:numPr>
        <w:jc w:val="both"/>
        <w:rPr>
          <w:rFonts w:ascii="Times New Roman" w:hAnsi="Times New Roman"/>
          <w:sz w:val="20"/>
          <w:szCs w:val="20"/>
        </w:rPr>
      </w:pPr>
      <w:r w:rsidRPr="00760313">
        <w:rPr>
          <w:rFonts w:ascii="Times New Roman" w:hAnsi="Times New Roman"/>
          <w:sz w:val="20"/>
          <w:szCs w:val="20"/>
        </w:rPr>
        <w:t>di autorizzare la Regione Calabria ad utilizzare tutti i recapiti dichiarati nella presente domanda, inclusi l</w:t>
      </w:r>
      <w:r w:rsidR="002132D6" w:rsidRPr="00760313">
        <w:rPr>
          <w:rFonts w:ascii="Times New Roman" w:hAnsi="Times New Roman"/>
          <w:sz w:val="20"/>
          <w:szCs w:val="20"/>
        </w:rPr>
        <w:t>’</w:t>
      </w:r>
      <w:r w:rsidRPr="00760313">
        <w:rPr>
          <w:rFonts w:ascii="Times New Roman" w:hAnsi="Times New Roman"/>
          <w:sz w:val="20"/>
          <w:szCs w:val="20"/>
        </w:rPr>
        <w:t>indirizzo e-mail ed il numero di cellulare, per comunicazioni inerenti la pratica o comunque afferenti a questioni relative il PSR Calabria 2007-2013. Si autorizza esplicitamente l’utilizzo di comunicazioni e-mail o per tramite di messaggi di testo;</w:t>
      </w:r>
      <w:r w:rsidR="00760313" w:rsidRPr="00760313">
        <w:rPr>
          <w:rFonts w:ascii="Times New Roman" w:hAnsi="Times New Roman"/>
          <w:sz w:val="20"/>
          <w:szCs w:val="20"/>
        </w:rPr>
        <w:t xml:space="preserve"> si autorizza, altresì, la Regione Calabria, laddove necessario, a contattare in sua vece il tecnico incaricato firmatario della documentazione in proposta;</w:t>
      </w:r>
    </w:p>
    <w:p w:rsidR="009C169E" w:rsidRPr="00704EB5" w:rsidRDefault="009C169E" w:rsidP="003C0D72">
      <w:pPr>
        <w:spacing w:after="240"/>
        <w:jc w:val="both"/>
        <w:rPr>
          <w:sz w:val="20"/>
          <w:szCs w:val="20"/>
        </w:rPr>
      </w:pP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Pr="00704EB5">
        <w:rPr>
          <w:sz w:val="20"/>
          <w:szCs w:val="20"/>
        </w:rPr>
        <w:softHyphen/>
      </w:r>
      <w:r w:rsidR="00ED14E1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847737598"/>
          <w:placeholder>
            <w:docPart w:val="4D8CFE6EA6F14445812CAF263950F878"/>
          </w:placeholder>
          <w:showingPlcHdr/>
          <w:text/>
        </w:sdtPr>
        <w:sdtContent>
          <w:r w:rsidR="00ED14E1" w:rsidRPr="00BC68AD">
            <w:rPr>
              <w:rStyle w:val="Testosegnaposto"/>
            </w:rPr>
            <w:t>Fare clic qui per immettere testo.</w:t>
          </w:r>
        </w:sdtContent>
      </w:sdt>
      <w:r w:rsidR="00ED14E1">
        <w:rPr>
          <w:sz w:val="20"/>
          <w:szCs w:val="20"/>
        </w:rPr>
        <w:t xml:space="preserve">lì </w:t>
      </w:r>
      <w:sdt>
        <w:sdtPr>
          <w:rPr>
            <w:sz w:val="20"/>
            <w:szCs w:val="20"/>
          </w:rPr>
          <w:id w:val="847737599"/>
          <w:placeholder>
            <w:docPart w:val="ACC33812436648758C7C7C0C23EBC75A"/>
          </w:placeholder>
          <w:showingPlcHdr/>
          <w:date>
            <w:dateFormat w:val="dd/MM/yyyy"/>
            <w:lid w:val="it-IT"/>
            <w:storeMappedDataAs w:val="dateTime"/>
            <w:calendar w:val="gregorian"/>
          </w:date>
        </w:sdtPr>
        <w:sdtContent>
          <w:r w:rsidR="00ED14E1" w:rsidRPr="00BC68AD">
            <w:rPr>
              <w:rStyle w:val="Testosegnaposto"/>
            </w:rPr>
            <w:t>Fare clic qui per immettere una data.</w:t>
          </w:r>
        </w:sdtContent>
      </w:sdt>
    </w:p>
    <w:p w:rsidR="009C169E" w:rsidRPr="00704EB5" w:rsidRDefault="009C169E" w:rsidP="003C0D72">
      <w:pPr>
        <w:spacing w:after="240"/>
        <w:jc w:val="both"/>
        <w:rPr>
          <w:sz w:val="20"/>
          <w:szCs w:val="20"/>
        </w:rPr>
      </w:pPr>
    </w:p>
    <w:p w:rsidR="009C169E" w:rsidRDefault="00ED14E1" w:rsidP="002132D6">
      <w:p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C169E" w:rsidRPr="00704EB5">
        <w:rPr>
          <w:sz w:val="20"/>
          <w:szCs w:val="20"/>
        </w:rPr>
        <w:t>In Fede</w:t>
      </w:r>
    </w:p>
    <w:p w:rsidR="00760313" w:rsidRDefault="00760313" w:rsidP="002132D6">
      <w:p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</w:t>
      </w:r>
    </w:p>
    <w:p w:rsidR="002132D6" w:rsidRDefault="00760313" w:rsidP="002132D6">
      <w:pPr>
        <w:spacing w:after="24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</w:t>
      </w:r>
    </w:p>
    <w:p w:rsidR="002132D6" w:rsidRDefault="002132D6" w:rsidP="002132D6">
      <w:pPr>
        <w:spacing w:after="240"/>
        <w:jc w:val="both"/>
        <w:rPr>
          <w:sz w:val="20"/>
          <w:szCs w:val="20"/>
        </w:rPr>
      </w:pPr>
    </w:p>
    <w:p w:rsidR="002132D6" w:rsidRDefault="002132D6" w:rsidP="002132D6">
      <w:pPr>
        <w:spacing w:after="240"/>
        <w:jc w:val="both"/>
        <w:rPr>
          <w:sz w:val="20"/>
          <w:szCs w:val="20"/>
        </w:rPr>
      </w:pPr>
    </w:p>
    <w:p w:rsidR="002132D6" w:rsidRDefault="002132D6" w:rsidP="002132D6">
      <w:pPr>
        <w:spacing w:after="240"/>
        <w:jc w:val="both"/>
        <w:rPr>
          <w:sz w:val="20"/>
          <w:szCs w:val="20"/>
        </w:rPr>
      </w:pPr>
    </w:p>
    <w:p w:rsidR="002132D6" w:rsidRDefault="002132D6" w:rsidP="002132D6">
      <w:pPr>
        <w:spacing w:after="240"/>
        <w:jc w:val="both"/>
        <w:rPr>
          <w:sz w:val="20"/>
          <w:szCs w:val="20"/>
        </w:rPr>
      </w:pPr>
    </w:p>
    <w:p w:rsidR="002132D6" w:rsidRPr="00E576DA" w:rsidRDefault="002132D6" w:rsidP="002132D6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E576DA">
        <w:rPr>
          <w:b/>
          <w:bCs/>
          <w:sz w:val="20"/>
          <w:szCs w:val="20"/>
        </w:rPr>
        <w:t>Avvertenza:</w:t>
      </w:r>
    </w:p>
    <w:p w:rsidR="002132D6" w:rsidRPr="00704EB5" w:rsidRDefault="002132D6" w:rsidP="002132D6">
      <w:pPr>
        <w:spacing w:after="240"/>
        <w:jc w:val="both"/>
        <w:rPr>
          <w:sz w:val="20"/>
          <w:szCs w:val="20"/>
        </w:rPr>
      </w:pPr>
      <w:r w:rsidRPr="00E576DA">
        <w:rPr>
          <w:i/>
          <w:iCs/>
          <w:sz w:val="20"/>
          <w:szCs w:val="20"/>
        </w:rPr>
        <w:t xml:space="preserve">Allegare fotocopia di documento di identità, in corso di validità, di </w:t>
      </w:r>
      <w:r>
        <w:rPr>
          <w:i/>
          <w:iCs/>
          <w:sz w:val="20"/>
          <w:szCs w:val="20"/>
        </w:rPr>
        <w:t>tutti i</w:t>
      </w:r>
      <w:r w:rsidRPr="00E576DA">
        <w:rPr>
          <w:i/>
          <w:iCs/>
          <w:sz w:val="20"/>
          <w:szCs w:val="20"/>
        </w:rPr>
        <w:t xml:space="preserve"> soggetti dichiaranti (art. 35 del decreto del Presidente della Repubblica 28 dicembre 2000, n. 445).</w:t>
      </w:r>
    </w:p>
    <w:sectPr w:rsidR="002132D6" w:rsidRPr="00704EB5" w:rsidSect="00ED531E">
      <w:headerReference w:type="default" r:id="rId9"/>
      <w:footerReference w:type="default" r:id="rId10"/>
      <w:pgSz w:w="11906" w:h="16838"/>
      <w:pgMar w:top="2799" w:right="1134" w:bottom="719" w:left="1134" w:header="708" w:footer="41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A8E" w:rsidRDefault="00D75A8E">
      <w:r>
        <w:separator/>
      </w:r>
    </w:p>
  </w:endnote>
  <w:endnote w:type="continuationSeparator" w:id="0">
    <w:p w:rsidR="00D75A8E" w:rsidRDefault="00D75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i/>
        <w:sz w:val="20"/>
        <w:szCs w:val="20"/>
        <w:u w:val="single"/>
      </w:rPr>
      <w:id w:val="250395305"/>
      <w:docPartObj>
        <w:docPartGallery w:val="Page Numbers (Top of Page)"/>
        <w:docPartUnique/>
      </w:docPartObj>
    </w:sdtPr>
    <w:sdtContent>
      <w:p w:rsidR="00AE675E" w:rsidRPr="00ED531E" w:rsidRDefault="00AE675E">
        <w:pPr>
          <w:rPr>
            <w:i/>
            <w:sz w:val="20"/>
            <w:szCs w:val="20"/>
            <w:u w:val="single"/>
          </w:rPr>
        </w:pPr>
        <w:r w:rsidRPr="00ED531E">
          <w:rPr>
            <w:i/>
            <w:sz w:val="20"/>
            <w:szCs w:val="20"/>
            <w:u w:val="single"/>
          </w:rPr>
          <w:t xml:space="preserve">Pagina </w:t>
        </w:r>
        <w:r w:rsidR="00D06FB5" w:rsidRPr="00ED531E">
          <w:rPr>
            <w:i/>
            <w:sz w:val="20"/>
            <w:szCs w:val="20"/>
            <w:u w:val="single"/>
          </w:rPr>
          <w:fldChar w:fldCharType="begin"/>
        </w:r>
        <w:r w:rsidRPr="00ED531E">
          <w:rPr>
            <w:i/>
            <w:sz w:val="20"/>
            <w:szCs w:val="20"/>
            <w:u w:val="single"/>
          </w:rPr>
          <w:instrText xml:space="preserve"> PAGE </w:instrText>
        </w:r>
        <w:r w:rsidR="00D06FB5" w:rsidRPr="00ED531E">
          <w:rPr>
            <w:i/>
            <w:sz w:val="20"/>
            <w:szCs w:val="20"/>
            <w:u w:val="single"/>
          </w:rPr>
          <w:fldChar w:fldCharType="separate"/>
        </w:r>
        <w:r w:rsidR="00E772A0">
          <w:rPr>
            <w:i/>
            <w:noProof/>
            <w:sz w:val="20"/>
            <w:szCs w:val="20"/>
            <w:u w:val="single"/>
          </w:rPr>
          <w:t>2</w:t>
        </w:r>
        <w:r w:rsidR="00D06FB5" w:rsidRPr="00ED531E">
          <w:rPr>
            <w:i/>
            <w:sz w:val="20"/>
            <w:szCs w:val="20"/>
            <w:u w:val="single"/>
          </w:rPr>
          <w:fldChar w:fldCharType="end"/>
        </w:r>
        <w:r w:rsidRPr="00ED531E">
          <w:rPr>
            <w:i/>
            <w:sz w:val="20"/>
            <w:szCs w:val="20"/>
            <w:u w:val="single"/>
          </w:rPr>
          <w:t xml:space="preserve"> di </w:t>
        </w:r>
        <w:r w:rsidR="00D06FB5" w:rsidRPr="00ED531E">
          <w:rPr>
            <w:i/>
            <w:sz w:val="20"/>
            <w:szCs w:val="20"/>
            <w:u w:val="single"/>
          </w:rPr>
          <w:fldChar w:fldCharType="begin"/>
        </w:r>
        <w:r w:rsidRPr="00ED531E">
          <w:rPr>
            <w:i/>
            <w:sz w:val="20"/>
            <w:szCs w:val="20"/>
            <w:u w:val="single"/>
          </w:rPr>
          <w:instrText xml:space="preserve"> NUMPAGES  </w:instrText>
        </w:r>
        <w:r w:rsidR="00D06FB5" w:rsidRPr="00ED531E">
          <w:rPr>
            <w:i/>
            <w:sz w:val="20"/>
            <w:szCs w:val="20"/>
            <w:u w:val="single"/>
          </w:rPr>
          <w:fldChar w:fldCharType="separate"/>
        </w:r>
        <w:r w:rsidR="00E772A0">
          <w:rPr>
            <w:i/>
            <w:noProof/>
            <w:sz w:val="20"/>
            <w:szCs w:val="20"/>
            <w:u w:val="single"/>
          </w:rPr>
          <w:t>2</w:t>
        </w:r>
        <w:r w:rsidR="00D06FB5" w:rsidRPr="00ED531E">
          <w:rPr>
            <w:i/>
            <w:sz w:val="20"/>
            <w:szCs w:val="20"/>
            <w:u w:val="single"/>
          </w:rPr>
          <w:fldChar w:fldCharType="end"/>
        </w:r>
      </w:p>
    </w:sdtContent>
  </w:sdt>
  <w:p w:rsidR="00ED14E1" w:rsidRPr="00ED531E" w:rsidRDefault="00D06FB5">
    <w:pPr>
      <w:pStyle w:val="Pidipagina"/>
      <w:jc w:val="center"/>
      <w:rPr>
        <w:i/>
        <w:sz w:val="20"/>
        <w:szCs w:val="20"/>
        <w:u w:val="single"/>
      </w:rPr>
    </w:pPr>
    <w:r w:rsidRPr="00ED531E">
      <w:rPr>
        <w:i/>
        <w:sz w:val="20"/>
        <w:szCs w:val="20"/>
        <w:u w:val="single"/>
      </w:rPr>
      <w:fldChar w:fldCharType="begin"/>
    </w:r>
    <w:r w:rsidR="00AE675E" w:rsidRPr="00ED531E">
      <w:rPr>
        <w:i/>
        <w:sz w:val="20"/>
        <w:szCs w:val="20"/>
        <w:u w:val="single"/>
      </w:rPr>
      <w:instrText xml:space="preserve"> TIME \@ "dd/MM/yyyy H.mm.ss" </w:instrText>
    </w:r>
    <w:r w:rsidRPr="00ED531E">
      <w:rPr>
        <w:i/>
        <w:sz w:val="20"/>
        <w:szCs w:val="20"/>
        <w:u w:val="single"/>
      </w:rPr>
      <w:fldChar w:fldCharType="separate"/>
    </w:r>
    <w:r w:rsidR="00B941BA">
      <w:rPr>
        <w:i/>
        <w:noProof/>
        <w:sz w:val="20"/>
        <w:szCs w:val="20"/>
        <w:u w:val="single"/>
      </w:rPr>
      <w:t>20/02/2013 15.30.07</w:t>
    </w:r>
    <w:r w:rsidRPr="00ED531E">
      <w:rPr>
        <w:i/>
        <w:sz w:val="20"/>
        <w:szCs w:val="20"/>
        <w:u w:val="singl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A8E" w:rsidRDefault="00D75A8E">
      <w:r>
        <w:separator/>
      </w:r>
    </w:p>
  </w:footnote>
  <w:footnote w:type="continuationSeparator" w:id="0">
    <w:p w:rsidR="00D75A8E" w:rsidRDefault="00D75A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000" w:type="dxa"/>
      <w:tblLayout w:type="fixed"/>
      <w:tblLook w:val="04A0"/>
    </w:tblPr>
    <w:tblGrid>
      <w:gridCol w:w="10031"/>
      <w:gridCol w:w="3969"/>
    </w:tblGrid>
    <w:tr w:rsidR="00ED14E1" w:rsidTr="004043BE">
      <w:trPr>
        <w:trHeight w:val="1701"/>
      </w:trPr>
      <w:tc>
        <w:tcPr>
          <w:tcW w:w="10031" w:type="dxa"/>
        </w:tcPr>
        <w:p w:rsidR="00ED14E1" w:rsidRDefault="00ED14E1" w:rsidP="00DA0FD4">
          <w:pPr>
            <w:pStyle w:val="Intestazione"/>
          </w:pPr>
        </w:p>
        <w:p w:rsidR="00ED14E1" w:rsidRDefault="00ED14E1" w:rsidP="00DA0FD4">
          <w:pPr>
            <w:pStyle w:val="Intestazione"/>
          </w:pPr>
        </w:p>
        <w:p w:rsidR="00ED14E1" w:rsidRDefault="00ED531E" w:rsidP="00DA0FD4">
          <w:pPr>
            <w:pStyle w:val="Intestazione"/>
          </w:pPr>
          <w:r>
            <w:t xml:space="preserve"> </w:t>
          </w:r>
        </w:p>
        <w:p w:rsidR="00ED531E" w:rsidRDefault="00ED531E" w:rsidP="00A44423">
          <w:pPr>
            <w:tabs>
              <w:tab w:val="left" w:pos="3570"/>
            </w:tabs>
            <w:ind w:right="176"/>
          </w:pPr>
        </w:p>
        <w:p w:rsidR="004043BE" w:rsidRDefault="00D06FB5" w:rsidP="004043BE">
          <w:pPr>
            <w:tabs>
              <w:tab w:val="left" w:pos="3570"/>
              <w:tab w:val="left" w:pos="5245"/>
            </w:tabs>
            <w:ind w:right="176"/>
            <w:jc w:val="center"/>
            <w:rPr>
              <w:rFonts w:ascii="Georgia" w:hAnsi="Georgia" w:cs="Arial"/>
              <w:b/>
            </w:rPr>
          </w:pPr>
          <w:r w:rsidRPr="00D06FB5">
            <w:rPr>
              <w:rFonts w:ascii="Georgia" w:hAnsi="Georgia" w:cs="Arial"/>
              <w:b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left:0;text-align:left;margin-left:213.7pt;margin-top:-55.2pt;width:45.55pt;height:46.95pt;z-index:251657728">
                <v:imagedata r:id="rId1" o:title=""/>
                <w10:wrap type="square" side="right" anchorx="page"/>
              </v:shape>
              <o:OLEObject Type="Embed" ProgID="PBrush" ShapeID="_x0000_s2049" DrawAspect="Content" ObjectID="_1422879454" r:id="rId2"/>
            </w:pict>
          </w:r>
          <w:r w:rsidR="00ED14E1" w:rsidRPr="00A44423">
            <w:rPr>
              <w:rFonts w:ascii="Georgia" w:hAnsi="Georgia" w:cs="Arial"/>
              <w:b/>
            </w:rPr>
            <w:t>REGIONE CALABRIA</w:t>
          </w:r>
        </w:p>
        <w:p w:rsidR="004043BE" w:rsidRDefault="00ED14E1" w:rsidP="004043BE">
          <w:pPr>
            <w:tabs>
              <w:tab w:val="left" w:pos="3570"/>
              <w:tab w:val="left" w:pos="5245"/>
            </w:tabs>
            <w:ind w:right="176"/>
            <w:jc w:val="center"/>
            <w:rPr>
              <w:b/>
              <w:i/>
              <w:sz w:val="20"/>
              <w:szCs w:val="20"/>
              <w:u w:val="single"/>
            </w:rPr>
          </w:pPr>
          <w:r w:rsidRPr="00A44423">
            <w:rPr>
              <w:bCs/>
              <w:i/>
              <w:sz w:val="20"/>
              <w:szCs w:val="20"/>
            </w:rPr>
            <w:t>Dipartimento agricoltura, foreste e forestazione</w:t>
          </w:r>
        </w:p>
        <w:p w:rsidR="00ED14E1" w:rsidRPr="00A44423" w:rsidRDefault="00ED14E1" w:rsidP="00A44423">
          <w:pPr>
            <w:tabs>
              <w:tab w:val="left" w:pos="3570"/>
              <w:tab w:val="left" w:pos="5245"/>
            </w:tabs>
            <w:ind w:right="176"/>
            <w:rPr>
              <w:rFonts w:ascii="Georgia" w:hAnsi="Georgia" w:cs="Arial"/>
              <w:b/>
            </w:rPr>
          </w:pPr>
        </w:p>
      </w:tc>
      <w:tc>
        <w:tcPr>
          <w:tcW w:w="3969" w:type="dxa"/>
        </w:tcPr>
        <w:p w:rsidR="00ED14E1" w:rsidRDefault="00ED14E1" w:rsidP="00ED531E">
          <w:pPr>
            <w:pStyle w:val="Intestazione"/>
            <w:ind w:left="1168"/>
            <w:rPr>
              <w:noProof/>
            </w:rPr>
          </w:pPr>
        </w:p>
        <w:p w:rsidR="00ED14E1" w:rsidRDefault="00ED14E1" w:rsidP="00DA0FD4">
          <w:pPr>
            <w:pStyle w:val="Intestazione"/>
            <w:rPr>
              <w:noProof/>
            </w:rPr>
          </w:pPr>
        </w:p>
        <w:p w:rsidR="00ED14E1" w:rsidRDefault="00ED14E1" w:rsidP="00A44423">
          <w:pPr>
            <w:pStyle w:val="Intestazione"/>
            <w:jc w:val="right"/>
            <w:rPr>
              <w:noProof/>
            </w:rPr>
          </w:pPr>
        </w:p>
      </w:tc>
    </w:tr>
  </w:tbl>
  <w:p w:rsidR="00ED14E1" w:rsidRDefault="00ED14E1" w:rsidP="00DA0FD4">
    <w:pPr>
      <w:pStyle w:val="Intestazione"/>
    </w:pPr>
  </w:p>
  <w:p w:rsidR="00ED14E1" w:rsidRPr="00A44423" w:rsidRDefault="00ED14E1" w:rsidP="00A44423">
    <w:pPr>
      <w:tabs>
        <w:tab w:val="left" w:pos="3570"/>
      </w:tabs>
      <w:ind w:right="176"/>
      <w:rPr>
        <w:rFonts w:ascii="Georgia" w:hAnsi="Georgia" w:cs="Arial"/>
        <w:b/>
      </w:rPr>
    </w:pPr>
  </w:p>
  <w:p w:rsidR="00ED14E1" w:rsidRPr="00A44423" w:rsidRDefault="00ED14E1" w:rsidP="00A44423">
    <w:pPr>
      <w:tabs>
        <w:tab w:val="left" w:pos="3570"/>
        <w:tab w:val="left" w:pos="5245"/>
      </w:tabs>
      <w:ind w:right="176"/>
      <w:rPr>
        <w:rFonts w:ascii="Georgia" w:hAnsi="Georgia" w:cs="Arial"/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02E4"/>
    <w:multiLevelType w:val="hybridMultilevel"/>
    <w:tmpl w:val="3C94563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04A1507A"/>
    <w:multiLevelType w:val="hybridMultilevel"/>
    <w:tmpl w:val="7C181B02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218F234E"/>
    <w:multiLevelType w:val="hybridMultilevel"/>
    <w:tmpl w:val="49F48FFE"/>
    <w:lvl w:ilvl="0" w:tplc="0A802CE2">
      <w:numFmt w:val="bullet"/>
      <w:lvlText w:val="-"/>
      <w:lvlJc w:val="left"/>
      <w:pPr>
        <w:tabs>
          <w:tab w:val="num" w:pos="8175"/>
        </w:tabs>
        <w:ind w:left="817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34D7D59"/>
    <w:multiLevelType w:val="hybridMultilevel"/>
    <w:tmpl w:val="3680141E"/>
    <w:lvl w:ilvl="0" w:tplc="0A802CE2">
      <w:numFmt w:val="bullet"/>
      <w:lvlText w:val="-"/>
      <w:lvlJc w:val="left"/>
      <w:pPr>
        <w:tabs>
          <w:tab w:val="num" w:pos="7455"/>
        </w:tabs>
        <w:ind w:left="745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B93358"/>
    <w:multiLevelType w:val="hybridMultilevel"/>
    <w:tmpl w:val="E6DAEA18"/>
    <w:lvl w:ilvl="0" w:tplc="94BC57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arlett" w:hAnsi="Marlett" w:hint="default"/>
      </w:rPr>
    </w:lvl>
  </w:abstractNum>
  <w:abstractNum w:abstractNumId="5">
    <w:nsid w:val="292E025B"/>
    <w:multiLevelType w:val="hybridMultilevel"/>
    <w:tmpl w:val="60528820"/>
    <w:lvl w:ilvl="0" w:tplc="EE0E3AA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522B63"/>
    <w:multiLevelType w:val="hybridMultilevel"/>
    <w:tmpl w:val="43C8A0C6"/>
    <w:lvl w:ilvl="0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D2440D5"/>
    <w:multiLevelType w:val="multilevel"/>
    <w:tmpl w:val="49F48FFE"/>
    <w:lvl w:ilvl="0">
      <w:numFmt w:val="bullet"/>
      <w:lvlText w:val="-"/>
      <w:lvlJc w:val="left"/>
      <w:pPr>
        <w:tabs>
          <w:tab w:val="num" w:pos="8175"/>
        </w:tabs>
        <w:ind w:left="817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C0659ED"/>
    <w:multiLevelType w:val="hybridMultilevel"/>
    <w:tmpl w:val="22509A02"/>
    <w:lvl w:ilvl="0" w:tplc="EE0E3AA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B92CB2"/>
    <w:multiLevelType w:val="hybridMultilevel"/>
    <w:tmpl w:val="A48C1E3A"/>
    <w:lvl w:ilvl="0" w:tplc="CC7E83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B2467E"/>
    <w:multiLevelType w:val="hybridMultilevel"/>
    <w:tmpl w:val="BD4ED886"/>
    <w:lvl w:ilvl="0" w:tplc="D654D1C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6A27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1848F1"/>
    <w:multiLevelType w:val="hybridMultilevel"/>
    <w:tmpl w:val="C4B04B70"/>
    <w:lvl w:ilvl="0" w:tplc="A22287A8">
      <w:start w:val="5"/>
      <w:numFmt w:val="bullet"/>
      <w:lvlText w:val="-"/>
      <w:lvlJc w:val="left"/>
      <w:pPr>
        <w:tabs>
          <w:tab w:val="num" w:pos="1593"/>
        </w:tabs>
        <w:ind w:left="1593" w:hanging="88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7163271C"/>
    <w:multiLevelType w:val="hybridMultilevel"/>
    <w:tmpl w:val="1F0449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937FF"/>
    <w:multiLevelType w:val="hybridMultilevel"/>
    <w:tmpl w:val="83D29122"/>
    <w:lvl w:ilvl="0" w:tplc="100CE1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7554F44"/>
    <w:multiLevelType w:val="hybridMultilevel"/>
    <w:tmpl w:val="604E0CC8"/>
    <w:lvl w:ilvl="0" w:tplc="0A802CE2">
      <w:numFmt w:val="bullet"/>
      <w:lvlText w:val="-"/>
      <w:lvlJc w:val="left"/>
      <w:pPr>
        <w:tabs>
          <w:tab w:val="num" w:pos="8175"/>
        </w:tabs>
        <w:ind w:left="8175" w:hanging="360"/>
      </w:pPr>
      <w:rPr>
        <w:rFonts w:ascii="Times New Roman" w:eastAsia="Times New Roman" w:hAnsi="Times New Roman" w:cs="Times New Roman" w:hint="default"/>
      </w:rPr>
    </w:lvl>
    <w:lvl w:ilvl="1" w:tplc="0A802CE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77BD5329"/>
    <w:multiLevelType w:val="hybridMultilevel"/>
    <w:tmpl w:val="221A9C80"/>
    <w:lvl w:ilvl="0" w:tplc="02DC3518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7E0A2BFA"/>
    <w:multiLevelType w:val="hybridMultilevel"/>
    <w:tmpl w:val="A62ED354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5"/>
  </w:num>
  <w:num w:numId="3">
    <w:abstractNumId w:val="13"/>
  </w:num>
  <w:num w:numId="4">
    <w:abstractNumId w:val="9"/>
  </w:num>
  <w:num w:numId="5">
    <w:abstractNumId w:val="3"/>
  </w:num>
  <w:num w:numId="6">
    <w:abstractNumId w:val="2"/>
  </w:num>
  <w:num w:numId="7">
    <w:abstractNumId w:val="7"/>
  </w:num>
  <w:num w:numId="8">
    <w:abstractNumId w:val="14"/>
  </w:num>
  <w:num w:numId="9">
    <w:abstractNumId w:val="4"/>
  </w:num>
  <w:num w:numId="10">
    <w:abstractNumId w:val="11"/>
  </w:num>
  <w:num w:numId="11">
    <w:abstractNumId w:val="1"/>
  </w:num>
  <w:num w:numId="12">
    <w:abstractNumId w:val="6"/>
  </w:num>
  <w:num w:numId="13">
    <w:abstractNumId w:val="5"/>
  </w:num>
  <w:num w:numId="14">
    <w:abstractNumId w:val="16"/>
  </w:num>
  <w:num w:numId="15">
    <w:abstractNumId w:val="12"/>
  </w:num>
  <w:num w:numId="16">
    <w:abstractNumId w:val="8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attachedTemplate r:id="rId1"/>
  <w:stylePaneFormatFilter w:val="3F01"/>
  <w:documentProtection w:edit="forms" w:formatting="1" w:enforcement="0"/>
  <w:defaultTabStop w:val="709"/>
  <w:hyphenationZone w:val="283"/>
  <w:doNotShadeFormData/>
  <w:noPunctuationKerning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60313"/>
    <w:rsid w:val="0000333F"/>
    <w:rsid w:val="0000790D"/>
    <w:rsid w:val="00024ADF"/>
    <w:rsid w:val="00060F6D"/>
    <w:rsid w:val="00064DD7"/>
    <w:rsid w:val="00077D64"/>
    <w:rsid w:val="00084C81"/>
    <w:rsid w:val="000A0989"/>
    <w:rsid w:val="000A4B39"/>
    <w:rsid w:val="000B1C2C"/>
    <w:rsid w:val="000B1F31"/>
    <w:rsid w:val="000B4AD1"/>
    <w:rsid w:val="000B7B87"/>
    <w:rsid w:val="000C4C54"/>
    <w:rsid w:val="000D34A8"/>
    <w:rsid w:val="000E139C"/>
    <w:rsid w:val="000E3713"/>
    <w:rsid w:val="000F02AC"/>
    <w:rsid w:val="000F12E2"/>
    <w:rsid w:val="000F337E"/>
    <w:rsid w:val="000F7461"/>
    <w:rsid w:val="00103A01"/>
    <w:rsid w:val="0010471C"/>
    <w:rsid w:val="00114F5D"/>
    <w:rsid w:val="00115528"/>
    <w:rsid w:val="00133D4E"/>
    <w:rsid w:val="001364AA"/>
    <w:rsid w:val="00137923"/>
    <w:rsid w:val="0014472B"/>
    <w:rsid w:val="00146465"/>
    <w:rsid w:val="00166042"/>
    <w:rsid w:val="001741FD"/>
    <w:rsid w:val="00180D1A"/>
    <w:rsid w:val="00183952"/>
    <w:rsid w:val="00186179"/>
    <w:rsid w:val="001901AF"/>
    <w:rsid w:val="00191AB3"/>
    <w:rsid w:val="001F653F"/>
    <w:rsid w:val="00201690"/>
    <w:rsid w:val="00204A18"/>
    <w:rsid w:val="002105A4"/>
    <w:rsid w:val="002132D6"/>
    <w:rsid w:val="0021437D"/>
    <w:rsid w:val="002364F5"/>
    <w:rsid w:val="0024473F"/>
    <w:rsid w:val="002464BE"/>
    <w:rsid w:val="00255FD2"/>
    <w:rsid w:val="00260C21"/>
    <w:rsid w:val="00270DD9"/>
    <w:rsid w:val="0028040D"/>
    <w:rsid w:val="00280B3D"/>
    <w:rsid w:val="00291697"/>
    <w:rsid w:val="002936F8"/>
    <w:rsid w:val="002B0A00"/>
    <w:rsid w:val="002B204A"/>
    <w:rsid w:val="002B2175"/>
    <w:rsid w:val="002D1900"/>
    <w:rsid w:val="002D65F4"/>
    <w:rsid w:val="002E4AA8"/>
    <w:rsid w:val="002E5E5C"/>
    <w:rsid w:val="002E5E9E"/>
    <w:rsid w:val="002E6B4C"/>
    <w:rsid w:val="002F1817"/>
    <w:rsid w:val="00312B8A"/>
    <w:rsid w:val="00317069"/>
    <w:rsid w:val="00331DF5"/>
    <w:rsid w:val="00335657"/>
    <w:rsid w:val="0034018E"/>
    <w:rsid w:val="00344493"/>
    <w:rsid w:val="00345C52"/>
    <w:rsid w:val="00357E6E"/>
    <w:rsid w:val="0037727E"/>
    <w:rsid w:val="0038104C"/>
    <w:rsid w:val="00386748"/>
    <w:rsid w:val="00386BA8"/>
    <w:rsid w:val="00390B19"/>
    <w:rsid w:val="00391320"/>
    <w:rsid w:val="003A1F24"/>
    <w:rsid w:val="003B2418"/>
    <w:rsid w:val="003B4402"/>
    <w:rsid w:val="003B50E6"/>
    <w:rsid w:val="003B6CDC"/>
    <w:rsid w:val="003C0158"/>
    <w:rsid w:val="003C0697"/>
    <w:rsid w:val="003C0D72"/>
    <w:rsid w:val="003C1432"/>
    <w:rsid w:val="003C4815"/>
    <w:rsid w:val="003C7343"/>
    <w:rsid w:val="003E5EC8"/>
    <w:rsid w:val="003F136A"/>
    <w:rsid w:val="003F1CC0"/>
    <w:rsid w:val="00401FCD"/>
    <w:rsid w:val="004043BE"/>
    <w:rsid w:val="00404653"/>
    <w:rsid w:val="00416E1F"/>
    <w:rsid w:val="00424959"/>
    <w:rsid w:val="004305E8"/>
    <w:rsid w:val="00436396"/>
    <w:rsid w:val="00436BDD"/>
    <w:rsid w:val="0044134E"/>
    <w:rsid w:val="0044465A"/>
    <w:rsid w:val="00451277"/>
    <w:rsid w:val="004531A9"/>
    <w:rsid w:val="00493B0D"/>
    <w:rsid w:val="0049624A"/>
    <w:rsid w:val="004C6DD3"/>
    <w:rsid w:val="004F0C62"/>
    <w:rsid w:val="00501F47"/>
    <w:rsid w:val="005107CD"/>
    <w:rsid w:val="00511EFC"/>
    <w:rsid w:val="00512931"/>
    <w:rsid w:val="00524572"/>
    <w:rsid w:val="00537E44"/>
    <w:rsid w:val="005432A0"/>
    <w:rsid w:val="00544A75"/>
    <w:rsid w:val="00550653"/>
    <w:rsid w:val="00556041"/>
    <w:rsid w:val="00560CEE"/>
    <w:rsid w:val="005826DA"/>
    <w:rsid w:val="00591CB5"/>
    <w:rsid w:val="005B46C2"/>
    <w:rsid w:val="005C1EE3"/>
    <w:rsid w:val="005C4FC4"/>
    <w:rsid w:val="005C71ED"/>
    <w:rsid w:val="005C72B2"/>
    <w:rsid w:val="005D05C7"/>
    <w:rsid w:val="005D1560"/>
    <w:rsid w:val="005D308C"/>
    <w:rsid w:val="005E325E"/>
    <w:rsid w:val="005E6777"/>
    <w:rsid w:val="005F192D"/>
    <w:rsid w:val="00601DC1"/>
    <w:rsid w:val="00604292"/>
    <w:rsid w:val="00617D25"/>
    <w:rsid w:val="00625100"/>
    <w:rsid w:val="0062720A"/>
    <w:rsid w:val="00637721"/>
    <w:rsid w:val="006410B8"/>
    <w:rsid w:val="00662D8B"/>
    <w:rsid w:val="00663490"/>
    <w:rsid w:val="00681BF7"/>
    <w:rsid w:val="00685C3C"/>
    <w:rsid w:val="00691F80"/>
    <w:rsid w:val="00695096"/>
    <w:rsid w:val="00696543"/>
    <w:rsid w:val="006971A4"/>
    <w:rsid w:val="006A5AD3"/>
    <w:rsid w:val="006B6B26"/>
    <w:rsid w:val="006C1A3E"/>
    <w:rsid w:val="006D1115"/>
    <w:rsid w:val="006D616C"/>
    <w:rsid w:val="006D7182"/>
    <w:rsid w:val="006D7F0B"/>
    <w:rsid w:val="006E74ED"/>
    <w:rsid w:val="006F2055"/>
    <w:rsid w:val="006F7FFE"/>
    <w:rsid w:val="00704D5F"/>
    <w:rsid w:val="00704EB5"/>
    <w:rsid w:val="00707EB1"/>
    <w:rsid w:val="00724D80"/>
    <w:rsid w:val="00727547"/>
    <w:rsid w:val="0074230E"/>
    <w:rsid w:val="00757B9B"/>
    <w:rsid w:val="00760313"/>
    <w:rsid w:val="00780344"/>
    <w:rsid w:val="00785841"/>
    <w:rsid w:val="00791BD4"/>
    <w:rsid w:val="007A7179"/>
    <w:rsid w:val="007B6306"/>
    <w:rsid w:val="007B7715"/>
    <w:rsid w:val="007D1DCD"/>
    <w:rsid w:val="007D6A3F"/>
    <w:rsid w:val="007E1DA2"/>
    <w:rsid w:val="007E24A7"/>
    <w:rsid w:val="007E39DF"/>
    <w:rsid w:val="007E4D34"/>
    <w:rsid w:val="007F7E16"/>
    <w:rsid w:val="00816219"/>
    <w:rsid w:val="00836049"/>
    <w:rsid w:val="00846D2D"/>
    <w:rsid w:val="0085495C"/>
    <w:rsid w:val="00862A8F"/>
    <w:rsid w:val="00867D58"/>
    <w:rsid w:val="00875861"/>
    <w:rsid w:val="00880207"/>
    <w:rsid w:val="00891F6A"/>
    <w:rsid w:val="00897E07"/>
    <w:rsid w:val="008C1A1B"/>
    <w:rsid w:val="008C3B9A"/>
    <w:rsid w:val="008D2655"/>
    <w:rsid w:val="008D3002"/>
    <w:rsid w:val="008E449F"/>
    <w:rsid w:val="008F59E8"/>
    <w:rsid w:val="0091605E"/>
    <w:rsid w:val="00916EB2"/>
    <w:rsid w:val="009327C7"/>
    <w:rsid w:val="00945A9A"/>
    <w:rsid w:val="00947EAD"/>
    <w:rsid w:val="0095278A"/>
    <w:rsid w:val="00956711"/>
    <w:rsid w:val="00957BB2"/>
    <w:rsid w:val="0096393F"/>
    <w:rsid w:val="009676E6"/>
    <w:rsid w:val="00973C2D"/>
    <w:rsid w:val="009746BC"/>
    <w:rsid w:val="0098238B"/>
    <w:rsid w:val="00986F51"/>
    <w:rsid w:val="00991AA4"/>
    <w:rsid w:val="0099789C"/>
    <w:rsid w:val="009A1257"/>
    <w:rsid w:val="009A5492"/>
    <w:rsid w:val="009B2B8F"/>
    <w:rsid w:val="009B320A"/>
    <w:rsid w:val="009B3511"/>
    <w:rsid w:val="009C169E"/>
    <w:rsid w:val="009C46D5"/>
    <w:rsid w:val="009E3B77"/>
    <w:rsid w:val="009E5838"/>
    <w:rsid w:val="00A12F83"/>
    <w:rsid w:val="00A251C5"/>
    <w:rsid w:val="00A44423"/>
    <w:rsid w:val="00A448F3"/>
    <w:rsid w:val="00A52546"/>
    <w:rsid w:val="00A64F58"/>
    <w:rsid w:val="00A6713C"/>
    <w:rsid w:val="00A6791A"/>
    <w:rsid w:val="00A75C2F"/>
    <w:rsid w:val="00A81AF6"/>
    <w:rsid w:val="00A94B99"/>
    <w:rsid w:val="00A96E21"/>
    <w:rsid w:val="00AA3AAF"/>
    <w:rsid w:val="00AB0EBA"/>
    <w:rsid w:val="00AB44FF"/>
    <w:rsid w:val="00AC2FAD"/>
    <w:rsid w:val="00AD0D89"/>
    <w:rsid w:val="00AD450C"/>
    <w:rsid w:val="00AD5278"/>
    <w:rsid w:val="00AD6BEE"/>
    <w:rsid w:val="00AE15CB"/>
    <w:rsid w:val="00AE1EFA"/>
    <w:rsid w:val="00AE4E0B"/>
    <w:rsid w:val="00AE675E"/>
    <w:rsid w:val="00B033B2"/>
    <w:rsid w:val="00B128BD"/>
    <w:rsid w:val="00B25078"/>
    <w:rsid w:val="00B46B8B"/>
    <w:rsid w:val="00B47A88"/>
    <w:rsid w:val="00B508B9"/>
    <w:rsid w:val="00B573C6"/>
    <w:rsid w:val="00B62E03"/>
    <w:rsid w:val="00B6743A"/>
    <w:rsid w:val="00B71651"/>
    <w:rsid w:val="00B77224"/>
    <w:rsid w:val="00B8579C"/>
    <w:rsid w:val="00B8742E"/>
    <w:rsid w:val="00B8748E"/>
    <w:rsid w:val="00B90755"/>
    <w:rsid w:val="00B9214C"/>
    <w:rsid w:val="00B941BA"/>
    <w:rsid w:val="00BA3F59"/>
    <w:rsid w:val="00BB3532"/>
    <w:rsid w:val="00BB38D1"/>
    <w:rsid w:val="00BB6D48"/>
    <w:rsid w:val="00BD1450"/>
    <w:rsid w:val="00BD4E7F"/>
    <w:rsid w:val="00C014A4"/>
    <w:rsid w:val="00C03180"/>
    <w:rsid w:val="00C06FE1"/>
    <w:rsid w:val="00C10D75"/>
    <w:rsid w:val="00C11A44"/>
    <w:rsid w:val="00C211BF"/>
    <w:rsid w:val="00C23D1D"/>
    <w:rsid w:val="00C27103"/>
    <w:rsid w:val="00C31AA5"/>
    <w:rsid w:val="00C32B9C"/>
    <w:rsid w:val="00C33AD7"/>
    <w:rsid w:val="00C427D3"/>
    <w:rsid w:val="00C52A73"/>
    <w:rsid w:val="00C536AE"/>
    <w:rsid w:val="00C633A3"/>
    <w:rsid w:val="00C70A84"/>
    <w:rsid w:val="00C824F8"/>
    <w:rsid w:val="00C84BAD"/>
    <w:rsid w:val="00C926E9"/>
    <w:rsid w:val="00CB5E02"/>
    <w:rsid w:val="00CC7417"/>
    <w:rsid w:val="00CD0B51"/>
    <w:rsid w:val="00CD395C"/>
    <w:rsid w:val="00CE180F"/>
    <w:rsid w:val="00CE6ADB"/>
    <w:rsid w:val="00CF7236"/>
    <w:rsid w:val="00D05284"/>
    <w:rsid w:val="00D06D6D"/>
    <w:rsid w:val="00D06FB5"/>
    <w:rsid w:val="00D1068D"/>
    <w:rsid w:val="00D107BC"/>
    <w:rsid w:val="00D1429F"/>
    <w:rsid w:val="00D16700"/>
    <w:rsid w:val="00D25C2F"/>
    <w:rsid w:val="00D263A8"/>
    <w:rsid w:val="00D338E3"/>
    <w:rsid w:val="00D34DCD"/>
    <w:rsid w:val="00D3684C"/>
    <w:rsid w:val="00D51567"/>
    <w:rsid w:val="00D607A6"/>
    <w:rsid w:val="00D65E7F"/>
    <w:rsid w:val="00D75A8E"/>
    <w:rsid w:val="00D77E77"/>
    <w:rsid w:val="00D94AE7"/>
    <w:rsid w:val="00DA0FD4"/>
    <w:rsid w:val="00DB2511"/>
    <w:rsid w:val="00DB31D1"/>
    <w:rsid w:val="00DB3E4F"/>
    <w:rsid w:val="00DC35B5"/>
    <w:rsid w:val="00DD4BE0"/>
    <w:rsid w:val="00DE0AE4"/>
    <w:rsid w:val="00DE2905"/>
    <w:rsid w:val="00DF6E03"/>
    <w:rsid w:val="00DF6E2C"/>
    <w:rsid w:val="00E002D9"/>
    <w:rsid w:val="00E0599E"/>
    <w:rsid w:val="00E10338"/>
    <w:rsid w:val="00E132D8"/>
    <w:rsid w:val="00E1418B"/>
    <w:rsid w:val="00E20FA9"/>
    <w:rsid w:val="00E271BA"/>
    <w:rsid w:val="00E32E8A"/>
    <w:rsid w:val="00E421BD"/>
    <w:rsid w:val="00E474DF"/>
    <w:rsid w:val="00E74AE6"/>
    <w:rsid w:val="00E772A0"/>
    <w:rsid w:val="00E811DA"/>
    <w:rsid w:val="00E860F7"/>
    <w:rsid w:val="00E9218C"/>
    <w:rsid w:val="00E92713"/>
    <w:rsid w:val="00E92F86"/>
    <w:rsid w:val="00E9794F"/>
    <w:rsid w:val="00EB107D"/>
    <w:rsid w:val="00EB3E72"/>
    <w:rsid w:val="00EB639E"/>
    <w:rsid w:val="00EC431C"/>
    <w:rsid w:val="00ED14E1"/>
    <w:rsid w:val="00ED2E49"/>
    <w:rsid w:val="00ED531E"/>
    <w:rsid w:val="00EF255D"/>
    <w:rsid w:val="00EF4498"/>
    <w:rsid w:val="00F42C95"/>
    <w:rsid w:val="00F43FDE"/>
    <w:rsid w:val="00F44AB4"/>
    <w:rsid w:val="00F45DDE"/>
    <w:rsid w:val="00F56426"/>
    <w:rsid w:val="00F618E0"/>
    <w:rsid w:val="00F71787"/>
    <w:rsid w:val="00F722A0"/>
    <w:rsid w:val="00F821B8"/>
    <w:rsid w:val="00F8256B"/>
    <w:rsid w:val="00FA35A8"/>
    <w:rsid w:val="00FD26DC"/>
    <w:rsid w:val="00FD6021"/>
    <w:rsid w:val="00FD74E6"/>
    <w:rsid w:val="00FD7F62"/>
    <w:rsid w:val="00FE31C6"/>
    <w:rsid w:val="00FE76DD"/>
    <w:rsid w:val="00FF173C"/>
    <w:rsid w:val="00FF48DB"/>
    <w:rsid w:val="00FF6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71787"/>
    <w:rPr>
      <w:sz w:val="24"/>
      <w:szCs w:val="24"/>
    </w:rPr>
  </w:style>
  <w:style w:type="paragraph" w:styleId="Titolo1">
    <w:name w:val="heading 1"/>
    <w:basedOn w:val="Normale"/>
    <w:next w:val="Normale"/>
    <w:qFormat/>
    <w:rsid w:val="00F71787"/>
    <w:pPr>
      <w:keepNext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F71787"/>
    <w:pPr>
      <w:keepNext/>
      <w:ind w:left="5040"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rsid w:val="00F71787"/>
    <w:pPr>
      <w:keepNext/>
      <w:tabs>
        <w:tab w:val="left" w:pos="11154"/>
      </w:tabs>
      <w:ind w:left="312" w:right="296"/>
      <w:outlineLvl w:val="2"/>
    </w:pPr>
    <w:rPr>
      <w:rFonts w:ascii="Book Antiqua" w:hAnsi="Book Antiqua"/>
      <w:b/>
      <w:bCs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F71787"/>
    <w:pPr>
      <w:spacing w:line="360" w:lineRule="auto"/>
      <w:ind w:left="1068" w:firstLine="12"/>
      <w:jc w:val="both"/>
    </w:pPr>
    <w:rPr>
      <w:sz w:val="28"/>
      <w:szCs w:val="28"/>
    </w:rPr>
  </w:style>
  <w:style w:type="paragraph" w:styleId="Testonotaapidipagina">
    <w:name w:val="footnote text"/>
    <w:basedOn w:val="Normale"/>
    <w:semiHidden/>
    <w:rsid w:val="00F71787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71787"/>
    <w:rPr>
      <w:vertAlign w:val="superscript"/>
    </w:rPr>
  </w:style>
  <w:style w:type="paragraph" w:styleId="Intestazione">
    <w:name w:val="header"/>
    <w:basedOn w:val="Normale"/>
    <w:rsid w:val="00F7178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71787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F71787"/>
    <w:rPr>
      <w:b/>
      <w:bCs/>
    </w:rPr>
  </w:style>
  <w:style w:type="paragraph" w:styleId="Titolo">
    <w:name w:val="Title"/>
    <w:basedOn w:val="Normale"/>
    <w:qFormat/>
    <w:rsid w:val="00F71787"/>
    <w:pPr>
      <w:jc w:val="center"/>
    </w:pPr>
    <w:rPr>
      <w:b/>
      <w:bCs/>
      <w:u w:val="single"/>
    </w:rPr>
  </w:style>
  <w:style w:type="paragraph" w:styleId="Testofumetto">
    <w:name w:val="Balloon Text"/>
    <w:basedOn w:val="Normale"/>
    <w:semiHidden/>
    <w:rsid w:val="00F71787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rsid w:val="00F71787"/>
    <w:pPr>
      <w:spacing w:line="360" w:lineRule="auto"/>
      <w:ind w:left="708" w:right="-262" w:firstLine="708"/>
    </w:pPr>
  </w:style>
  <w:style w:type="paragraph" w:styleId="Rientrocorpodeltesto2">
    <w:name w:val="Body Text Indent 2"/>
    <w:basedOn w:val="Normale"/>
    <w:rsid w:val="00F71787"/>
    <w:pPr>
      <w:spacing w:line="360" w:lineRule="auto"/>
      <w:ind w:left="720" w:firstLine="708"/>
      <w:jc w:val="both"/>
    </w:pPr>
    <w:rPr>
      <w:i/>
    </w:rPr>
  </w:style>
  <w:style w:type="paragraph" w:customStyle="1" w:styleId="Carattere">
    <w:name w:val="Carattere"/>
    <w:basedOn w:val="Normale"/>
    <w:rsid w:val="0078034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Enfasigrassetto">
    <w:name w:val="Strong"/>
    <w:basedOn w:val="Carpredefinitoparagrafo"/>
    <w:qFormat/>
    <w:rsid w:val="009A5492"/>
    <w:rPr>
      <w:b/>
      <w:bCs/>
    </w:rPr>
  </w:style>
  <w:style w:type="character" w:customStyle="1" w:styleId="sottolineato1">
    <w:name w:val="sottolineato1"/>
    <w:basedOn w:val="Carpredefinitoparagrafo"/>
    <w:rsid w:val="009A5492"/>
    <w:rPr>
      <w:u w:val="single"/>
    </w:rPr>
  </w:style>
  <w:style w:type="paragraph" w:styleId="NormaleWeb">
    <w:name w:val="Normal (Web)"/>
    <w:basedOn w:val="Normale"/>
    <w:rsid w:val="00F43FDE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DA0F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rattere0">
    <w:name w:val="Carattere"/>
    <w:basedOn w:val="Normale"/>
    <w:rsid w:val="0049624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pelle">
    <w:name w:val="spelle"/>
    <w:basedOn w:val="Carpredefinitoparagrafo"/>
    <w:rsid w:val="00A64F58"/>
  </w:style>
  <w:style w:type="character" w:customStyle="1" w:styleId="grame">
    <w:name w:val="grame"/>
    <w:basedOn w:val="Carpredefinitoparagrafo"/>
    <w:rsid w:val="00A64F58"/>
  </w:style>
  <w:style w:type="paragraph" w:styleId="Paragrafoelenco">
    <w:name w:val="List Paragraph"/>
    <w:basedOn w:val="Normale"/>
    <w:uiPriority w:val="34"/>
    <w:qFormat/>
    <w:rsid w:val="003C0D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estosegnaposto">
    <w:name w:val="Placeholder Text"/>
    <w:basedOn w:val="Carpredefinitoparagrafo"/>
    <w:uiPriority w:val="99"/>
    <w:semiHidden/>
    <w:rsid w:val="00E32E8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6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17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8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76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98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3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ente\Desktop\Domanda_Termine_ver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F0AAF1E8A0D4317AD4C7B2F5932485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08CB99-320D-4A9A-BF30-6D3FA8F6B409}"/>
      </w:docPartPr>
      <w:docPartBody>
        <w:p w:rsidR="00071F5D" w:rsidRDefault="00B26E0D">
          <w:pPr>
            <w:pStyle w:val="5F0AAF1E8A0D4317AD4C7B2F5932485B"/>
          </w:pPr>
          <w:r w:rsidRPr="00AE675E">
            <w:rPr>
              <w:rStyle w:val="Testosegnaposto"/>
              <w:sz w:val="20"/>
              <w:szCs w:val="20"/>
            </w:rPr>
            <w:t>Fare clic qui per immettere testo.</w:t>
          </w:r>
        </w:p>
      </w:docPartBody>
    </w:docPart>
    <w:docPart>
      <w:docPartPr>
        <w:name w:val="F53396E8A6A641E0BE6401BE0FBCD2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D3BFED4-3D1F-4EC3-885F-6346B93B8809}"/>
      </w:docPartPr>
      <w:docPartBody>
        <w:p w:rsidR="00071F5D" w:rsidRDefault="00B26E0D">
          <w:pPr>
            <w:pStyle w:val="F53396E8A6A641E0BE6401BE0FBCD281"/>
          </w:pPr>
          <w:r w:rsidRPr="00AE675E">
            <w:rPr>
              <w:rStyle w:val="Testosegnaposto"/>
              <w:sz w:val="20"/>
              <w:szCs w:val="20"/>
            </w:rPr>
            <w:t>Fare clic qui per immettere testo.</w:t>
          </w:r>
        </w:p>
      </w:docPartBody>
    </w:docPart>
    <w:docPart>
      <w:docPartPr>
        <w:name w:val="107731106D8C4F69B4B286D5DAB5119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496D5B7-B122-4A2A-8EAA-212126FBF03E}"/>
      </w:docPartPr>
      <w:docPartBody>
        <w:p w:rsidR="00071F5D" w:rsidRDefault="00B26E0D">
          <w:pPr>
            <w:pStyle w:val="107731106D8C4F69B4B286D5DAB51198"/>
          </w:pPr>
          <w:r w:rsidRPr="00AE675E">
            <w:rPr>
              <w:rStyle w:val="Testosegnaposto"/>
              <w:sz w:val="20"/>
              <w:szCs w:val="20"/>
            </w:rPr>
            <w:t>Fare clic qui per immettere una data.</w:t>
          </w:r>
        </w:p>
      </w:docPartBody>
    </w:docPart>
    <w:docPart>
      <w:docPartPr>
        <w:name w:val="37DB2BFCF6D64E0EAA9D4AF884EC49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A38804-176A-4114-A344-DDE9A1B92668}"/>
      </w:docPartPr>
      <w:docPartBody>
        <w:p w:rsidR="00071F5D" w:rsidRDefault="00B26E0D">
          <w:pPr>
            <w:pStyle w:val="37DB2BFCF6D64E0EAA9D4AF884EC49F2"/>
          </w:pPr>
          <w:r w:rsidRPr="00704EB5">
            <w:rPr>
              <w:rStyle w:val="Testosegnaposto"/>
              <w:sz w:val="20"/>
              <w:szCs w:val="20"/>
            </w:rPr>
            <w:t>Fare clic qui per immettere testo.</w:t>
          </w:r>
        </w:p>
      </w:docPartBody>
    </w:docPart>
    <w:docPart>
      <w:docPartPr>
        <w:name w:val="B2874504182F47B1A325D6043BCFC2B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4D03FC6-0D8A-4948-903C-03B2C3F97136}"/>
      </w:docPartPr>
      <w:docPartBody>
        <w:p w:rsidR="00071F5D" w:rsidRDefault="00B26E0D">
          <w:pPr>
            <w:pStyle w:val="B2874504182F47B1A325D6043BCFC2B5"/>
          </w:pPr>
          <w:r w:rsidRPr="00704EB5">
            <w:rPr>
              <w:rStyle w:val="Testosegnaposto"/>
              <w:sz w:val="20"/>
              <w:szCs w:val="20"/>
            </w:rPr>
            <w:t>Fare clic qui per immettere testo.</w:t>
          </w:r>
        </w:p>
      </w:docPartBody>
    </w:docPart>
    <w:docPart>
      <w:docPartPr>
        <w:name w:val="B4A2F9C15CB3430F88A904E213C0342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E261DB-6D2A-4450-8713-54DAD7357174}"/>
      </w:docPartPr>
      <w:docPartBody>
        <w:p w:rsidR="00071F5D" w:rsidRDefault="00B26E0D">
          <w:pPr>
            <w:pStyle w:val="B4A2F9C15CB3430F88A904E213C03427"/>
          </w:pPr>
          <w:r w:rsidRPr="00704EB5">
            <w:rPr>
              <w:rStyle w:val="Testosegnaposto"/>
              <w:sz w:val="20"/>
              <w:szCs w:val="20"/>
            </w:rPr>
            <w:t>Fare clic qui per immettere testo.</w:t>
          </w:r>
        </w:p>
      </w:docPartBody>
    </w:docPart>
    <w:docPart>
      <w:docPartPr>
        <w:name w:val="2E50E3FA9D714CADAB2E021B2A7A5F8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194126E-E76E-4883-B0C4-EFC5A7970820}"/>
      </w:docPartPr>
      <w:docPartBody>
        <w:p w:rsidR="00071F5D" w:rsidRDefault="00B26E0D">
          <w:pPr>
            <w:pStyle w:val="2E50E3FA9D714CADAB2E021B2A7A5F83"/>
          </w:pPr>
          <w:r w:rsidRPr="00AE675E">
            <w:rPr>
              <w:rStyle w:val="Testosegnaposto"/>
              <w:sz w:val="20"/>
              <w:szCs w:val="20"/>
            </w:rPr>
            <w:t>Scegliere un elemento.</w:t>
          </w:r>
        </w:p>
      </w:docPartBody>
    </w:docPart>
    <w:docPart>
      <w:docPartPr>
        <w:name w:val="C5D5C8F9A7C04411BA08E47DA41F373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ACFAC0-CD5F-40DF-A9C6-109BAA982E23}"/>
      </w:docPartPr>
      <w:docPartBody>
        <w:p w:rsidR="00071F5D" w:rsidRDefault="00B26E0D">
          <w:pPr>
            <w:pStyle w:val="C5D5C8F9A7C04411BA08E47DA41F3733"/>
          </w:pPr>
          <w:r w:rsidRPr="00704EB5">
            <w:rPr>
              <w:rStyle w:val="Testosegnaposto"/>
              <w:sz w:val="20"/>
              <w:szCs w:val="20"/>
            </w:rPr>
            <w:t>Fare clic qui per immettere testo.</w:t>
          </w:r>
        </w:p>
      </w:docPartBody>
    </w:docPart>
    <w:docPart>
      <w:docPartPr>
        <w:name w:val="877FD6B3BAFA4D0391939990635A2D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C55FACD-4596-4CE2-979B-E9E35983395A}"/>
      </w:docPartPr>
      <w:docPartBody>
        <w:p w:rsidR="00071F5D" w:rsidRDefault="00B26E0D">
          <w:pPr>
            <w:pStyle w:val="877FD6B3BAFA4D0391939990635A2D34"/>
          </w:pPr>
          <w:r w:rsidRPr="00704EB5">
            <w:rPr>
              <w:rStyle w:val="Testosegnaposto"/>
              <w:sz w:val="20"/>
              <w:szCs w:val="20"/>
            </w:rPr>
            <w:t>Fare clic qui per immettere testo.</w:t>
          </w:r>
        </w:p>
      </w:docPartBody>
    </w:docPart>
    <w:docPart>
      <w:docPartPr>
        <w:name w:val="982CB85428774D279E8C2E74F5D6A36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DA9C80-617B-458F-8E6B-D29ED02FA22B}"/>
      </w:docPartPr>
      <w:docPartBody>
        <w:p w:rsidR="00071F5D" w:rsidRDefault="00B26E0D">
          <w:pPr>
            <w:pStyle w:val="982CB85428774D279E8C2E74F5D6A36D"/>
          </w:pPr>
          <w:r w:rsidRPr="00704EB5">
            <w:rPr>
              <w:rStyle w:val="Testosegnaposto"/>
              <w:sz w:val="20"/>
              <w:szCs w:val="20"/>
            </w:rPr>
            <w:t>Fare clic qui per immettere testo.</w:t>
          </w:r>
        </w:p>
      </w:docPartBody>
    </w:docPart>
    <w:docPart>
      <w:docPartPr>
        <w:name w:val="FFD33C966857428AB843C5B89A71C3E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6921767-3EBA-4BE7-B1A8-63518499A9F8}"/>
      </w:docPartPr>
      <w:docPartBody>
        <w:p w:rsidR="00071F5D" w:rsidRDefault="00B26E0D">
          <w:pPr>
            <w:pStyle w:val="FFD33C966857428AB843C5B89A71C3EF"/>
          </w:pPr>
          <w:r w:rsidRPr="00704EB5">
            <w:rPr>
              <w:rStyle w:val="Testosegnaposto"/>
              <w:sz w:val="20"/>
              <w:szCs w:val="20"/>
            </w:rPr>
            <w:t>Fare clic qui per immettere testo.</w:t>
          </w:r>
        </w:p>
      </w:docPartBody>
    </w:docPart>
    <w:docPart>
      <w:docPartPr>
        <w:name w:val="FBD982E419DC4CAF9CD9BFF30420697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FB60E3-ADB0-44A7-92B8-18463FD3FBF4}"/>
      </w:docPartPr>
      <w:docPartBody>
        <w:p w:rsidR="00071F5D" w:rsidRDefault="00B26E0D">
          <w:pPr>
            <w:pStyle w:val="FBD982E419DC4CAF9CD9BFF304206971"/>
          </w:pPr>
          <w:r w:rsidRPr="00704EB5">
            <w:rPr>
              <w:rStyle w:val="Testosegnaposto"/>
              <w:sz w:val="20"/>
              <w:szCs w:val="20"/>
            </w:rPr>
            <w:t>Fare clic qui per immettere testo.</w:t>
          </w:r>
        </w:p>
      </w:docPartBody>
    </w:docPart>
    <w:docPart>
      <w:docPartPr>
        <w:name w:val="CA7575A68F4C4E45AB8107995315A4C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EC2BCD-84A8-4549-B08B-FC94286FCD14}"/>
      </w:docPartPr>
      <w:docPartBody>
        <w:p w:rsidR="00071F5D" w:rsidRDefault="00B26E0D">
          <w:pPr>
            <w:pStyle w:val="CA7575A68F4C4E45AB8107995315A4C6"/>
          </w:pPr>
          <w:r w:rsidRPr="00704EB5">
            <w:rPr>
              <w:rStyle w:val="Testosegnaposto"/>
              <w:sz w:val="20"/>
              <w:szCs w:val="20"/>
            </w:rPr>
            <w:t>Fare clic qui per immettere testo.</w:t>
          </w:r>
        </w:p>
      </w:docPartBody>
    </w:docPart>
    <w:docPart>
      <w:docPartPr>
        <w:name w:val="23EE3B097C51487EA1A2E8211E585FF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4561953-4B43-4EE9-ADC5-C185782B0189}"/>
      </w:docPartPr>
      <w:docPartBody>
        <w:p w:rsidR="00071F5D" w:rsidRDefault="00B26E0D">
          <w:pPr>
            <w:pStyle w:val="23EE3B097C51487EA1A2E8211E585FF2"/>
          </w:pPr>
          <w:r w:rsidRPr="00704EB5">
            <w:rPr>
              <w:rStyle w:val="Testosegnaposto"/>
              <w:sz w:val="20"/>
              <w:szCs w:val="20"/>
            </w:rPr>
            <w:t>Fare clic qui per immettere testo.</w:t>
          </w:r>
        </w:p>
      </w:docPartBody>
    </w:docPart>
    <w:docPart>
      <w:docPartPr>
        <w:name w:val="7D0A761C01C9444F97BAA9CA37F11F1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33EE257-45D0-43FC-B0B0-79E99C475911}"/>
      </w:docPartPr>
      <w:docPartBody>
        <w:p w:rsidR="00071F5D" w:rsidRDefault="00B26E0D">
          <w:pPr>
            <w:pStyle w:val="7D0A761C01C9444F97BAA9CA37F11F1C"/>
          </w:pPr>
          <w:r w:rsidRPr="00704EB5">
            <w:rPr>
              <w:rStyle w:val="Testosegnaposto"/>
              <w:sz w:val="20"/>
              <w:szCs w:val="20"/>
            </w:rPr>
            <w:t>Fare clic qui per immettere testo.</w:t>
          </w:r>
        </w:p>
      </w:docPartBody>
    </w:docPart>
    <w:docPart>
      <w:docPartPr>
        <w:name w:val="6248E43AF34343A39D7261022B1A7B1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3F4029-46E8-4ADB-95CF-B954DB54FE90}"/>
      </w:docPartPr>
      <w:docPartBody>
        <w:p w:rsidR="00071F5D" w:rsidRDefault="00B26E0D">
          <w:pPr>
            <w:pStyle w:val="6248E43AF34343A39D7261022B1A7B1E"/>
          </w:pPr>
          <w:r w:rsidRPr="00ED14E1">
            <w:rPr>
              <w:rStyle w:val="Testosegnaposto"/>
              <w:rFonts w:ascii="Times New Roman" w:hAnsi="Times New Roman"/>
              <w:sz w:val="20"/>
              <w:szCs w:val="20"/>
            </w:rPr>
            <w:t>Fare clic qui per immettere testo.</w:t>
          </w:r>
        </w:p>
      </w:docPartBody>
    </w:docPart>
    <w:docPart>
      <w:docPartPr>
        <w:name w:val="4D8CFE6EA6F14445812CAF263950F8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8363BDD-F5AC-4445-88F3-349C7F3E008A}"/>
      </w:docPartPr>
      <w:docPartBody>
        <w:p w:rsidR="00071F5D" w:rsidRDefault="00B26E0D">
          <w:pPr>
            <w:pStyle w:val="4D8CFE6EA6F14445812CAF263950F878"/>
          </w:pPr>
          <w:r w:rsidRPr="00BC68AD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ACC33812436648758C7C7C0C23EBC75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D99A90-E646-47EC-BB45-CC510146FD19}"/>
      </w:docPartPr>
      <w:docPartBody>
        <w:p w:rsidR="00071F5D" w:rsidRDefault="00B26E0D">
          <w:pPr>
            <w:pStyle w:val="ACC33812436648758C7C7C0C23EBC75A"/>
          </w:pPr>
          <w:r w:rsidRPr="00BC68AD">
            <w:rPr>
              <w:rStyle w:val="Testosegnaposto"/>
            </w:rPr>
            <w:t>Fare clic qui per immettere una data.</w:t>
          </w:r>
        </w:p>
      </w:docPartBody>
    </w:docPart>
    <w:docPart>
      <w:docPartPr>
        <w:name w:val="EB2DDBD9955B4C3EB976570D003DFD8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41A875-53F4-4D64-8578-D96206479C13}"/>
      </w:docPartPr>
      <w:docPartBody>
        <w:p w:rsidR="00D15671" w:rsidRDefault="00772258" w:rsidP="00772258">
          <w:pPr>
            <w:pStyle w:val="EB2DDBD9955B4C3EB976570D003DFD87"/>
          </w:pPr>
          <w:r w:rsidRPr="00AE675E">
            <w:rPr>
              <w:rStyle w:val="Testosegnaposto"/>
              <w:sz w:val="20"/>
              <w:szCs w:val="20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hyphenationZone w:val="283"/>
  <w:characterSpacingControl w:val="doNotCompress"/>
  <w:compat>
    <w:useFELayout/>
  </w:compat>
  <w:rsids>
    <w:rsidRoot w:val="00B26E0D"/>
    <w:rsid w:val="00071F5D"/>
    <w:rsid w:val="001F51C7"/>
    <w:rsid w:val="00642C5B"/>
    <w:rsid w:val="00714409"/>
    <w:rsid w:val="00772258"/>
    <w:rsid w:val="00B26E0D"/>
    <w:rsid w:val="00BC5DCD"/>
    <w:rsid w:val="00D1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1F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72258"/>
    <w:rPr>
      <w:color w:val="808080"/>
    </w:rPr>
  </w:style>
  <w:style w:type="paragraph" w:customStyle="1" w:styleId="5F0AAF1E8A0D4317AD4C7B2F5932485B">
    <w:name w:val="5F0AAF1E8A0D4317AD4C7B2F5932485B"/>
    <w:rsid w:val="00071F5D"/>
  </w:style>
  <w:style w:type="paragraph" w:customStyle="1" w:styleId="F53396E8A6A641E0BE6401BE0FBCD281">
    <w:name w:val="F53396E8A6A641E0BE6401BE0FBCD281"/>
    <w:rsid w:val="00071F5D"/>
  </w:style>
  <w:style w:type="paragraph" w:customStyle="1" w:styleId="107731106D8C4F69B4B286D5DAB51198">
    <w:name w:val="107731106D8C4F69B4B286D5DAB51198"/>
    <w:rsid w:val="00071F5D"/>
  </w:style>
  <w:style w:type="paragraph" w:customStyle="1" w:styleId="37DB2BFCF6D64E0EAA9D4AF884EC49F2">
    <w:name w:val="37DB2BFCF6D64E0EAA9D4AF884EC49F2"/>
    <w:rsid w:val="00071F5D"/>
  </w:style>
  <w:style w:type="paragraph" w:customStyle="1" w:styleId="B2874504182F47B1A325D6043BCFC2B5">
    <w:name w:val="B2874504182F47B1A325D6043BCFC2B5"/>
    <w:rsid w:val="00071F5D"/>
  </w:style>
  <w:style w:type="paragraph" w:customStyle="1" w:styleId="B4A2F9C15CB3430F88A904E213C03427">
    <w:name w:val="B4A2F9C15CB3430F88A904E213C03427"/>
    <w:rsid w:val="00071F5D"/>
  </w:style>
  <w:style w:type="paragraph" w:customStyle="1" w:styleId="2E50E3FA9D714CADAB2E021B2A7A5F83">
    <w:name w:val="2E50E3FA9D714CADAB2E021B2A7A5F83"/>
    <w:rsid w:val="00071F5D"/>
  </w:style>
  <w:style w:type="paragraph" w:customStyle="1" w:styleId="C5D5C8F9A7C04411BA08E47DA41F3733">
    <w:name w:val="C5D5C8F9A7C04411BA08E47DA41F3733"/>
    <w:rsid w:val="00071F5D"/>
  </w:style>
  <w:style w:type="paragraph" w:customStyle="1" w:styleId="877FD6B3BAFA4D0391939990635A2D34">
    <w:name w:val="877FD6B3BAFA4D0391939990635A2D34"/>
    <w:rsid w:val="00071F5D"/>
  </w:style>
  <w:style w:type="paragraph" w:customStyle="1" w:styleId="982CB85428774D279E8C2E74F5D6A36D">
    <w:name w:val="982CB85428774D279E8C2E74F5D6A36D"/>
    <w:rsid w:val="00071F5D"/>
  </w:style>
  <w:style w:type="paragraph" w:customStyle="1" w:styleId="FFD33C966857428AB843C5B89A71C3EF">
    <w:name w:val="FFD33C966857428AB843C5B89A71C3EF"/>
    <w:rsid w:val="00071F5D"/>
  </w:style>
  <w:style w:type="paragraph" w:customStyle="1" w:styleId="FBD982E419DC4CAF9CD9BFF304206971">
    <w:name w:val="FBD982E419DC4CAF9CD9BFF304206971"/>
    <w:rsid w:val="00071F5D"/>
  </w:style>
  <w:style w:type="paragraph" w:customStyle="1" w:styleId="CA7575A68F4C4E45AB8107995315A4C6">
    <w:name w:val="CA7575A68F4C4E45AB8107995315A4C6"/>
    <w:rsid w:val="00071F5D"/>
  </w:style>
  <w:style w:type="paragraph" w:customStyle="1" w:styleId="23EE3B097C51487EA1A2E8211E585FF2">
    <w:name w:val="23EE3B097C51487EA1A2E8211E585FF2"/>
    <w:rsid w:val="00071F5D"/>
  </w:style>
  <w:style w:type="paragraph" w:customStyle="1" w:styleId="7D0A761C01C9444F97BAA9CA37F11F1C">
    <w:name w:val="7D0A761C01C9444F97BAA9CA37F11F1C"/>
    <w:rsid w:val="00071F5D"/>
  </w:style>
  <w:style w:type="paragraph" w:customStyle="1" w:styleId="B49C8B3107E84C1F87043EF456456374">
    <w:name w:val="B49C8B3107E84C1F87043EF456456374"/>
    <w:rsid w:val="00071F5D"/>
  </w:style>
  <w:style w:type="paragraph" w:customStyle="1" w:styleId="97F4AD2DCBFB44119E7462BBE067960B">
    <w:name w:val="97F4AD2DCBFB44119E7462BBE067960B"/>
    <w:rsid w:val="00071F5D"/>
  </w:style>
  <w:style w:type="paragraph" w:customStyle="1" w:styleId="7F64C918F7CF465FB3DF6F80C49E3DED">
    <w:name w:val="7F64C918F7CF465FB3DF6F80C49E3DED"/>
    <w:rsid w:val="00071F5D"/>
  </w:style>
  <w:style w:type="paragraph" w:customStyle="1" w:styleId="606390D9CEE84C5A961BE439D8AD64FF">
    <w:name w:val="606390D9CEE84C5A961BE439D8AD64FF"/>
    <w:rsid w:val="00071F5D"/>
  </w:style>
  <w:style w:type="paragraph" w:customStyle="1" w:styleId="2F92E9C9C06D44F1872BBF75E189F006">
    <w:name w:val="2F92E9C9C06D44F1872BBF75E189F006"/>
    <w:rsid w:val="00071F5D"/>
  </w:style>
  <w:style w:type="paragraph" w:customStyle="1" w:styleId="4126253FFEAA4D05BB7010EB4C671718">
    <w:name w:val="4126253FFEAA4D05BB7010EB4C671718"/>
    <w:rsid w:val="00071F5D"/>
  </w:style>
  <w:style w:type="paragraph" w:customStyle="1" w:styleId="6248E43AF34343A39D7261022B1A7B1E">
    <w:name w:val="6248E43AF34343A39D7261022B1A7B1E"/>
    <w:rsid w:val="00071F5D"/>
  </w:style>
  <w:style w:type="paragraph" w:customStyle="1" w:styleId="4D8CFE6EA6F14445812CAF263950F878">
    <w:name w:val="4D8CFE6EA6F14445812CAF263950F878"/>
    <w:rsid w:val="00071F5D"/>
  </w:style>
  <w:style w:type="paragraph" w:customStyle="1" w:styleId="ACC33812436648758C7C7C0C23EBC75A">
    <w:name w:val="ACC33812436648758C7C7C0C23EBC75A"/>
    <w:rsid w:val="00071F5D"/>
  </w:style>
  <w:style w:type="paragraph" w:customStyle="1" w:styleId="EB2DDBD9955B4C3EB976570D003DFD87">
    <w:name w:val="EB2DDBD9955B4C3EB976570D003DFD87"/>
    <w:rsid w:val="0077225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Proprietà standard</tns:defaultPropertyEditorNamespace>
</tns:customPropertyEdito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8D421-987B-4D90-B8D1-D13B68BB3A3A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C79D99BC-AEF3-42F7-B2B8-DAEC2B571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Domanda_Termine_ver3</Template>
  <TotalTime>51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Regione Calabria                                             Catanzaro lì ___________</vt:lpstr>
    </vt:vector>
  </TitlesOfParts>
  <Manager>Maurizio Nicolai</Manager>
  <Company>Regione Calabria</Company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Regione Calabria                                             Catanzaro lì ___________</dc:title>
  <dc:creator>Autorità di Gestione PSR Calabria 200-2013</dc:creator>
  <cp:lastModifiedBy>Admin</cp:lastModifiedBy>
  <cp:revision>16</cp:revision>
  <cp:lastPrinted>2012-04-03T10:06:00Z</cp:lastPrinted>
  <dcterms:created xsi:type="dcterms:W3CDTF">2012-04-03T09:48:00Z</dcterms:created>
  <dcterms:modified xsi:type="dcterms:W3CDTF">2013-02-20T14:31:00Z</dcterms:modified>
</cp:coreProperties>
</file>