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9BA" w:rsidRPr="0045231B" w:rsidRDefault="009A39BA" w:rsidP="00D923E8">
      <w:pPr>
        <w:rPr>
          <w:b/>
          <w:bCs/>
          <w:i/>
          <w:iCs/>
        </w:rPr>
      </w:pPr>
      <w:r w:rsidRPr="0045231B">
        <w:rPr>
          <w:b/>
          <w:bCs/>
          <w:i/>
          <w:iCs/>
        </w:rPr>
        <w:t>Allegato A</w:t>
      </w:r>
    </w:p>
    <w:p w:rsidR="009A39BA" w:rsidRPr="0045231B" w:rsidRDefault="009A39BA" w:rsidP="006259A1">
      <w:pPr>
        <w:jc w:val="center"/>
      </w:pPr>
      <w:r w:rsidRPr="0045231B">
        <w:t>ATTESTAZIONE BANCARIA SULLA SOSTENIBILITA’ FINAZIARIA DELL’INVESTIMENTO</w:t>
      </w:r>
    </w:p>
    <w:p w:rsidR="009A39BA" w:rsidRPr="0045231B" w:rsidRDefault="009A39BA" w:rsidP="006259A1">
      <w:pPr>
        <w:jc w:val="center"/>
      </w:pPr>
      <w:r w:rsidRPr="0045231B">
        <w:t>Su carta intestata dell’istituto bancario</w:t>
      </w:r>
    </w:p>
    <w:p w:rsidR="009A39BA" w:rsidRPr="0045231B" w:rsidRDefault="009A39BA" w:rsidP="006259A1">
      <w:pPr>
        <w:spacing w:after="0" w:line="240" w:lineRule="auto"/>
        <w:ind w:left="1077" w:hanging="1077"/>
        <w:jc w:val="both"/>
      </w:pPr>
      <w:r w:rsidRPr="0045231B">
        <w:t xml:space="preserve">OGGETTO : Regione Puglia - Programma di Sviluppo Rurale 2007/2013 - Bando pubblicato sul BURP n. ___/2011 : Misura 311 Diversificazioni in attività non agricole – Azione 1 Titolo Azione Investimenti funzionali alla fornitura di ospitalità agrituristica in contesto aziendale secondo le disposizioni normative vigenti. </w:t>
      </w:r>
    </w:p>
    <w:p w:rsidR="009A39BA" w:rsidRPr="0045231B" w:rsidRDefault="009A39BA" w:rsidP="006259A1">
      <w:pPr>
        <w:spacing w:after="0" w:line="240" w:lineRule="auto"/>
        <w:ind w:left="1077" w:hanging="1077"/>
        <w:jc w:val="both"/>
      </w:pPr>
      <w:r w:rsidRPr="0045231B">
        <w:tab/>
        <w:t>Attestazione Bancaria sulla sostenibilità finanziaria investimenti proposti dalla impresa/società “</w:t>
      </w:r>
      <w:r w:rsidRPr="0045231B">
        <w:rPr>
          <w:u w:val="single"/>
        </w:rPr>
        <w:t>_          (Indicare la    ragione sociale)_      __”</w:t>
      </w:r>
      <w:r w:rsidRPr="0045231B">
        <w:t>.</w:t>
      </w:r>
    </w:p>
    <w:p w:rsidR="009A39BA" w:rsidRPr="0045231B" w:rsidRDefault="009A39BA" w:rsidP="006259A1">
      <w:pPr>
        <w:spacing w:line="240" w:lineRule="auto"/>
        <w:ind w:left="1080" w:hanging="1080"/>
        <w:jc w:val="both"/>
      </w:pPr>
    </w:p>
    <w:p w:rsidR="009A39BA" w:rsidRPr="0045231B" w:rsidRDefault="009A39BA" w:rsidP="006259A1">
      <w:pPr>
        <w:spacing w:line="240" w:lineRule="auto"/>
        <w:jc w:val="both"/>
      </w:pPr>
    </w:p>
    <w:p w:rsidR="009A39BA" w:rsidRPr="0045231B" w:rsidRDefault="009A39BA" w:rsidP="006259A1">
      <w:pPr>
        <w:rPr>
          <w:u w:val="single"/>
        </w:rPr>
      </w:pPr>
      <w:r w:rsidRPr="0045231B">
        <w:t>La Banca “</w:t>
      </w:r>
      <w:r w:rsidRPr="0045231B">
        <w:rPr>
          <w:u w:val="single"/>
        </w:rPr>
        <w:t xml:space="preserve">_    _____________ (Indicare la Banca attestante )_  _____                                 _ _” </w:t>
      </w:r>
    </w:p>
    <w:p w:rsidR="009A39BA" w:rsidRPr="0045231B" w:rsidRDefault="009A39BA" w:rsidP="006259A1">
      <w:pPr>
        <w:jc w:val="center"/>
      </w:pPr>
      <w:r w:rsidRPr="0045231B">
        <w:t>VISTO</w:t>
      </w:r>
    </w:p>
    <w:p w:rsidR="009A39BA" w:rsidRPr="0045231B" w:rsidRDefault="009A39BA" w:rsidP="006259A1">
      <w:pPr>
        <w:jc w:val="both"/>
      </w:pPr>
      <w:r w:rsidRPr="0045231B">
        <w:t>il Piano di Sviluppo Aziendale (P.S.A.) sottoscritto dal legale rappresentante dell’impresa/società “</w:t>
      </w:r>
      <w:r w:rsidRPr="0045231B">
        <w:rPr>
          <w:u w:val="single"/>
        </w:rPr>
        <w:t>_     (Indicare la ragione sociale)___</w:t>
      </w:r>
      <w:r w:rsidRPr="0045231B">
        <w:t xml:space="preserve">“ con sede legale nel Comune di _________________ Provincia _________________ Indirizzo __________________ Partita IVA _______________, iscritta alla CCIAA di _________ , che intende presentare domanda di aiuto ai sensi della Misura_______ del Programma di Sviluppo Rurale 2007 – 2013 Azione __________ per la realizzazione di interventi aziendali con un volume di investimento pari ad €. _____________ , nell’ambito della su indicata Azione </w:t>
      </w:r>
    </w:p>
    <w:p w:rsidR="009A39BA" w:rsidRPr="0045231B" w:rsidRDefault="009A39BA" w:rsidP="006259A1">
      <w:pPr>
        <w:jc w:val="center"/>
      </w:pPr>
      <w:r w:rsidRPr="0045231B">
        <w:t>CONSIDERATA</w:t>
      </w:r>
    </w:p>
    <w:p w:rsidR="009A39BA" w:rsidRPr="0045231B" w:rsidRDefault="009A39BA" w:rsidP="006259A1">
      <w:pPr>
        <w:jc w:val="both"/>
      </w:pPr>
      <w:r w:rsidRPr="0045231B">
        <w:t>l’attuale situazione patrimoniale, finanziaria ed economica della suddetta impresa /società,</w:t>
      </w:r>
    </w:p>
    <w:p w:rsidR="009A39BA" w:rsidRPr="0045231B" w:rsidRDefault="009A39BA" w:rsidP="006259A1">
      <w:pPr>
        <w:jc w:val="center"/>
      </w:pPr>
      <w:r w:rsidRPr="0045231B">
        <w:t>ESPRIME</w:t>
      </w:r>
    </w:p>
    <w:p w:rsidR="009A39BA" w:rsidRPr="0045231B" w:rsidRDefault="009A39BA" w:rsidP="006259A1">
      <w:pPr>
        <w:jc w:val="both"/>
      </w:pPr>
      <w:r w:rsidRPr="0045231B">
        <w:rPr>
          <w:u w:val="single"/>
        </w:rPr>
        <w:t>parere favorevole</w:t>
      </w:r>
      <w:r w:rsidRPr="0045231B">
        <w:t xml:space="preserve"> rispetto alla sostenibilità finanziaria dell’investimento proposto di €________________, per  il quale si intende presentare domanda di aiuto.</w:t>
      </w:r>
    </w:p>
    <w:p w:rsidR="009A39BA" w:rsidRPr="0045231B" w:rsidRDefault="009A39BA" w:rsidP="006259A1">
      <w:r w:rsidRPr="0045231B">
        <w:t>Alla presente attestazione si allega copia Piano di Sviluppo Aziendale (P.S.A.).</w:t>
      </w:r>
    </w:p>
    <w:p w:rsidR="009A39BA" w:rsidRPr="0045231B" w:rsidRDefault="009A39BA" w:rsidP="006259A1">
      <w:pPr>
        <w:jc w:val="both"/>
      </w:pPr>
      <w:r w:rsidRPr="0045231B">
        <w:t>Si evidenzia che il presente parere non vincola la Banca all’assunzione di una specifica delibera di finanziamento e non risulta eseguita alcuna istruttoria interna di fido. Si evidenzia, inoltre, il carattere riservato della presente attestazione che viene rilasciata dietro richiesta dell’impresa, escludendo qualsiasi responsabilità e garanzia da parte della Banca.</w:t>
      </w:r>
    </w:p>
    <w:p w:rsidR="009A39BA" w:rsidRPr="0045231B" w:rsidRDefault="009A39BA" w:rsidP="006259A1">
      <w:pPr>
        <w:jc w:val="both"/>
      </w:pPr>
      <w:r w:rsidRPr="0045231B">
        <w:t xml:space="preserve">                                                                                                                                        </w:t>
      </w:r>
    </w:p>
    <w:p w:rsidR="009A39BA" w:rsidRPr="0045231B" w:rsidRDefault="009A39BA" w:rsidP="006259A1">
      <w:r w:rsidRPr="0045231B">
        <w:t xml:space="preserve">        Data</w:t>
      </w:r>
      <w:r w:rsidRPr="0045231B">
        <w:tab/>
      </w:r>
      <w:r w:rsidRPr="0045231B">
        <w:tab/>
      </w:r>
      <w:r w:rsidRPr="0045231B">
        <w:tab/>
      </w:r>
      <w:r w:rsidRPr="0045231B">
        <w:tab/>
      </w:r>
      <w:r w:rsidRPr="0045231B">
        <w:tab/>
      </w:r>
      <w:r w:rsidRPr="0045231B">
        <w:tab/>
      </w:r>
      <w:r w:rsidRPr="0045231B">
        <w:tab/>
      </w:r>
      <w:r w:rsidRPr="0045231B">
        <w:tab/>
      </w:r>
      <w:r w:rsidRPr="0045231B">
        <w:tab/>
      </w:r>
      <w:r w:rsidRPr="0045231B">
        <w:tab/>
      </w:r>
    </w:p>
    <w:p w:rsidR="009A39BA" w:rsidRDefault="009A39BA" w:rsidP="006259A1">
      <w:r w:rsidRPr="0045231B">
        <w:tab/>
      </w:r>
      <w:r w:rsidRPr="0045231B">
        <w:tab/>
      </w:r>
      <w:r w:rsidRPr="0045231B">
        <w:tab/>
      </w:r>
      <w:r w:rsidRPr="0045231B">
        <w:tab/>
      </w:r>
      <w:r w:rsidRPr="0045231B">
        <w:tab/>
      </w:r>
      <w:r w:rsidRPr="0045231B">
        <w:tab/>
      </w:r>
      <w:r w:rsidRPr="0045231B">
        <w:tab/>
        <w:t>Timbro della Banca e firma</w:t>
      </w:r>
    </w:p>
    <w:p w:rsidR="009A39BA" w:rsidRDefault="009A39BA"/>
    <w:sectPr w:rsidR="009A39BA" w:rsidSect="006259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9BA" w:rsidRDefault="009A39BA">
      <w:r>
        <w:separator/>
      </w:r>
    </w:p>
  </w:endnote>
  <w:endnote w:type="continuationSeparator" w:id="0">
    <w:p w:rsidR="009A39BA" w:rsidRDefault="009A3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9BA" w:rsidRDefault="009A39BA">
      <w:r>
        <w:separator/>
      </w:r>
    </w:p>
  </w:footnote>
  <w:footnote w:type="continuationSeparator" w:id="0">
    <w:p w:rsidR="009A39BA" w:rsidRDefault="009A39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9A1"/>
    <w:rsid w:val="00031659"/>
    <w:rsid w:val="0005119B"/>
    <w:rsid w:val="000622D6"/>
    <w:rsid w:val="00083070"/>
    <w:rsid w:val="000860EE"/>
    <w:rsid w:val="000870D6"/>
    <w:rsid w:val="00094715"/>
    <w:rsid w:val="00094EE1"/>
    <w:rsid w:val="00146586"/>
    <w:rsid w:val="00150B6A"/>
    <w:rsid w:val="001D74FC"/>
    <w:rsid w:val="001F692F"/>
    <w:rsid w:val="0029203F"/>
    <w:rsid w:val="002A4593"/>
    <w:rsid w:val="00307318"/>
    <w:rsid w:val="00313651"/>
    <w:rsid w:val="0037659E"/>
    <w:rsid w:val="00392B5E"/>
    <w:rsid w:val="003A159F"/>
    <w:rsid w:val="003D2AE0"/>
    <w:rsid w:val="003E203A"/>
    <w:rsid w:val="00425EB8"/>
    <w:rsid w:val="00434378"/>
    <w:rsid w:val="00435C30"/>
    <w:rsid w:val="0044040F"/>
    <w:rsid w:val="0045231B"/>
    <w:rsid w:val="00556797"/>
    <w:rsid w:val="006259A1"/>
    <w:rsid w:val="006A16FA"/>
    <w:rsid w:val="006C4BCB"/>
    <w:rsid w:val="00796FF5"/>
    <w:rsid w:val="007D160D"/>
    <w:rsid w:val="008108CD"/>
    <w:rsid w:val="0082066F"/>
    <w:rsid w:val="00836364"/>
    <w:rsid w:val="00895259"/>
    <w:rsid w:val="009276C2"/>
    <w:rsid w:val="00970FE2"/>
    <w:rsid w:val="00986F38"/>
    <w:rsid w:val="009A39BA"/>
    <w:rsid w:val="009C1585"/>
    <w:rsid w:val="009E7762"/>
    <w:rsid w:val="00A36244"/>
    <w:rsid w:val="00A90A21"/>
    <w:rsid w:val="00AB4B1B"/>
    <w:rsid w:val="00B42AD6"/>
    <w:rsid w:val="00B53A0F"/>
    <w:rsid w:val="00B6321F"/>
    <w:rsid w:val="00BD6F17"/>
    <w:rsid w:val="00C2623C"/>
    <w:rsid w:val="00C5254D"/>
    <w:rsid w:val="00C969B3"/>
    <w:rsid w:val="00CA7F42"/>
    <w:rsid w:val="00D31A72"/>
    <w:rsid w:val="00D923E8"/>
    <w:rsid w:val="00DB02F2"/>
    <w:rsid w:val="00DF0803"/>
    <w:rsid w:val="00F62672"/>
    <w:rsid w:val="00FB2ABA"/>
    <w:rsid w:val="00FB6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9A1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96F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6FF5"/>
    <w:rPr>
      <w:rFonts w:ascii="Calibri" w:hAnsi="Calibri" w:cs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796FF5"/>
    <w:rPr>
      <w:vertAlign w:val="superscript"/>
    </w:rPr>
  </w:style>
  <w:style w:type="paragraph" w:styleId="Header">
    <w:name w:val="header"/>
    <w:basedOn w:val="Normal"/>
    <w:link w:val="HeaderChar"/>
    <w:uiPriority w:val="99"/>
    <w:rsid w:val="000830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070"/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830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070"/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B0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6A"/>
    <w:rPr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330</Words>
  <Characters>1885</Characters>
  <Application>Microsoft Office Outlook</Application>
  <DocSecurity>0</DocSecurity>
  <Lines>0</Lines>
  <Paragraphs>0</Paragraphs>
  <ScaleCrop>false</ScaleCrop>
  <Company>abi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BANCARIA SULLA SOSTENIBILITA’ FINAZIARIA DELL’INVESTIMENTO</dc:title>
  <dc:subject/>
  <dc:creator>v.panzarino</dc:creator>
  <cp:keywords/>
  <dc:description/>
  <cp:lastModifiedBy>Mariangela</cp:lastModifiedBy>
  <cp:revision>7</cp:revision>
  <cp:lastPrinted>2011-04-12T14:58:00Z</cp:lastPrinted>
  <dcterms:created xsi:type="dcterms:W3CDTF">2011-03-10T15:24:00Z</dcterms:created>
  <dcterms:modified xsi:type="dcterms:W3CDTF">2011-04-29T14:57:00Z</dcterms:modified>
</cp:coreProperties>
</file>